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A2E769" w14:textId="77777777" w:rsidR="00ED4CE0" w:rsidRPr="00ED4CE0" w:rsidRDefault="00ED4CE0" w:rsidP="00ED4CE0">
      <w:pPr>
        <w:jc w:val="center"/>
        <w:rPr>
          <w:b/>
          <w:bCs/>
          <w:caps/>
        </w:rPr>
      </w:pPr>
      <w:r w:rsidRPr="00ED4CE0">
        <w:rPr>
          <w:b/>
          <w:bCs/>
          <w:caps/>
          <w:noProof/>
          <w:lang w:eastAsia="lv-LV"/>
        </w:rPr>
        <w:drawing>
          <wp:anchor distT="0" distB="0" distL="114300" distR="114300" simplePos="0" relativeHeight="251659264" behindDoc="0" locked="0" layoutInCell="1" allowOverlap="1" wp14:anchorId="2BB03E4E" wp14:editId="23530337">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CE0">
        <w:rPr>
          <w:b/>
          <w:bCs/>
          <w:caps/>
          <w:noProof/>
          <w:sz w:val="28"/>
          <w:szCs w:val="28"/>
          <w:lang w:val="en-GB"/>
        </w:rPr>
        <w:t>Limbažu novada DOME</w:t>
      </w:r>
    </w:p>
    <w:p w14:paraId="6C9452AD" w14:textId="77777777" w:rsidR="00ED4CE0" w:rsidRPr="00ED4CE0" w:rsidRDefault="00ED4CE0" w:rsidP="00ED4CE0">
      <w:pPr>
        <w:jc w:val="center"/>
        <w:rPr>
          <w:sz w:val="18"/>
          <w:szCs w:val="20"/>
          <w:lang w:eastAsia="lv-LV"/>
        </w:rPr>
      </w:pPr>
      <w:proofErr w:type="spellStart"/>
      <w:r w:rsidRPr="00ED4CE0">
        <w:rPr>
          <w:sz w:val="18"/>
          <w:szCs w:val="20"/>
          <w:lang w:eastAsia="lv-LV"/>
        </w:rPr>
        <w:t>Reģ</w:t>
      </w:r>
      <w:proofErr w:type="spellEnd"/>
      <w:r w:rsidRPr="00ED4CE0">
        <w:rPr>
          <w:sz w:val="18"/>
          <w:szCs w:val="20"/>
          <w:lang w:eastAsia="lv-LV"/>
        </w:rPr>
        <w:t xml:space="preserve">. Nr. </w:t>
      </w:r>
      <w:r w:rsidRPr="00ED4CE0">
        <w:rPr>
          <w:noProof/>
          <w:sz w:val="18"/>
          <w:szCs w:val="20"/>
          <w:lang w:eastAsia="lv-LV"/>
        </w:rPr>
        <w:t>90009114631</w:t>
      </w:r>
      <w:r w:rsidRPr="00ED4CE0">
        <w:rPr>
          <w:sz w:val="18"/>
          <w:szCs w:val="20"/>
          <w:lang w:eastAsia="lv-LV"/>
        </w:rPr>
        <w:t xml:space="preserve">; </w:t>
      </w:r>
      <w:r w:rsidRPr="00ED4CE0">
        <w:rPr>
          <w:noProof/>
          <w:sz w:val="18"/>
          <w:szCs w:val="20"/>
          <w:lang w:eastAsia="lv-LV"/>
        </w:rPr>
        <w:t>Rīgas iela 16, Limbaži, Limbažu novads LV-4001</w:t>
      </w:r>
      <w:r w:rsidRPr="00ED4CE0">
        <w:rPr>
          <w:sz w:val="18"/>
          <w:szCs w:val="20"/>
          <w:lang w:eastAsia="lv-LV"/>
        </w:rPr>
        <w:t xml:space="preserve">; </w:t>
      </w:r>
    </w:p>
    <w:p w14:paraId="1134A525" w14:textId="77777777" w:rsidR="00ED4CE0" w:rsidRPr="00ED4CE0" w:rsidRDefault="00ED4CE0" w:rsidP="00ED4CE0">
      <w:pPr>
        <w:jc w:val="center"/>
        <w:rPr>
          <w:sz w:val="18"/>
          <w:szCs w:val="20"/>
          <w:lang w:eastAsia="lv-LV"/>
        </w:rPr>
      </w:pPr>
      <w:r w:rsidRPr="00ED4CE0">
        <w:rPr>
          <w:sz w:val="18"/>
          <w:szCs w:val="20"/>
          <w:lang w:eastAsia="lv-LV"/>
        </w:rPr>
        <w:t>E-pasts</w:t>
      </w:r>
      <w:r w:rsidRPr="00ED4CE0">
        <w:rPr>
          <w:iCs/>
          <w:sz w:val="18"/>
          <w:szCs w:val="20"/>
          <w:lang w:eastAsia="lv-LV"/>
        </w:rPr>
        <w:t xml:space="preserve"> </w:t>
      </w:r>
      <w:r w:rsidRPr="00ED4CE0">
        <w:rPr>
          <w:iCs/>
          <w:noProof/>
          <w:sz w:val="18"/>
          <w:szCs w:val="20"/>
          <w:lang w:eastAsia="lv-LV"/>
        </w:rPr>
        <w:t>pasts@limbazunovads.lv</w:t>
      </w:r>
      <w:r w:rsidRPr="00ED4CE0">
        <w:rPr>
          <w:iCs/>
          <w:sz w:val="18"/>
          <w:szCs w:val="20"/>
          <w:lang w:eastAsia="lv-LV"/>
        </w:rPr>
        <w:t>;</w:t>
      </w:r>
      <w:r w:rsidRPr="00ED4CE0">
        <w:rPr>
          <w:sz w:val="18"/>
          <w:szCs w:val="20"/>
          <w:lang w:eastAsia="lv-LV"/>
        </w:rPr>
        <w:t xml:space="preserve"> tālrunis </w:t>
      </w:r>
      <w:r w:rsidRPr="00ED4CE0">
        <w:rPr>
          <w:noProof/>
          <w:sz w:val="18"/>
          <w:szCs w:val="20"/>
          <w:lang w:eastAsia="lv-LV"/>
        </w:rPr>
        <w:t>64023003</w:t>
      </w:r>
    </w:p>
    <w:p w14:paraId="63AFBA53" w14:textId="77777777" w:rsidR="009D7EE1" w:rsidRDefault="009D7EE1" w:rsidP="00B613EC">
      <w:pPr>
        <w:jc w:val="left"/>
        <w:rPr>
          <w:b/>
        </w:rPr>
      </w:pPr>
    </w:p>
    <w:p w14:paraId="45B0D6EA" w14:textId="42202E9F" w:rsidR="00ED4CE0" w:rsidRDefault="00ED4CE0" w:rsidP="00ED4CE0">
      <w:pPr>
        <w:jc w:val="center"/>
        <w:rPr>
          <w:b/>
        </w:rPr>
      </w:pPr>
      <w:r>
        <w:rPr>
          <w:b/>
        </w:rPr>
        <w:t>IEKŠĒJIE NOTEIKUMI</w:t>
      </w:r>
    </w:p>
    <w:p w14:paraId="53BAD8E8" w14:textId="77777777" w:rsidR="00ED4CE0" w:rsidRDefault="00ED4CE0" w:rsidP="00ED4CE0">
      <w:pPr>
        <w:rPr>
          <w:b/>
        </w:rPr>
      </w:pPr>
    </w:p>
    <w:p w14:paraId="67A96AA4" w14:textId="07576FC9" w:rsidR="00ED4CE0" w:rsidRPr="00ED4CE0" w:rsidRDefault="00ED4CE0" w:rsidP="00ED4CE0">
      <w:r w:rsidRPr="00ED4CE0">
        <w:t>2025.</w:t>
      </w:r>
      <w:r w:rsidR="00D4377D">
        <w:t xml:space="preserve"> </w:t>
      </w:r>
      <w:r w:rsidRPr="00ED4CE0">
        <w:t xml:space="preserve">gada </w:t>
      </w:r>
      <w:r w:rsidR="0072766C">
        <w:t>25</w:t>
      </w:r>
      <w:r w:rsidRPr="00ED4CE0">
        <w:t>.</w:t>
      </w:r>
      <w:r w:rsidR="0072766C">
        <w:t xml:space="preserve"> </w:t>
      </w:r>
      <w:r w:rsidRPr="00ED4CE0">
        <w:t>septembrī</w:t>
      </w:r>
      <w:r w:rsidRPr="00ED4CE0">
        <w:tab/>
      </w:r>
      <w:r w:rsidRPr="00ED4CE0">
        <w:tab/>
      </w:r>
      <w:r w:rsidRPr="00ED4CE0">
        <w:tab/>
      </w:r>
      <w:r w:rsidRPr="00ED4CE0">
        <w:tab/>
      </w:r>
      <w:r w:rsidRPr="00ED4CE0">
        <w:tab/>
      </w:r>
      <w:r w:rsidRPr="00ED4CE0">
        <w:tab/>
      </w:r>
      <w:r w:rsidRPr="00ED4CE0">
        <w:tab/>
      </w:r>
      <w:r w:rsidRPr="00ED4CE0">
        <w:tab/>
      </w:r>
      <w:r w:rsidRPr="00ED4CE0">
        <w:tab/>
      </w:r>
      <w:r w:rsidR="0072766C">
        <w:t xml:space="preserve">      </w:t>
      </w:r>
      <w:r w:rsidRPr="00ED4CE0">
        <w:t>Nr.</w:t>
      </w:r>
      <w:r w:rsidR="0072766C">
        <w:t xml:space="preserve"> 6</w:t>
      </w:r>
    </w:p>
    <w:p w14:paraId="458DAC5A" w14:textId="77777777" w:rsidR="00ED4CE0" w:rsidRPr="00ED4CE0" w:rsidRDefault="00ED4CE0" w:rsidP="00ED4CE0">
      <w:pPr>
        <w:jc w:val="right"/>
      </w:pPr>
    </w:p>
    <w:p w14:paraId="2ECEA0C1" w14:textId="635E5292" w:rsidR="00ED4CE0" w:rsidRPr="00ED4CE0" w:rsidRDefault="00ED4CE0" w:rsidP="00ED4CE0">
      <w:pPr>
        <w:jc w:val="right"/>
        <w:rPr>
          <w:b/>
        </w:rPr>
      </w:pPr>
      <w:r w:rsidRPr="00ED4CE0">
        <w:rPr>
          <w:b/>
        </w:rPr>
        <w:t>APSTIPRINĀT</w:t>
      </w:r>
      <w:r>
        <w:rPr>
          <w:b/>
        </w:rPr>
        <w:t>I</w:t>
      </w:r>
    </w:p>
    <w:p w14:paraId="47F9DF22" w14:textId="77777777" w:rsidR="00ED4CE0" w:rsidRPr="00ED4CE0" w:rsidRDefault="00ED4CE0" w:rsidP="00ED4CE0">
      <w:pPr>
        <w:jc w:val="right"/>
      </w:pPr>
      <w:r w:rsidRPr="00ED4CE0">
        <w:t>ar Limbažu novada domes</w:t>
      </w:r>
    </w:p>
    <w:p w14:paraId="57F1FF14" w14:textId="286CAA4A" w:rsidR="00ED4CE0" w:rsidRPr="00ED4CE0" w:rsidRDefault="0072766C" w:rsidP="00ED4CE0">
      <w:pPr>
        <w:jc w:val="right"/>
      </w:pPr>
      <w:r>
        <w:t>25</w:t>
      </w:r>
      <w:r w:rsidR="00ED4CE0" w:rsidRPr="00ED4CE0">
        <w:t>.09.2025. sēdes lēmumu Nr.</w:t>
      </w:r>
      <w:r>
        <w:t>649</w:t>
      </w:r>
    </w:p>
    <w:p w14:paraId="79D39966" w14:textId="5514503F" w:rsidR="00ED4CE0" w:rsidRPr="00ED4CE0" w:rsidRDefault="00ED4CE0" w:rsidP="00ED4CE0">
      <w:pPr>
        <w:jc w:val="right"/>
      </w:pPr>
      <w:r w:rsidRPr="00ED4CE0">
        <w:t>(protokols Nr.</w:t>
      </w:r>
      <w:r w:rsidR="0072766C">
        <w:t>15</w:t>
      </w:r>
      <w:r w:rsidRPr="00ED4CE0">
        <w:t xml:space="preserve">, </w:t>
      </w:r>
      <w:r w:rsidR="0072766C">
        <w:t>4</w:t>
      </w:r>
      <w:r w:rsidRPr="00ED4CE0">
        <w:t>.)</w:t>
      </w:r>
    </w:p>
    <w:p w14:paraId="678BFD42" w14:textId="77777777" w:rsidR="00B049B4" w:rsidRPr="008F5392" w:rsidRDefault="00B049B4" w:rsidP="00B613EC">
      <w:pPr>
        <w:jc w:val="left"/>
        <w:rPr>
          <w:b/>
        </w:rPr>
      </w:pPr>
    </w:p>
    <w:p w14:paraId="007FB787" w14:textId="77777777" w:rsidR="005E5D19" w:rsidRPr="00ED4CE0" w:rsidRDefault="00534810" w:rsidP="00770BBF">
      <w:pPr>
        <w:pStyle w:val="04Parko"/>
        <w:rPr>
          <w:b/>
          <w:szCs w:val="28"/>
        </w:rPr>
      </w:pPr>
      <w:bookmarkStart w:id="0" w:name="_Hlk138368285"/>
      <w:bookmarkStart w:id="1" w:name="_Hlk138358183"/>
      <w:r w:rsidRPr="00ED4CE0">
        <w:rPr>
          <w:b/>
          <w:szCs w:val="28"/>
        </w:rPr>
        <w:t>Limbažu novada pašvaldības</w:t>
      </w:r>
    </w:p>
    <w:bookmarkEnd w:id="0"/>
    <w:p w14:paraId="3EB074C2" w14:textId="77777777" w:rsidR="00770BBF" w:rsidRPr="00ED4CE0" w:rsidRDefault="009133BE" w:rsidP="00770BBF">
      <w:pPr>
        <w:pStyle w:val="04Parko"/>
        <w:rPr>
          <w:b/>
          <w:szCs w:val="28"/>
        </w:rPr>
      </w:pPr>
      <w:r w:rsidRPr="00ED4CE0">
        <w:rPr>
          <w:b/>
          <w:szCs w:val="28"/>
        </w:rPr>
        <w:t>Kiber</w:t>
      </w:r>
      <w:r w:rsidR="00B63F5F" w:rsidRPr="00ED4CE0">
        <w:rPr>
          <w:b/>
          <w:szCs w:val="28"/>
        </w:rPr>
        <w:t>drošības</w:t>
      </w:r>
      <w:r w:rsidR="00770BBF" w:rsidRPr="00ED4CE0">
        <w:rPr>
          <w:b/>
          <w:szCs w:val="28"/>
        </w:rPr>
        <w:t xml:space="preserve"> politika</w:t>
      </w:r>
    </w:p>
    <w:bookmarkEnd w:id="1"/>
    <w:p w14:paraId="6D49A0A2" w14:textId="77777777" w:rsidR="00511246" w:rsidRDefault="00511246" w:rsidP="00511246">
      <w:pPr>
        <w:pStyle w:val="04Parko"/>
        <w:jc w:val="right"/>
        <w:rPr>
          <w:i/>
          <w:sz w:val="22"/>
          <w:szCs w:val="22"/>
        </w:rPr>
      </w:pPr>
    </w:p>
    <w:p w14:paraId="127C1198" w14:textId="37920F36" w:rsidR="00770BBF" w:rsidRPr="00511246" w:rsidRDefault="00511246" w:rsidP="00511246">
      <w:pPr>
        <w:pStyle w:val="04Parko"/>
        <w:jc w:val="right"/>
        <w:rPr>
          <w:i/>
          <w:sz w:val="22"/>
          <w:szCs w:val="22"/>
        </w:rPr>
      </w:pPr>
      <w:r w:rsidRPr="00511246">
        <w:rPr>
          <w:i/>
          <w:sz w:val="22"/>
          <w:szCs w:val="22"/>
        </w:rPr>
        <w:t xml:space="preserve">Izdoti saskaņā ar </w:t>
      </w:r>
    </w:p>
    <w:p w14:paraId="0209FB02" w14:textId="77777777" w:rsidR="00511246" w:rsidRPr="00511246" w:rsidRDefault="00511246" w:rsidP="00511246">
      <w:pPr>
        <w:pStyle w:val="04Parko"/>
        <w:jc w:val="right"/>
        <w:rPr>
          <w:i/>
          <w:sz w:val="22"/>
          <w:szCs w:val="22"/>
        </w:rPr>
      </w:pPr>
      <w:r w:rsidRPr="00511246">
        <w:rPr>
          <w:i/>
          <w:sz w:val="22"/>
          <w:szCs w:val="22"/>
        </w:rPr>
        <w:t>Valsts pārvaldes iekārtas likuma</w:t>
      </w:r>
    </w:p>
    <w:p w14:paraId="6534D9BD" w14:textId="53EF1B0C" w:rsidR="00511246" w:rsidRPr="00511246" w:rsidRDefault="00511246" w:rsidP="00511246">
      <w:pPr>
        <w:pStyle w:val="04Parko"/>
        <w:jc w:val="right"/>
        <w:rPr>
          <w:i/>
          <w:sz w:val="22"/>
          <w:szCs w:val="22"/>
        </w:rPr>
      </w:pPr>
      <w:r w:rsidRPr="00511246">
        <w:rPr>
          <w:i/>
          <w:sz w:val="22"/>
          <w:szCs w:val="22"/>
        </w:rPr>
        <w:t xml:space="preserve"> 73. panta pirmās daļas 4. punktu</w:t>
      </w:r>
    </w:p>
    <w:p w14:paraId="7DA28A02" w14:textId="77777777" w:rsidR="00511246" w:rsidRPr="008F5392" w:rsidRDefault="00511246" w:rsidP="00511246">
      <w:pPr>
        <w:pStyle w:val="04Parko"/>
        <w:jc w:val="right"/>
        <w:rPr>
          <w:b/>
          <w:sz w:val="24"/>
        </w:rPr>
      </w:pPr>
    </w:p>
    <w:p w14:paraId="3CBBAE5D" w14:textId="77777777" w:rsidR="00770BBF" w:rsidRPr="008F5392" w:rsidRDefault="00770BBF" w:rsidP="00D4377D">
      <w:pPr>
        <w:pStyle w:val="02Pamatteksts"/>
        <w:numPr>
          <w:ilvl w:val="0"/>
          <w:numId w:val="5"/>
        </w:numPr>
        <w:ind w:left="0" w:firstLine="0"/>
        <w:jc w:val="center"/>
        <w:rPr>
          <w:b/>
          <w:sz w:val="24"/>
        </w:rPr>
      </w:pPr>
      <w:r w:rsidRPr="008F5392">
        <w:rPr>
          <w:b/>
          <w:sz w:val="24"/>
        </w:rPr>
        <w:t>Vispārīgie jautājumi</w:t>
      </w:r>
    </w:p>
    <w:p w14:paraId="071CFDD4" w14:textId="77777777" w:rsidR="00770BBF" w:rsidRPr="008F5392" w:rsidRDefault="00770BBF" w:rsidP="00770BBF">
      <w:pPr>
        <w:pStyle w:val="02Pamatteksts"/>
        <w:jc w:val="center"/>
        <w:rPr>
          <w:sz w:val="24"/>
        </w:rPr>
      </w:pPr>
    </w:p>
    <w:p w14:paraId="7E4271E6" w14:textId="31E35294" w:rsidR="00770BBF" w:rsidRDefault="003937B1" w:rsidP="00D4377D">
      <w:pPr>
        <w:numPr>
          <w:ilvl w:val="0"/>
          <w:numId w:val="4"/>
        </w:numPr>
        <w:ind w:left="284" w:hanging="284"/>
      </w:pPr>
      <w:bookmarkStart w:id="2" w:name="_Hlk138358208"/>
      <w:bookmarkStart w:id="3" w:name="_Hlk138368511"/>
      <w:bookmarkStart w:id="4" w:name="_Hlk138368527"/>
      <w:proofErr w:type="spellStart"/>
      <w:r>
        <w:t>Kiberdrošības</w:t>
      </w:r>
      <w:proofErr w:type="spellEnd"/>
      <w:r w:rsidR="00770BBF" w:rsidRPr="008F5392">
        <w:t xml:space="preserve"> politika nosaka </w:t>
      </w:r>
      <w:r w:rsidR="00534810">
        <w:t>Limbažu novada pašvaldības</w:t>
      </w:r>
      <w:r w:rsidR="005E5D19" w:rsidRPr="008F5392">
        <w:t xml:space="preserve"> </w:t>
      </w:r>
      <w:r w:rsidR="00770BBF" w:rsidRPr="008F5392">
        <w:t xml:space="preserve">(turpmāk – </w:t>
      </w:r>
      <w:r w:rsidR="006851B0">
        <w:t>P</w:t>
      </w:r>
      <w:r w:rsidR="00534810">
        <w:t>ašvaldība</w:t>
      </w:r>
      <w:r w:rsidR="00770BBF" w:rsidRPr="008F5392">
        <w:t xml:space="preserve">) </w:t>
      </w:r>
      <w:r w:rsidR="00B837DE" w:rsidRPr="003F4F40">
        <w:t xml:space="preserve">vispārējo pieeju kiberdrošības pārvaldībai un kalpo kā pamats iekšējai drošības kontrolei, riska pārvaldībai un atbilstības nodrošināšanai attiecībā uz </w:t>
      </w:r>
      <w:r w:rsidR="00534810">
        <w:t>Pašvaldības</w:t>
      </w:r>
      <w:r w:rsidR="00B837DE" w:rsidRPr="003F4F40">
        <w:t xml:space="preserve"> </w:t>
      </w:r>
      <w:r w:rsidR="006851B0" w:rsidRPr="003F4F40">
        <w:t>esoš</w:t>
      </w:r>
      <w:r w:rsidR="00463E8F">
        <w:t>o</w:t>
      </w:r>
      <w:r w:rsidR="006851B0" w:rsidRPr="003F4F40">
        <w:t xml:space="preserve"> informācijas un komunikācijas tehnoloģijas (turpmāk - IKT) kiberdrošību</w:t>
      </w:r>
      <w:r w:rsidR="006851B0">
        <w:t>, informācijas un</w:t>
      </w:r>
      <w:r w:rsidR="0091114C" w:rsidRPr="008F5392">
        <w:t xml:space="preserve"> informācijas sistēm</w:t>
      </w:r>
      <w:r w:rsidR="006851B0">
        <w:t xml:space="preserve">u </w:t>
      </w:r>
      <w:r w:rsidR="00770BBF" w:rsidRPr="008F5392">
        <w:t>pieejamību, integritāti un konfidencialitāti</w:t>
      </w:r>
      <w:bookmarkEnd w:id="2"/>
      <w:r w:rsidR="00770BBF" w:rsidRPr="008F5392">
        <w:t>.</w:t>
      </w:r>
    </w:p>
    <w:p w14:paraId="5618741F" w14:textId="77777777" w:rsidR="001B15B6" w:rsidRDefault="001B15B6" w:rsidP="00ED4CE0">
      <w:pPr>
        <w:tabs>
          <w:tab w:val="left" w:pos="3240"/>
          <w:tab w:val="left" w:pos="3420"/>
        </w:tabs>
        <w:ind w:left="397" w:hanging="397"/>
      </w:pPr>
    </w:p>
    <w:p w14:paraId="032BB4F0" w14:textId="6AC15C59" w:rsidR="001B15B6" w:rsidRPr="008F5392" w:rsidRDefault="001B15B6" w:rsidP="00D4377D">
      <w:pPr>
        <w:numPr>
          <w:ilvl w:val="0"/>
          <w:numId w:val="4"/>
        </w:numPr>
        <w:tabs>
          <w:tab w:val="left" w:pos="3240"/>
          <w:tab w:val="left" w:pos="3420"/>
        </w:tabs>
        <w:ind w:left="284" w:hanging="284"/>
      </w:pPr>
      <w:r w:rsidRPr="003F4F40">
        <w:rPr>
          <w:rStyle w:val="normaltextrun"/>
        </w:rPr>
        <w:t>Kiberdrošības politika</w:t>
      </w:r>
      <w:r w:rsidRPr="001C31FD">
        <w:rPr>
          <w:rStyle w:val="normaltextrun"/>
        </w:rPr>
        <w:t xml:space="preserve"> ir izstrādāta saskaņā </w:t>
      </w:r>
      <w:r w:rsidR="00ED4CE0">
        <w:rPr>
          <w:rStyle w:val="normaltextrun"/>
        </w:rPr>
        <w:t xml:space="preserve">ar </w:t>
      </w:r>
      <w:r>
        <w:rPr>
          <w:rStyle w:val="normaltextrun"/>
        </w:rPr>
        <w:t xml:space="preserve">Nacionālo </w:t>
      </w:r>
      <w:proofErr w:type="spellStart"/>
      <w:r>
        <w:rPr>
          <w:rStyle w:val="normaltextrun"/>
        </w:rPr>
        <w:t>kiberdrošības</w:t>
      </w:r>
      <w:proofErr w:type="spellEnd"/>
      <w:r w:rsidRPr="001C31FD">
        <w:rPr>
          <w:rStyle w:val="normaltextrun"/>
        </w:rPr>
        <w:t xml:space="preserve"> likumu</w:t>
      </w:r>
      <w:r w:rsidR="00F71976">
        <w:rPr>
          <w:rStyle w:val="normaltextrun"/>
        </w:rPr>
        <w:t xml:space="preserve"> </w:t>
      </w:r>
      <w:r>
        <w:rPr>
          <w:rStyle w:val="normaltextrun"/>
        </w:rPr>
        <w:t>un uz š</w:t>
      </w:r>
      <w:r w:rsidR="00F71976">
        <w:rPr>
          <w:rStyle w:val="normaltextrun"/>
        </w:rPr>
        <w:t>ī</w:t>
      </w:r>
      <w:r w:rsidR="00ED4CE0">
        <w:rPr>
          <w:rStyle w:val="normaltextrun"/>
        </w:rPr>
        <w:t xml:space="preserve"> likuma</w:t>
      </w:r>
      <w:r>
        <w:rPr>
          <w:rStyle w:val="normaltextrun"/>
        </w:rPr>
        <w:t xml:space="preserve"> pamata izstrādātajiem Ministru kabineta noteikumiem, t.sk.</w:t>
      </w:r>
      <w:r w:rsidRPr="001C31FD">
        <w:rPr>
          <w:rStyle w:val="normaltextrun"/>
        </w:rPr>
        <w:t xml:space="preserve"> </w:t>
      </w:r>
      <w:r w:rsidRPr="00F5491D">
        <w:rPr>
          <w:rStyle w:val="normaltextrun"/>
        </w:rPr>
        <w:t xml:space="preserve">Ministru kabineta 2025. gada 25. jūnija noteikumu Nr.397 “Minimālās </w:t>
      </w:r>
      <w:proofErr w:type="spellStart"/>
      <w:r w:rsidRPr="00F5491D">
        <w:rPr>
          <w:rStyle w:val="normaltextrun"/>
        </w:rPr>
        <w:t>kiberdrošības</w:t>
      </w:r>
      <w:proofErr w:type="spellEnd"/>
      <w:r w:rsidRPr="00F5491D">
        <w:rPr>
          <w:rStyle w:val="normaltextrun"/>
        </w:rPr>
        <w:t xml:space="preserve"> prasības"</w:t>
      </w:r>
      <w:r w:rsidR="00ED4CE0">
        <w:rPr>
          <w:rStyle w:val="normaltextrun"/>
        </w:rPr>
        <w:t xml:space="preserve"> </w:t>
      </w:r>
      <w:r>
        <w:rPr>
          <w:rStyle w:val="normaltextrun"/>
        </w:rPr>
        <w:t>28.</w:t>
      </w:r>
      <w:r w:rsidR="00ED4CE0">
        <w:rPr>
          <w:rStyle w:val="normaltextrun"/>
        </w:rPr>
        <w:t xml:space="preserve"> </w:t>
      </w:r>
      <w:r>
        <w:rPr>
          <w:rStyle w:val="normaltextrun"/>
        </w:rPr>
        <w:t>punktu un 29.</w:t>
      </w:r>
      <w:r w:rsidR="00ED4CE0">
        <w:rPr>
          <w:rStyle w:val="normaltextrun"/>
        </w:rPr>
        <w:t xml:space="preserve"> </w:t>
      </w:r>
      <w:r>
        <w:rPr>
          <w:rStyle w:val="normaltextrun"/>
        </w:rPr>
        <w:t>punktu.</w:t>
      </w:r>
    </w:p>
    <w:p w14:paraId="3EC90F57" w14:textId="77777777" w:rsidR="00222200" w:rsidRPr="008F5392" w:rsidRDefault="00222200" w:rsidP="00ED4CE0">
      <w:pPr>
        <w:pStyle w:val="02Pamatteksts"/>
        <w:ind w:left="284" w:hanging="284"/>
        <w:rPr>
          <w:sz w:val="24"/>
        </w:rPr>
      </w:pPr>
    </w:p>
    <w:p w14:paraId="425E4045" w14:textId="77777777" w:rsidR="00770BBF" w:rsidRPr="008F5392" w:rsidRDefault="00B049B4" w:rsidP="00D4377D">
      <w:pPr>
        <w:numPr>
          <w:ilvl w:val="0"/>
          <w:numId w:val="4"/>
        </w:numPr>
        <w:tabs>
          <w:tab w:val="left" w:pos="3240"/>
          <w:tab w:val="left" w:pos="3420"/>
        </w:tabs>
        <w:ind w:left="284" w:hanging="284"/>
      </w:pPr>
      <w:r>
        <w:t>Kiberdrošības p</w:t>
      </w:r>
      <w:r w:rsidR="00770BBF" w:rsidRPr="008F5392">
        <w:t>olitikā lietotie termini:</w:t>
      </w:r>
    </w:p>
    <w:p w14:paraId="34D4625F" w14:textId="6FFB506C" w:rsidR="00E518D6" w:rsidRPr="00E518D6" w:rsidRDefault="00534810" w:rsidP="0072766C">
      <w:pPr>
        <w:numPr>
          <w:ilvl w:val="1"/>
          <w:numId w:val="4"/>
        </w:numPr>
        <w:tabs>
          <w:tab w:val="left" w:pos="3420"/>
        </w:tabs>
        <w:ind w:left="851" w:hanging="454"/>
      </w:pPr>
      <w:bookmarkStart w:id="5" w:name="_Hlk138368176"/>
      <w:r>
        <w:rPr>
          <w:b/>
          <w:bCs/>
        </w:rPr>
        <w:t>Limbažu novada pašvaldība</w:t>
      </w:r>
      <w:r w:rsidR="00E518D6" w:rsidRPr="00E518D6">
        <w:t xml:space="preserve"> – subjekts, kas, ievērojot  Nacionālā kiberdrošības likuma nosacījumus, atbilst Būtiskā </w:t>
      </w:r>
      <w:r w:rsidR="00D4377D">
        <w:t>pakalpojuma sniedzēja statusam;</w:t>
      </w:r>
    </w:p>
    <w:p w14:paraId="52CE9F0B" w14:textId="6F5E6581" w:rsidR="00127531" w:rsidRPr="00E518D6" w:rsidRDefault="00E518D6" w:rsidP="00D4377D">
      <w:pPr>
        <w:numPr>
          <w:ilvl w:val="1"/>
          <w:numId w:val="4"/>
        </w:numPr>
        <w:tabs>
          <w:tab w:val="left" w:pos="1425"/>
          <w:tab w:val="left" w:pos="3420"/>
        </w:tabs>
        <w:ind w:left="964" w:hanging="567"/>
      </w:pPr>
      <w:r w:rsidRPr="00E518D6">
        <w:rPr>
          <w:b/>
          <w:bCs/>
        </w:rPr>
        <w:t>Informācijas resurss</w:t>
      </w:r>
      <w:r w:rsidRPr="00E518D6">
        <w:t xml:space="preserve"> </w:t>
      </w:r>
      <w:r w:rsidR="00127531" w:rsidRPr="00E518D6">
        <w:t xml:space="preserve">- </w:t>
      </w:r>
      <w:r w:rsidRPr="00E518D6">
        <w:t>strukturēta digitālo datu vienība</w:t>
      </w:r>
      <w:r w:rsidR="00D4377D">
        <w:t>;</w:t>
      </w:r>
    </w:p>
    <w:p w14:paraId="5BB83C3D" w14:textId="3DB33C2A" w:rsidR="00770BBF" w:rsidRPr="00E518D6" w:rsidRDefault="00770BBF" w:rsidP="0072766C">
      <w:pPr>
        <w:numPr>
          <w:ilvl w:val="1"/>
          <w:numId w:val="4"/>
        </w:numPr>
        <w:tabs>
          <w:tab w:val="left" w:pos="3420"/>
        </w:tabs>
        <w:ind w:left="851" w:hanging="454"/>
      </w:pPr>
      <w:r w:rsidRPr="00E518D6">
        <w:rPr>
          <w:b/>
          <w:bCs/>
        </w:rPr>
        <w:t>Informācijas sistēma</w:t>
      </w:r>
      <w:r w:rsidRPr="00E518D6">
        <w:t xml:space="preserve"> – </w:t>
      </w:r>
      <w:r w:rsidR="00127531" w:rsidRPr="00E518D6">
        <w:t>organizēta sistēma, kas paredzēta informācijas resursu pārvaldībai un elektroniskajai apstrādei, izmantojot tehniskos</w:t>
      </w:r>
      <w:r w:rsidR="00127531" w:rsidRPr="00E518D6">
        <w:rPr>
          <w:shd w:val="clear" w:color="auto" w:fill="FFFFFF"/>
        </w:rPr>
        <w:t xml:space="preserve"> resursus</w:t>
      </w:r>
      <w:r w:rsidR="00D4377D">
        <w:t>;</w:t>
      </w:r>
    </w:p>
    <w:p w14:paraId="45EBE8CB" w14:textId="50444C5E" w:rsidR="00127531" w:rsidRPr="00E518D6" w:rsidRDefault="00127531" w:rsidP="0072766C">
      <w:pPr>
        <w:numPr>
          <w:ilvl w:val="1"/>
          <w:numId w:val="4"/>
        </w:numPr>
        <w:tabs>
          <w:tab w:val="left" w:pos="3420"/>
        </w:tabs>
        <w:ind w:left="851" w:hanging="454"/>
      </w:pPr>
      <w:r w:rsidRPr="00E518D6">
        <w:rPr>
          <w:b/>
          <w:bCs/>
        </w:rPr>
        <w:t>Informācijas un komunikācijas tehnoloģijas</w:t>
      </w:r>
      <w:r w:rsidRPr="00E518D6">
        <w:t xml:space="preserve"> (IKT) – tehnoloģijas, kuras tām paredzēto uzdevumu izpildei ar tehnisko līdzekļu palīdzību veic informācijas elektronisko apstrādi, tai skaitā izveidošanu, izmainīšanu, dzēšanu, glabāšanu, attēlošanu, pārsūtīšanu vai pārraidīšanu (turpmāk — elektroniskā apstrāde), un nodrošina tehnoloģijas izman</w:t>
      </w:r>
      <w:r w:rsidR="00D4377D">
        <w:t>totāju savstarpējo komunikāciju;</w:t>
      </w:r>
    </w:p>
    <w:p w14:paraId="064E9E86" w14:textId="19EC122E" w:rsidR="00127531" w:rsidRPr="00E518D6" w:rsidRDefault="00127531" w:rsidP="00D4377D">
      <w:pPr>
        <w:numPr>
          <w:ilvl w:val="1"/>
          <w:numId w:val="4"/>
        </w:numPr>
        <w:tabs>
          <w:tab w:val="left" w:pos="1425"/>
          <w:tab w:val="left" w:pos="3420"/>
        </w:tabs>
        <w:ind w:left="964" w:hanging="567"/>
      </w:pPr>
      <w:r w:rsidRPr="00E518D6">
        <w:rPr>
          <w:b/>
          <w:bCs/>
        </w:rPr>
        <w:t xml:space="preserve">IKT resursi </w:t>
      </w:r>
      <w:r w:rsidRPr="00E518D6">
        <w:t>- tehnisko resursu</w:t>
      </w:r>
      <w:r w:rsidR="00D4377D">
        <w:t xml:space="preserve"> un informācijas resursu kopums;</w:t>
      </w:r>
    </w:p>
    <w:p w14:paraId="112427F1" w14:textId="6B6EFCB8" w:rsidR="00127531" w:rsidRPr="00E518D6" w:rsidRDefault="00127531" w:rsidP="0072766C">
      <w:pPr>
        <w:numPr>
          <w:ilvl w:val="1"/>
          <w:numId w:val="4"/>
        </w:numPr>
        <w:tabs>
          <w:tab w:val="left" w:pos="3420"/>
        </w:tabs>
        <w:ind w:left="851" w:hanging="454"/>
      </w:pPr>
      <w:r w:rsidRPr="00E518D6">
        <w:rPr>
          <w:b/>
          <w:bCs/>
        </w:rPr>
        <w:t xml:space="preserve">Integritāte </w:t>
      </w:r>
      <w:r w:rsidRPr="00E518D6">
        <w:t xml:space="preserve">- </w:t>
      </w:r>
      <w:r w:rsidRPr="00E518D6">
        <w:rPr>
          <w:shd w:val="clear" w:color="auto" w:fill="FFFFFF"/>
        </w:rPr>
        <w:t>informācijas resursa un tā elektroniskās apstrādes metožu prec</w:t>
      </w:r>
      <w:r w:rsidR="00D4377D">
        <w:rPr>
          <w:shd w:val="clear" w:color="auto" w:fill="FFFFFF"/>
        </w:rPr>
        <w:t>izitāte, pareizība un pilnīgums;</w:t>
      </w:r>
    </w:p>
    <w:p w14:paraId="331CF0F0" w14:textId="4AE25725" w:rsidR="00127531" w:rsidRPr="00E518D6" w:rsidRDefault="00E518D6" w:rsidP="0072766C">
      <w:pPr>
        <w:numPr>
          <w:ilvl w:val="1"/>
          <w:numId w:val="4"/>
        </w:numPr>
        <w:tabs>
          <w:tab w:val="left" w:pos="3420"/>
        </w:tabs>
        <w:ind w:left="851" w:hanging="454"/>
      </w:pPr>
      <w:r>
        <w:rPr>
          <w:rStyle w:val="Izteiksmgs"/>
          <w:shd w:val="clear" w:color="auto" w:fill="FFFFFF"/>
        </w:rPr>
        <w:t>K</w:t>
      </w:r>
      <w:r w:rsidR="00127531" w:rsidRPr="00E518D6">
        <w:rPr>
          <w:rStyle w:val="Izteiksmgs"/>
          <w:shd w:val="clear" w:color="auto" w:fill="FFFFFF"/>
        </w:rPr>
        <w:t>onfidencialitāte</w:t>
      </w:r>
      <w:r w:rsidR="00127531" w:rsidRPr="00E518D6">
        <w:rPr>
          <w:shd w:val="clear" w:color="auto" w:fill="FFFFFF"/>
        </w:rPr>
        <w:t xml:space="preserve"> – piekļuve informācijas resursam tikai </w:t>
      </w:r>
      <w:r w:rsidR="00B837DE">
        <w:rPr>
          <w:shd w:val="clear" w:color="auto" w:fill="FFFFFF"/>
        </w:rPr>
        <w:t>autorizētiem</w:t>
      </w:r>
      <w:r w:rsidR="00B837DE" w:rsidRPr="00E518D6">
        <w:rPr>
          <w:shd w:val="clear" w:color="auto" w:fill="FFFFFF"/>
        </w:rPr>
        <w:t xml:space="preserve"> </w:t>
      </w:r>
      <w:r w:rsidR="00D4377D">
        <w:rPr>
          <w:shd w:val="clear" w:color="auto" w:fill="FFFFFF"/>
        </w:rPr>
        <w:t>IKT procesiem un lietotājiem;</w:t>
      </w:r>
    </w:p>
    <w:p w14:paraId="7853FD5A" w14:textId="7CC3A428" w:rsidR="00127531" w:rsidRPr="00E518D6" w:rsidRDefault="00E518D6" w:rsidP="0072766C">
      <w:pPr>
        <w:numPr>
          <w:ilvl w:val="1"/>
          <w:numId w:val="4"/>
        </w:numPr>
        <w:tabs>
          <w:tab w:val="left" w:pos="3420"/>
        </w:tabs>
        <w:ind w:left="851" w:hanging="454"/>
      </w:pPr>
      <w:r>
        <w:rPr>
          <w:rStyle w:val="Izteiksmgs"/>
          <w:shd w:val="clear" w:color="auto" w:fill="FFFFFF"/>
        </w:rPr>
        <w:t>P</w:t>
      </w:r>
      <w:r w:rsidR="00127531" w:rsidRPr="00E518D6">
        <w:rPr>
          <w:rStyle w:val="Izteiksmgs"/>
          <w:shd w:val="clear" w:color="auto" w:fill="FFFFFF"/>
        </w:rPr>
        <w:t>ieejamība </w:t>
      </w:r>
      <w:r w:rsidR="00127531" w:rsidRPr="00E518D6">
        <w:rPr>
          <w:shd w:val="clear" w:color="auto" w:fill="FFFFFF"/>
        </w:rPr>
        <w:t xml:space="preserve">– iespēja lietotājam lietot informācijas sistēmu vai informācijas </w:t>
      </w:r>
      <w:r w:rsidR="00D4377D">
        <w:rPr>
          <w:shd w:val="clear" w:color="auto" w:fill="FFFFFF"/>
        </w:rPr>
        <w:t>resursu noteiktā laikā un vietā;</w:t>
      </w:r>
    </w:p>
    <w:p w14:paraId="492B618D" w14:textId="0658D21E" w:rsidR="00190028" w:rsidRPr="00E518D6" w:rsidRDefault="00127531" w:rsidP="0072766C">
      <w:pPr>
        <w:numPr>
          <w:ilvl w:val="1"/>
          <w:numId w:val="4"/>
        </w:numPr>
        <w:tabs>
          <w:tab w:val="left" w:pos="3420"/>
        </w:tabs>
        <w:ind w:left="851" w:hanging="454"/>
      </w:pPr>
      <w:bookmarkStart w:id="6" w:name="_Hlk139717378"/>
      <w:bookmarkEnd w:id="3"/>
      <w:r w:rsidRPr="00E518D6">
        <w:rPr>
          <w:b/>
          <w:bCs/>
        </w:rPr>
        <w:t>Kiber</w:t>
      </w:r>
      <w:r w:rsidR="00190028" w:rsidRPr="00E518D6">
        <w:rPr>
          <w:b/>
          <w:bCs/>
        </w:rPr>
        <w:t>drošības pārvaldnieks</w:t>
      </w:r>
      <w:r w:rsidR="00190028" w:rsidRPr="00E518D6">
        <w:t xml:space="preserve"> – </w:t>
      </w:r>
      <w:r w:rsidR="000776C1">
        <w:t xml:space="preserve">ar </w:t>
      </w:r>
      <w:r w:rsidR="00463E8F">
        <w:t>Pašvaldības</w:t>
      </w:r>
      <w:r w:rsidR="000776C1" w:rsidRPr="00E518D6">
        <w:t xml:space="preserve"> </w:t>
      </w:r>
      <w:r w:rsidR="00190028" w:rsidRPr="00E518D6">
        <w:t>rīkojum</w:t>
      </w:r>
      <w:r w:rsidR="000776C1">
        <w:t>u</w:t>
      </w:r>
      <w:r w:rsidR="00190028" w:rsidRPr="00E518D6">
        <w:t xml:space="preserve"> iecelts </w:t>
      </w:r>
      <w:r w:rsidR="00463E8F">
        <w:t>Pašvaldības</w:t>
      </w:r>
      <w:r w:rsidR="000776C1" w:rsidRPr="00E518D6">
        <w:t xml:space="preserve"> </w:t>
      </w:r>
      <w:r w:rsidR="00190028" w:rsidRPr="00E518D6">
        <w:t xml:space="preserve">darbinieks vai ārpakalpojuma sniedzējs, kas atbild par </w:t>
      </w:r>
      <w:r w:rsidR="00463E8F">
        <w:t>Pašvaldības</w:t>
      </w:r>
      <w:r w:rsidR="000776C1" w:rsidRPr="00E518D6">
        <w:t xml:space="preserve"> </w:t>
      </w:r>
      <w:r w:rsidR="00E518D6" w:rsidRPr="00E518D6">
        <w:t>k</w:t>
      </w:r>
      <w:r w:rsidR="003937B1" w:rsidRPr="00E518D6">
        <w:t>iberdrošības</w:t>
      </w:r>
      <w:r w:rsidR="00190028" w:rsidRPr="00E518D6">
        <w:t xml:space="preserve"> pasākumu izstrādi, ieviešanu, u</w:t>
      </w:r>
      <w:r w:rsidR="00D4377D">
        <w:t>zturēšanu un uzraudzību;</w:t>
      </w:r>
    </w:p>
    <w:p w14:paraId="204A41CE" w14:textId="399BCB69" w:rsidR="00127531" w:rsidRDefault="00127531" w:rsidP="00D4377D">
      <w:pPr>
        <w:numPr>
          <w:ilvl w:val="1"/>
          <w:numId w:val="4"/>
        </w:numPr>
        <w:tabs>
          <w:tab w:val="left" w:pos="1425"/>
          <w:tab w:val="left" w:pos="3420"/>
        </w:tabs>
        <w:ind w:left="964" w:hanging="567"/>
      </w:pPr>
      <w:proofErr w:type="spellStart"/>
      <w:r w:rsidRPr="00E518D6">
        <w:rPr>
          <w:b/>
          <w:bCs/>
        </w:rPr>
        <w:t>Kiberapdraudējums</w:t>
      </w:r>
      <w:proofErr w:type="spellEnd"/>
      <w:r w:rsidRPr="00E518D6">
        <w:rPr>
          <w:b/>
          <w:bCs/>
        </w:rPr>
        <w:t xml:space="preserve"> </w:t>
      </w:r>
      <w:r w:rsidRPr="00E518D6">
        <w:t xml:space="preserve">- jebkādi iespējami apstākļi, notikums vai darbība, kas varētu radīt bojājumus vai traucējumus vai citādi negatīvi ietekmēt tīklu un informācijas sistēmas, </w:t>
      </w:r>
      <w:r w:rsidR="00D4377D">
        <w:t>to lietotājus un citas personas;</w:t>
      </w:r>
    </w:p>
    <w:p w14:paraId="5BCB3EAC" w14:textId="4C44A5BD" w:rsidR="00F71976" w:rsidRDefault="00F71976" w:rsidP="00D4377D">
      <w:pPr>
        <w:numPr>
          <w:ilvl w:val="1"/>
          <w:numId w:val="4"/>
        </w:numPr>
        <w:tabs>
          <w:tab w:val="left" w:pos="1425"/>
          <w:tab w:val="left" w:pos="3420"/>
        </w:tabs>
        <w:ind w:left="964" w:hanging="567"/>
      </w:pPr>
      <w:proofErr w:type="spellStart"/>
      <w:r w:rsidRPr="003F4F40">
        <w:rPr>
          <w:b/>
          <w:bCs/>
        </w:rPr>
        <w:t>Kiberdrošības</w:t>
      </w:r>
      <w:proofErr w:type="spellEnd"/>
      <w:r w:rsidRPr="003F4F40">
        <w:rPr>
          <w:b/>
          <w:bCs/>
        </w:rPr>
        <w:t xml:space="preserve"> incidents</w:t>
      </w:r>
      <w:r w:rsidR="00D4377D">
        <w:rPr>
          <w:b/>
          <w:bCs/>
        </w:rPr>
        <w:t xml:space="preserve"> </w:t>
      </w:r>
      <w:r w:rsidRPr="003F4F40">
        <w:rPr>
          <w:b/>
          <w:bCs/>
        </w:rPr>
        <w:t xml:space="preserve">(turpmāk — </w:t>
      </w:r>
      <w:proofErr w:type="spellStart"/>
      <w:r w:rsidRPr="003F4F40">
        <w:rPr>
          <w:b/>
          <w:bCs/>
        </w:rPr>
        <w:t>kiberincidents</w:t>
      </w:r>
      <w:proofErr w:type="spellEnd"/>
      <w:r w:rsidRPr="003F4F40">
        <w:t>) — notikums, kas apdraud apstrādātus datus vai tādu pakalpojumu pieejamību, autentiskumu, integritāti vai konfidencialitāti, kurus piedāvā tīklu un informācijas sistēmas vai kuri pieejami ar tīklu un informācijas sistēmu starpniecību</w:t>
      </w:r>
      <w:r w:rsidR="00D4377D">
        <w:t>;</w:t>
      </w:r>
    </w:p>
    <w:p w14:paraId="1F30273A" w14:textId="40CC43BE" w:rsidR="00F71976" w:rsidRPr="00F71976" w:rsidRDefault="00F71976" w:rsidP="00D4377D">
      <w:pPr>
        <w:numPr>
          <w:ilvl w:val="1"/>
          <w:numId w:val="4"/>
        </w:numPr>
        <w:tabs>
          <w:tab w:val="left" w:pos="1425"/>
          <w:tab w:val="left" w:pos="3420"/>
        </w:tabs>
        <w:ind w:left="964" w:hanging="567"/>
      </w:pPr>
      <w:proofErr w:type="spellStart"/>
      <w:r>
        <w:rPr>
          <w:b/>
          <w:bCs/>
        </w:rPr>
        <w:t>K</w:t>
      </w:r>
      <w:r w:rsidRPr="003F4F40">
        <w:rPr>
          <w:b/>
          <w:bCs/>
        </w:rPr>
        <w:t>iberrisks</w:t>
      </w:r>
      <w:proofErr w:type="spellEnd"/>
      <w:r w:rsidRPr="003F4F40">
        <w:t xml:space="preserve"> — </w:t>
      </w:r>
      <w:proofErr w:type="spellStart"/>
      <w:r w:rsidRPr="003F4F40">
        <w:t>kiberincidenta</w:t>
      </w:r>
      <w:proofErr w:type="spellEnd"/>
      <w:r w:rsidRPr="003F4F40">
        <w:t xml:space="preserve"> izraisītu zaudējumu vai pakalpojumu traucējumu iespējamība, ko izsaka kā šādu zaudējumu vai traucējumu ietekmes un minētā i</w:t>
      </w:r>
      <w:r w:rsidR="00D4377D">
        <w:t>ncidenta varbūtības apvienojumu;</w:t>
      </w:r>
    </w:p>
    <w:p w14:paraId="155D8E46" w14:textId="43320315" w:rsidR="00190028" w:rsidRPr="00E518D6" w:rsidRDefault="00A566B8" w:rsidP="00D4377D">
      <w:pPr>
        <w:numPr>
          <w:ilvl w:val="1"/>
          <w:numId w:val="4"/>
        </w:numPr>
        <w:tabs>
          <w:tab w:val="left" w:pos="1425"/>
          <w:tab w:val="left" w:pos="3420"/>
        </w:tabs>
        <w:ind w:left="964" w:hanging="567"/>
      </w:pPr>
      <w:r>
        <w:rPr>
          <w:b/>
          <w:bCs/>
        </w:rPr>
        <w:t>IKT resursu īpašnieks</w:t>
      </w:r>
      <w:r w:rsidR="00190028" w:rsidRPr="00E518D6">
        <w:t xml:space="preserve"> - </w:t>
      </w:r>
      <w:r w:rsidR="000776C1">
        <w:t>p</w:t>
      </w:r>
      <w:r w:rsidR="000776C1" w:rsidRPr="00E518D6">
        <w:t>ersona</w:t>
      </w:r>
      <w:r w:rsidR="00190028" w:rsidRPr="00E518D6">
        <w:t>, kuras kompetencē atrodas konkrētas Informācijas sistēmas</w:t>
      </w:r>
      <w:r w:rsidR="00D4377D">
        <w:t xml:space="preserve"> darbības procesa organizēšana;</w:t>
      </w:r>
    </w:p>
    <w:p w14:paraId="4127E1BB" w14:textId="38CB67B8" w:rsidR="00190028" w:rsidRPr="00E518D6" w:rsidRDefault="00A566B8" w:rsidP="00D4377D">
      <w:pPr>
        <w:numPr>
          <w:ilvl w:val="1"/>
          <w:numId w:val="4"/>
        </w:numPr>
        <w:tabs>
          <w:tab w:val="left" w:pos="1425"/>
          <w:tab w:val="left" w:pos="3420"/>
        </w:tabs>
        <w:ind w:left="964" w:hanging="567"/>
      </w:pPr>
      <w:r>
        <w:rPr>
          <w:b/>
          <w:bCs/>
        </w:rPr>
        <w:t>IKT t</w:t>
      </w:r>
      <w:r w:rsidR="00190028" w:rsidRPr="00E518D6">
        <w:rPr>
          <w:b/>
          <w:bCs/>
        </w:rPr>
        <w:t>ehnisko resursu turētājs</w:t>
      </w:r>
      <w:r w:rsidR="00190028" w:rsidRPr="00E518D6">
        <w:t xml:space="preserve"> – </w:t>
      </w:r>
      <w:r w:rsidR="000776C1">
        <w:t>p</w:t>
      </w:r>
      <w:r w:rsidR="000776C1" w:rsidRPr="00E518D6">
        <w:t xml:space="preserve">ersona </w:t>
      </w:r>
      <w:r w:rsidR="00E518D6" w:rsidRPr="00E518D6">
        <w:t xml:space="preserve">vai </w:t>
      </w:r>
      <w:r w:rsidR="00190028" w:rsidRPr="00E518D6">
        <w:t>ārpakalpojuma sniedzējs, kas veic datortīklu, serveru un to saistīto iekārtu uzturēšanu un administrēšanu</w:t>
      </w:r>
      <w:r w:rsidR="00F71976">
        <w:t xml:space="preserve"> un / vai I</w:t>
      </w:r>
      <w:r w:rsidR="00190028" w:rsidRPr="00E518D6">
        <w:t>nformācijas sistēmas lietotāju datoru</w:t>
      </w:r>
      <w:r w:rsidR="00D4377D">
        <w:t xml:space="preserve"> uzstādīšanu un administrēšanu;</w:t>
      </w:r>
    </w:p>
    <w:bookmarkEnd w:id="6"/>
    <w:p w14:paraId="320B95A8" w14:textId="12753F14" w:rsidR="001566F0" w:rsidRDefault="001566F0" w:rsidP="00D4377D">
      <w:pPr>
        <w:numPr>
          <w:ilvl w:val="1"/>
          <w:numId w:val="4"/>
        </w:numPr>
        <w:tabs>
          <w:tab w:val="left" w:pos="1425"/>
          <w:tab w:val="left" w:pos="3420"/>
        </w:tabs>
        <w:ind w:left="964" w:hanging="567"/>
      </w:pPr>
      <w:r w:rsidRPr="00E518D6">
        <w:rPr>
          <w:b/>
          <w:bCs/>
        </w:rPr>
        <w:t>Informācijas sistēmas lietotājs</w:t>
      </w:r>
      <w:r w:rsidRPr="00E518D6">
        <w:t xml:space="preserve"> – persona, kurai ir piešķirtas piekļuves tiesības </w:t>
      </w:r>
      <w:bookmarkEnd w:id="4"/>
      <w:r w:rsidR="00463E8F">
        <w:t>Pašvaldības</w:t>
      </w:r>
      <w:r w:rsidR="000776C1" w:rsidRPr="00E518D6">
        <w:t xml:space="preserve"> </w:t>
      </w:r>
      <w:r w:rsidR="00E518D6" w:rsidRPr="00E518D6">
        <w:t xml:space="preserve">IKT resursiem </w:t>
      </w:r>
      <w:r w:rsidR="006B4B53" w:rsidRPr="00E518D6">
        <w:t xml:space="preserve">un / vai </w:t>
      </w:r>
      <w:r w:rsidRPr="00E518D6">
        <w:t>informācijas sistēm</w:t>
      </w:r>
      <w:r w:rsidR="006B4B53" w:rsidRPr="00E518D6">
        <w:t>ām</w:t>
      </w:r>
      <w:r w:rsidR="00D4377D">
        <w:t>;</w:t>
      </w:r>
    </w:p>
    <w:p w14:paraId="017915E4" w14:textId="5666C2D4" w:rsidR="006851B0" w:rsidRPr="006851B0" w:rsidRDefault="006851B0" w:rsidP="00D4377D">
      <w:pPr>
        <w:pStyle w:val="Sarakstarindkopa"/>
        <w:numPr>
          <w:ilvl w:val="1"/>
          <w:numId w:val="4"/>
        </w:numPr>
        <w:tabs>
          <w:tab w:val="left" w:pos="1134"/>
          <w:tab w:val="left" w:pos="1276"/>
        </w:tabs>
        <w:ind w:left="964" w:hanging="567"/>
        <w:contextualSpacing w:val="0"/>
        <w:jc w:val="both"/>
        <w:rPr>
          <w:rStyle w:val="normaltextrun"/>
          <w:sz w:val="24"/>
        </w:rPr>
      </w:pPr>
      <w:r w:rsidRPr="006851B0">
        <w:rPr>
          <w:rStyle w:val="normaltextrun"/>
          <w:b/>
          <w:bCs/>
          <w:sz w:val="24"/>
        </w:rPr>
        <w:t>Fiziskā aizsardzība</w:t>
      </w:r>
      <w:r w:rsidRPr="006851B0">
        <w:rPr>
          <w:rStyle w:val="normaltextrun"/>
          <w:sz w:val="24"/>
        </w:rPr>
        <w:t xml:space="preserve"> –  IKT aizsardzība pret fiziskas </w:t>
      </w:r>
      <w:r w:rsidR="00D4377D">
        <w:rPr>
          <w:rStyle w:val="normaltextrun"/>
          <w:sz w:val="24"/>
        </w:rPr>
        <w:t>iedarbības radītiem bojājumiem;</w:t>
      </w:r>
    </w:p>
    <w:p w14:paraId="1D4986B9" w14:textId="77777777" w:rsidR="006851B0" w:rsidRPr="006851B0" w:rsidRDefault="006851B0" w:rsidP="00D4377D">
      <w:pPr>
        <w:pStyle w:val="Sarakstarindkopa"/>
        <w:numPr>
          <w:ilvl w:val="1"/>
          <w:numId w:val="4"/>
        </w:numPr>
        <w:tabs>
          <w:tab w:val="left" w:pos="1134"/>
          <w:tab w:val="left" w:pos="1276"/>
        </w:tabs>
        <w:ind w:left="964" w:hanging="567"/>
        <w:contextualSpacing w:val="0"/>
        <w:jc w:val="both"/>
        <w:rPr>
          <w:rStyle w:val="normaltextrun"/>
          <w:sz w:val="24"/>
        </w:rPr>
      </w:pPr>
      <w:r w:rsidRPr="006851B0">
        <w:rPr>
          <w:rStyle w:val="normaltextrun"/>
          <w:b/>
          <w:bCs/>
          <w:sz w:val="24"/>
        </w:rPr>
        <w:t>Loģiskā aizsardzība</w:t>
      </w:r>
      <w:r w:rsidRPr="006851B0">
        <w:rPr>
          <w:rStyle w:val="normaltextrun"/>
          <w:sz w:val="24"/>
        </w:rPr>
        <w:t xml:space="preserve"> –  IKT aizsardzība, kuru realizē ar programmatūras līdzekļiem.</w:t>
      </w:r>
    </w:p>
    <w:bookmarkEnd w:id="5"/>
    <w:p w14:paraId="28C23835" w14:textId="77777777" w:rsidR="00770BBF" w:rsidRDefault="00770BBF" w:rsidP="00770BBF">
      <w:pPr>
        <w:pStyle w:val="02Pamatteksts"/>
        <w:rPr>
          <w:sz w:val="24"/>
        </w:rPr>
      </w:pPr>
    </w:p>
    <w:p w14:paraId="3DF315CB" w14:textId="66445A1B" w:rsidR="001C1AE9" w:rsidRPr="008F5392" w:rsidRDefault="001C1AE9" w:rsidP="00D4377D">
      <w:pPr>
        <w:pStyle w:val="02Pamatteksts"/>
        <w:numPr>
          <w:ilvl w:val="0"/>
          <w:numId w:val="5"/>
        </w:numPr>
        <w:ind w:left="0" w:firstLine="0"/>
        <w:jc w:val="center"/>
        <w:rPr>
          <w:b/>
          <w:sz w:val="24"/>
        </w:rPr>
      </w:pPr>
      <w:r>
        <w:rPr>
          <w:b/>
          <w:sz w:val="24"/>
        </w:rPr>
        <w:t>Vispārīga informācija par subjekta darbības jomu, sniegtajiem pakalpojumiem un procesiem, kurus</w:t>
      </w:r>
      <w:r w:rsidR="0072766C">
        <w:rPr>
          <w:b/>
          <w:sz w:val="24"/>
        </w:rPr>
        <w:t xml:space="preserve"> var ietekmēt </w:t>
      </w:r>
      <w:proofErr w:type="spellStart"/>
      <w:r w:rsidR="0072766C">
        <w:rPr>
          <w:b/>
          <w:sz w:val="24"/>
        </w:rPr>
        <w:t>kiberapdraudējums</w:t>
      </w:r>
      <w:proofErr w:type="spellEnd"/>
    </w:p>
    <w:p w14:paraId="3197E859" w14:textId="77777777" w:rsidR="001C1AE9" w:rsidRDefault="001C1AE9" w:rsidP="001C1AE9">
      <w:pPr>
        <w:tabs>
          <w:tab w:val="left" w:pos="3240"/>
          <w:tab w:val="left" w:pos="3420"/>
        </w:tabs>
        <w:ind w:left="720"/>
      </w:pPr>
    </w:p>
    <w:p w14:paraId="2BB9672A" w14:textId="3A1FECBA" w:rsidR="00534810" w:rsidRPr="00534810" w:rsidRDefault="000776C1" w:rsidP="00D4377D">
      <w:pPr>
        <w:numPr>
          <w:ilvl w:val="0"/>
          <w:numId w:val="4"/>
        </w:numPr>
        <w:tabs>
          <w:tab w:val="left" w:pos="3240"/>
          <w:tab w:val="left" w:pos="3420"/>
        </w:tabs>
        <w:ind w:left="284" w:hanging="284"/>
      </w:pPr>
      <w:r>
        <w:t>P</w:t>
      </w:r>
      <w:r w:rsidR="00534810">
        <w:t xml:space="preserve">ašvaldība </w:t>
      </w:r>
      <w:r w:rsidR="00534810" w:rsidRPr="00534810">
        <w:t>ir atvasināta publiska persona — vietējā pārvalde, kurai ir iedzīvotāju ievēlēta lēmējinstitūcija — dome</w:t>
      </w:r>
      <w:r w:rsidR="00DB0EA5">
        <w:t xml:space="preserve">, </w:t>
      </w:r>
      <w:r w:rsidR="00534810" w:rsidRPr="00534810">
        <w:t xml:space="preserve">kura patstāvīgi nodrošina tai tiesību aktos noteikto funkciju un uzdevumu izpildi savas administratīvās teritorijas iedzīvotāju interesēs un ir atbildīga par to saskaņā ar </w:t>
      </w:r>
      <w:r w:rsidR="00534810" w:rsidRPr="00463E8F">
        <w:t xml:space="preserve">ārējiem normatīvie aktiem, tai skaitā </w:t>
      </w:r>
      <w:r w:rsidR="00534810" w:rsidRPr="00534810">
        <w:t>Pašvaldības likumu</w:t>
      </w:r>
      <w:r w:rsidR="00534810">
        <w:t xml:space="preserve"> un Pašvaldības nolikumu, un</w:t>
      </w:r>
      <w:r w:rsidR="00534810" w:rsidRPr="00463E8F">
        <w:t xml:space="preserve"> saskaņā ar likumu noslēgtiem publisko tiesību līgumiem. </w:t>
      </w:r>
    </w:p>
    <w:p w14:paraId="02B77F04" w14:textId="77777777" w:rsidR="00534810" w:rsidRPr="00534810" w:rsidRDefault="00534810" w:rsidP="00ED4CE0">
      <w:pPr>
        <w:tabs>
          <w:tab w:val="left" w:pos="3240"/>
          <w:tab w:val="left" w:pos="3420"/>
        </w:tabs>
        <w:ind w:left="284" w:hanging="284"/>
      </w:pPr>
    </w:p>
    <w:p w14:paraId="54907E3D" w14:textId="60068C0E" w:rsidR="00534810" w:rsidRDefault="00534810" w:rsidP="00D4377D">
      <w:pPr>
        <w:numPr>
          <w:ilvl w:val="0"/>
          <w:numId w:val="4"/>
        </w:numPr>
        <w:tabs>
          <w:tab w:val="left" w:pos="3240"/>
          <w:tab w:val="left" w:pos="3420"/>
        </w:tabs>
        <w:ind w:left="284" w:hanging="284"/>
      </w:pPr>
      <w:r w:rsidRPr="00534810">
        <w:t>Pašvaldības sniegtie pakalpojumi</w:t>
      </w:r>
      <w:r w:rsidR="00463E8F">
        <w:t xml:space="preserve"> </w:t>
      </w:r>
      <w:r w:rsidRPr="00534810">
        <w:t xml:space="preserve">ir cieši saistīti ar IKT resursu un informācijas sistēmu izmantošanu, </w:t>
      </w:r>
      <w:r w:rsidR="00463E8F">
        <w:t>kas</w:t>
      </w:r>
      <w:r>
        <w:t xml:space="preserve"> ir pakļauti </w:t>
      </w:r>
      <w:proofErr w:type="spellStart"/>
      <w:r>
        <w:t>kiberriskiem</w:t>
      </w:r>
      <w:proofErr w:type="spellEnd"/>
      <w:r w:rsidR="00463E8F">
        <w:t xml:space="preserve"> un kurus var ietekm</w:t>
      </w:r>
      <w:r w:rsidR="0072766C">
        <w:t xml:space="preserve">ēt iespējams </w:t>
      </w:r>
      <w:proofErr w:type="spellStart"/>
      <w:r w:rsidR="0072766C">
        <w:t>kiberpdraudējums</w:t>
      </w:r>
      <w:proofErr w:type="spellEnd"/>
      <w:r w:rsidR="0072766C">
        <w:t>.</w:t>
      </w:r>
    </w:p>
    <w:p w14:paraId="4647D66F" w14:textId="77777777" w:rsidR="001C1AE9" w:rsidRPr="008F5392" w:rsidRDefault="001C1AE9" w:rsidP="00770BBF">
      <w:pPr>
        <w:pStyle w:val="02Pamatteksts"/>
        <w:rPr>
          <w:sz w:val="24"/>
        </w:rPr>
      </w:pPr>
    </w:p>
    <w:p w14:paraId="4CFA3CDC" w14:textId="566627A1" w:rsidR="001C1AE9" w:rsidRPr="008F5392" w:rsidRDefault="001C1AE9" w:rsidP="00D4377D">
      <w:pPr>
        <w:pStyle w:val="02Pamatteksts"/>
        <w:numPr>
          <w:ilvl w:val="0"/>
          <w:numId w:val="5"/>
        </w:numPr>
        <w:ind w:left="0" w:firstLine="0"/>
        <w:jc w:val="center"/>
        <w:rPr>
          <w:b/>
          <w:sz w:val="24"/>
        </w:rPr>
      </w:pPr>
      <w:r>
        <w:rPr>
          <w:b/>
          <w:sz w:val="24"/>
        </w:rPr>
        <w:t>Kiberdrošības</w:t>
      </w:r>
      <w:r w:rsidRPr="008F5392">
        <w:rPr>
          <w:b/>
          <w:sz w:val="24"/>
        </w:rPr>
        <w:t xml:space="preserve"> politikas </w:t>
      </w:r>
      <w:r w:rsidR="0072766C">
        <w:rPr>
          <w:b/>
          <w:sz w:val="24"/>
        </w:rPr>
        <w:t>principi un pamatnostādnes</w:t>
      </w:r>
    </w:p>
    <w:p w14:paraId="36FDAA46" w14:textId="77777777" w:rsidR="00FD2DDE" w:rsidRPr="008F5392" w:rsidRDefault="00FD2DDE" w:rsidP="00770BBF">
      <w:pPr>
        <w:pStyle w:val="02Pamatteksts"/>
        <w:rPr>
          <w:sz w:val="24"/>
        </w:rPr>
      </w:pPr>
    </w:p>
    <w:p w14:paraId="3C7A1DEA" w14:textId="77777777" w:rsidR="00770BBF" w:rsidRDefault="00463E8F" w:rsidP="00D4377D">
      <w:pPr>
        <w:numPr>
          <w:ilvl w:val="0"/>
          <w:numId w:val="4"/>
        </w:numPr>
        <w:tabs>
          <w:tab w:val="left" w:pos="3240"/>
          <w:tab w:val="left" w:pos="3420"/>
        </w:tabs>
        <w:ind w:left="284" w:hanging="284"/>
      </w:pPr>
      <w:r w:rsidRPr="00534810">
        <w:t>Pašvaldības</w:t>
      </w:r>
      <w:r w:rsidR="0021311A" w:rsidRPr="008F5392">
        <w:t xml:space="preserve"> </w:t>
      </w:r>
      <w:r w:rsidR="00770BBF" w:rsidRPr="008F5392">
        <w:t xml:space="preserve">pienākums ir nodrošināt, lai </w:t>
      </w:r>
      <w:r w:rsidR="0021311A" w:rsidRPr="008F5392">
        <w:t>t</w:t>
      </w:r>
      <w:r w:rsidR="0021311A">
        <w:t>ās</w:t>
      </w:r>
      <w:r w:rsidR="0021311A" w:rsidRPr="008F5392">
        <w:t xml:space="preserve"> </w:t>
      </w:r>
      <w:r w:rsidR="00770BBF" w:rsidRPr="008F5392">
        <w:t xml:space="preserve">rīcībā esošā informācija tiktu apstrādāta, glabāta un pārvaldīta droši un pārbaudāmi, sniedzot tās darbiniekiem un lietotājiem skaidri noteiktas prasības </w:t>
      </w:r>
      <w:r w:rsidR="001C1AE9">
        <w:t>IKT</w:t>
      </w:r>
      <w:r w:rsidR="00770BBF" w:rsidRPr="008F5392">
        <w:t xml:space="preserve"> resursu izmantošanā, un nodrošinot Informācijas sistēmas aizsardzību no ārējiem un iekšējiem, apzinātiem un nejaušiem </w:t>
      </w:r>
      <w:proofErr w:type="spellStart"/>
      <w:r w:rsidR="00127531">
        <w:t>kiber</w:t>
      </w:r>
      <w:r w:rsidR="00770BBF" w:rsidRPr="008F5392">
        <w:t>apdraudējumiem</w:t>
      </w:r>
      <w:proofErr w:type="spellEnd"/>
      <w:r w:rsidR="00770BBF" w:rsidRPr="008F5392">
        <w:t xml:space="preserve">. </w:t>
      </w:r>
    </w:p>
    <w:p w14:paraId="33DA75B9" w14:textId="77777777" w:rsidR="001C1AE9" w:rsidRDefault="001C1AE9" w:rsidP="00ED4CE0">
      <w:pPr>
        <w:tabs>
          <w:tab w:val="left" w:pos="3240"/>
          <w:tab w:val="left" w:pos="3420"/>
        </w:tabs>
        <w:ind w:left="284" w:hanging="284"/>
      </w:pPr>
    </w:p>
    <w:p w14:paraId="5EE2FA45" w14:textId="4AFD75E6" w:rsidR="00770BBF" w:rsidRPr="008F5392" w:rsidRDefault="00127531" w:rsidP="00D4377D">
      <w:pPr>
        <w:numPr>
          <w:ilvl w:val="0"/>
          <w:numId w:val="4"/>
        </w:numPr>
        <w:tabs>
          <w:tab w:val="left" w:pos="3240"/>
          <w:tab w:val="left" w:pos="3420"/>
        </w:tabs>
        <w:ind w:left="284" w:hanging="284"/>
      </w:pPr>
      <w:proofErr w:type="spellStart"/>
      <w:r>
        <w:t>Kiber</w:t>
      </w:r>
      <w:r w:rsidR="00B63F5F" w:rsidRPr="008F5392">
        <w:t>drošības</w:t>
      </w:r>
      <w:proofErr w:type="spellEnd"/>
      <w:r w:rsidR="00770BBF" w:rsidRPr="008F5392">
        <w:t xml:space="preserve"> politika attiecas uz visiem </w:t>
      </w:r>
      <w:r w:rsidR="00463E8F" w:rsidRPr="00534810">
        <w:t>Pašvaldības</w:t>
      </w:r>
      <w:r w:rsidR="0021311A" w:rsidRPr="008F5392">
        <w:t xml:space="preserve"> </w:t>
      </w:r>
      <w:r w:rsidR="00770BBF" w:rsidRPr="008F5392">
        <w:t xml:space="preserve">Informācijas sistēmas lietotājiem, kuri veic darbības ar </w:t>
      </w:r>
      <w:r>
        <w:t>IKT</w:t>
      </w:r>
      <w:r w:rsidR="00770BBF" w:rsidRPr="008F5392">
        <w:t xml:space="preserve"> resursiem (piemēram, informācijas sistēmām, informāciju, kas tiek saņemta, apstrādāta, ievadīta, pārsūtīta vai uzglabāta) un tehniskajiem resursiem (piemēram, datoru sistēmām, datoru tīkliem), t.sk.: </w:t>
      </w:r>
    </w:p>
    <w:p w14:paraId="44A80E85" w14:textId="4562498E" w:rsidR="00770BBF" w:rsidRPr="00D4377D" w:rsidRDefault="00463E8F" w:rsidP="00D4377D">
      <w:pPr>
        <w:pStyle w:val="Sarakstarindkopa"/>
        <w:numPr>
          <w:ilvl w:val="1"/>
          <w:numId w:val="4"/>
        </w:numPr>
        <w:tabs>
          <w:tab w:val="left" w:pos="1425"/>
          <w:tab w:val="left" w:pos="3420"/>
        </w:tabs>
        <w:ind w:left="964" w:hanging="567"/>
        <w:jc w:val="both"/>
        <w:rPr>
          <w:sz w:val="24"/>
        </w:rPr>
      </w:pPr>
      <w:r w:rsidRPr="00D4377D">
        <w:rPr>
          <w:sz w:val="24"/>
        </w:rPr>
        <w:t>Pašvaldības</w:t>
      </w:r>
      <w:r w:rsidR="0021311A" w:rsidRPr="00D4377D">
        <w:rPr>
          <w:sz w:val="24"/>
        </w:rPr>
        <w:t xml:space="preserve"> darbiniekiem neatkarīgi no to ieņemamā amata</w:t>
      </w:r>
      <w:r w:rsidR="00D4377D">
        <w:rPr>
          <w:sz w:val="24"/>
        </w:rPr>
        <w:t>;</w:t>
      </w:r>
    </w:p>
    <w:p w14:paraId="7E41DBE7" w14:textId="4F0DDC1A" w:rsidR="00770BBF" w:rsidRPr="00D4377D" w:rsidRDefault="00770BBF" w:rsidP="0072766C">
      <w:pPr>
        <w:pStyle w:val="Sarakstarindkopa"/>
        <w:numPr>
          <w:ilvl w:val="1"/>
          <w:numId w:val="4"/>
        </w:numPr>
        <w:ind w:left="851" w:hanging="454"/>
        <w:jc w:val="both"/>
        <w:rPr>
          <w:sz w:val="24"/>
        </w:rPr>
      </w:pPr>
      <w:r w:rsidRPr="00D4377D">
        <w:rPr>
          <w:sz w:val="24"/>
        </w:rPr>
        <w:lastRenderedPageBreak/>
        <w:t xml:space="preserve">lietotājiem, kuri ir noslēguši līgumu ar </w:t>
      </w:r>
      <w:r w:rsidR="00463E8F" w:rsidRPr="00D4377D">
        <w:rPr>
          <w:sz w:val="24"/>
        </w:rPr>
        <w:t>Pašvaldības</w:t>
      </w:r>
      <w:r w:rsidR="0021311A" w:rsidRPr="00D4377D">
        <w:rPr>
          <w:sz w:val="24"/>
        </w:rPr>
        <w:t xml:space="preserve"> </w:t>
      </w:r>
      <w:r w:rsidRPr="00D4377D">
        <w:rPr>
          <w:sz w:val="24"/>
        </w:rPr>
        <w:t xml:space="preserve">par datu lietošanu vai kuri uz pieprasījuma pamata saņem datus no </w:t>
      </w:r>
      <w:r w:rsidR="00463E8F" w:rsidRPr="00D4377D">
        <w:rPr>
          <w:sz w:val="24"/>
        </w:rPr>
        <w:t>Pašvaldības</w:t>
      </w:r>
      <w:r w:rsidR="002330D4" w:rsidRPr="00D4377D">
        <w:rPr>
          <w:sz w:val="24"/>
        </w:rPr>
        <w:t xml:space="preserve"> </w:t>
      </w:r>
      <w:r w:rsidR="0059255E" w:rsidRPr="00D4377D">
        <w:rPr>
          <w:sz w:val="24"/>
        </w:rPr>
        <w:t>izmantotām informācijas sistēmām</w:t>
      </w:r>
      <w:r w:rsidRPr="00D4377D">
        <w:rPr>
          <w:sz w:val="24"/>
        </w:rPr>
        <w:t>.</w:t>
      </w:r>
    </w:p>
    <w:p w14:paraId="3F9E3A15" w14:textId="77777777" w:rsidR="00770BBF" w:rsidRPr="008F5392" w:rsidRDefault="00770BBF" w:rsidP="00770BBF">
      <w:pPr>
        <w:pStyle w:val="02Pamatteksts"/>
        <w:rPr>
          <w:sz w:val="24"/>
        </w:rPr>
      </w:pPr>
    </w:p>
    <w:p w14:paraId="34271990" w14:textId="77777777" w:rsidR="00770BBF" w:rsidRPr="008F5392" w:rsidRDefault="00770BBF" w:rsidP="00D4377D">
      <w:pPr>
        <w:numPr>
          <w:ilvl w:val="0"/>
          <w:numId w:val="4"/>
        </w:numPr>
        <w:tabs>
          <w:tab w:val="left" w:pos="3240"/>
          <w:tab w:val="left" w:pos="3420"/>
        </w:tabs>
        <w:ind w:left="284" w:hanging="284"/>
      </w:pPr>
      <w:r w:rsidRPr="008F5392">
        <w:t>Informācijas sistēmas lietotājs</w:t>
      </w:r>
      <w:r w:rsidR="009A27F4" w:rsidRPr="008F5392">
        <w:t xml:space="preserve"> </w:t>
      </w:r>
      <w:r w:rsidRPr="008F5392">
        <w:t xml:space="preserve">atbild par </w:t>
      </w:r>
      <w:r w:rsidR="00265A7D">
        <w:t>Kiber</w:t>
      </w:r>
      <w:r w:rsidRPr="008F5392">
        <w:t xml:space="preserve">drošības politikas nosacījumu un prasību ievērošanu, kas ir minēti šādos dokumentos: </w:t>
      </w:r>
    </w:p>
    <w:p w14:paraId="5B0C6C4C" w14:textId="13DDA7C7" w:rsidR="00770BBF" w:rsidRPr="00D4377D" w:rsidRDefault="009133BE" w:rsidP="00D4377D">
      <w:pPr>
        <w:pStyle w:val="Sarakstarindkopa"/>
        <w:numPr>
          <w:ilvl w:val="1"/>
          <w:numId w:val="4"/>
        </w:numPr>
        <w:tabs>
          <w:tab w:val="left" w:pos="1425"/>
          <w:tab w:val="left" w:pos="3420"/>
        </w:tabs>
        <w:ind w:left="964" w:hanging="567"/>
        <w:jc w:val="both"/>
        <w:rPr>
          <w:sz w:val="24"/>
        </w:rPr>
      </w:pPr>
      <w:proofErr w:type="spellStart"/>
      <w:r w:rsidRPr="00D4377D">
        <w:rPr>
          <w:sz w:val="24"/>
        </w:rPr>
        <w:t>Kiber</w:t>
      </w:r>
      <w:r w:rsidR="00B63F5F" w:rsidRPr="00D4377D">
        <w:rPr>
          <w:sz w:val="24"/>
        </w:rPr>
        <w:t>drošības</w:t>
      </w:r>
      <w:proofErr w:type="spellEnd"/>
      <w:r w:rsidR="00D4377D">
        <w:rPr>
          <w:sz w:val="24"/>
        </w:rPr>
        <w:t xml:space="preserve"> politikā;</w:t>
      </w:r>
    </w:p>
    <w:p w14:paraId="06A3884A" w14:textId="13F6619F" w:rsidR="00770BBF" w:rsidRPr="00D4377D" w:rsidRDefault="00770BBF" w:rsidP="00D4377D">
      <w:pPr>
        <w:pStyle w:val="Sarakstarindkopa"/>
        <w:numPr>
          <w:ilvl w:val="1"/>
          <w:numId w:val="4"/>
        </w:numPr>
        <w:tabs>
          <w:tab w:val="left" w:pos="1425"/>
          <w:tab w:val="left" w:pos="3420"/>
        </w:tabs>
        <w:ind w:left="964" w:hanging="567"/>
        <w:jc w:val="both"/>
        <w:rPr>
          <w:sz w:val="24"/>
        </w:rPr>
      </w:pPr>
      <w:r w:rsidRPr="00D4377D">
        <w:rPr>
          <w:sz w:val="24"/>
        </w:rPr>
        <w:t xml:space="preserve">Informācijas </w:t>
      </w:r>
      <w:r w:rsidR="00730035" w:rsidRPr="00D4377D">
        <w:rPr>
          <w:sz w:val="24"/>
        </w:rPr>
        <w:t xml:space="preserve">sistēmu </w:t>
      </w:r>
      <w:r w:rsidRPr="00D4377D">
        <w:rPr>
          <w:sz w:val="24"/>
        </w:rPr>
        <w:t>lietošanas noteikumos.</w:t>
      </w:r>
    </w:p>
    <w:p w14:paraId="4AB028D8" w14:textId="77777777" w:rsidR="00770BBF" w:rsidRPr="008F5392" w:rsidRDefault="00770BBF" w:rsidP="00770BBF">
      <w:pPr>
        <w:pStyle w:val="02Pamatteksts"/>
        <w:rPr>
          <w:sz w:val="24"/>
        </w:rPr>
      </w:pPr>
    </w:p>
    <w:p w14:paraId="631BB584" w14:textId="77777777" w:rsidR="00770BBF" w:rsidRPr="008F5392" w:rsidRDefault="00770BBF" w:rsidP="00D4377D">
      <w:pPr>
        <w:numPr>
          <w:ilvl w:val="0"/>
          <w:numId w:val="4"/>
        </w:numPr>
        <w:tabs>
          <w:tab w:val="left" w:pos="3240"/>
          <w:tab w:val="left" w:pos="3420"/>
        </w:tabs>
        <w:ind w:left="284" w:hanging="284"/>
      </w:pPr>
      <w:bookmarkStart w:id="7" w:name="_GoBack"/>
      <w:bookmarkEnd w:id="7"/>
      <w:r w:rsidRPr="008F5392">
        <w:t xml:space="preserve">Informācijas sistēmu lietotājs par iepazīšanos ar augstāk minētajiem dokumentiem un to ievērošanu paraksta </w:t>
      </w:r>
      <w:r w:rsidR="00E518D6">
        <w:t>1.</w:t>
      </w:r>
      <w:r w:rsidRPr="008F5392">
        <w:t>Pielikumu</w:t>
      </w:r>
      <w:r w:rsidR="00E518D6">
        <w:t xml:space="preserve"> </w:t>
      </w:r>
      <w:r w:rsidRPr="008F5392">
        <w:t>“Informācijas sistēmas lietotāja apliecinājums par “</w:t>
      </w:r>
      <w:r w:rsidR="009133BE">
        <w:t>Kiber</w:t>
      </w:r>
      <w:r w:rsidR="00B63F5F" w:rsidRPr="008F5392">
        <w:t>drošības</w:t>
      </w:r>
      <w:r w:rsidRPr="008F5392">
        <w:t xml:space="preserve"> politikas” prasību ievērošanu”.</w:t>
      </w:r>
    </w:p>
    <w:p w14:paraId="390F7AFF" w14:textId="77777777" w:rsidR="00770BBF" w:rsidRPr="008F5392" w:rsidRDefault="00770BBF" w:rsidP="00ED4CE0">
      <w:pPr>
        <w:pStyle w:val="02Pamatteksts"/>
        <w:ind w:left="284" w:hanging="284"/>
        <w:rPr>
          <w:sz w:val="24"/>
        </w:rPr>
      </w:pPr>
    </w:p>
    <w:p w14:paraId="21EE4DA6" w14:textId="77777777" w:rsidR="00770BBF" w:rsidRPr="008F5392" w:rsidRDefault="003937B1" w:rsidP="00D4377D">
      <w:pPr>
        <w:numPr>
          <w:ilvl w:val="0"/>
          <w:numId w:val="4"/>
        </w:numPr>
        <w:tabs>
          <w:tab w:val="left" w:pos="3240"/>
          <w:tab w:val="left" w:pos="3420"/>
        </w:tabs>
        <w:ind w:left="284" w:hanging="284"/>
      </w:pPr>
      <w:r>
        <w:t xml:space="preserve">Kiberdrošības pārvaldnieks </w:t>
      </w:r>
      <w:r w:rsidR="00555548" w:rsidRPr="008F5392">
        <w:t xml:space="preserve">sadarbībā ar </w:t>
      </w:r>
      <w:r w:rsidR="00190028">
        <w:t xml:space="preserve">atbilstošās </w:t>
      </w:r>
      <w:r w:rsidR="00A566B8" w:rsidRPr="003F4F40">
        <w:t>IKT resursu īpašnieku</w:t>
      </w:r>
      <w:r w:rsidR="00A566B8">
        <w:rPr>
          <w:b/>
          <w:bCs/>
        </w:rPr>
        <w:t xml:space="preserve"> </w:t>
      </w:r>
      <w:r w:rsidR="00555548" w:rsidRPr="008F5392">
        <w:t xml:space="preserve">un </w:t>
      </w:r>
      <w:r w:rsidR="00A566B8">
        <w:t>IKT t</w:t>
      </w:r>
      <w:r w:rsidR="00190028" w:rsidRPr="00190028">
        <w:t xml:space="preserve">ehnisko resursu turētāju </w:t>
      </w:r>
      <w:r w:rsidR="00770BBF" w:rsidRPr="008F5392">
        <w:t xml:space="preserve">atbild par </w:t>
      </w:r>
      <w:r w:rsidR="009133BE">
        <w:t>Kiber</w:t>
      </w:r>
      <w:r w:rsidR="00770BBF" w:rsidRPr="008F5392">
        <w:t xml:space="preserve">drošības politikas nosacījumu un prasību ievērošanu, kas ir minēti šādos dokumentos: </w:t>
      </w:r>
    </w:p>
    <w:p w14:paraId="4E2597F2" w14:textId="7057404E" w:rsidR="00770BBF" w:rsidRPr="008F5392" w:rsidRDefault="009133BE" w:rsidP="00D4377D">
      <w:pPr>
        <w:numPr>
          <w:ilvl w:val="1"/>
          <w:numId w:val="4"/>
        </w:numPr>
        <w:tabs>
          <w:tab w:val="left" w:pos="1425"/>
          <w:tab w:val="left" w:pos="3420"/>
        </w:tabs>
        <w:ind w:left="964" w:hanging="567"/>
      </w:pPr>
      <w:proofErr w:type="spellStart"/>
      <w:r>
        <w:t>Kiber</w:t>
      </w:r>
      <w:r w:rsidR="00B63F5F" w:rsidRPr="008F5392">
        <w:t>drošības</w:t>
      </w:r>
      <w:proofErr w:type="spellEnd"/>
      <w:r w:rsidR="00D4377D">
        <w:t xml:space="preserve"> politikā;</w:t>
      </w:r>
    </w:p>
    <w:p w14:paraId="1342F310" w14:textId="7934AFBF" w:rsidR="00770BBF" w:rsidRDefault="00770BBF" w:rsidP="00D4377D">
      <w:pPr>
        <w:numPr>
          <w:ilvl w:val="1"/>
          <w:numId w:val="4"/>
        </w:numPr>
        <w:tabs>
          <w:tab w:val="left" w:pos="1425"/>
          <w:tab w:val="left" w:pos="3420"/>
        </w:tabs>
        <w:ind w:left="964" w:hanging="567"/>
      </w:pPr>
      <w:r w:rsidRPr="00445FD0">
        <w:t xml:space="preserve">Informācijas </w:t>
      </w:r>
      <w:r w:rsidR="00730035" w:rsidRPr="00445FD0">
        <w:t>sistēm</w:t>
      </w:r>
      <w:r w:rsidR="00730035">
        <w:t>u</w:t>
      </w:r>
      <w:r w:rsidR="00730035" w:rsidRPr="00445FD0">
        <w:t xml:space="preserve"> </w:t>
      </w:r>
      <w:r w:rsidR="00D4377D">
        <w:t>lietošanas noteikumos;</w:t>
      </w:r>
    </w:p>
    <w:p w14:paraId="0A735F9E" w14:textId="44AC5C5D" w:rsidR="00770BBF" w:rsidRDefault="00445FD0" w:rsidP="00D4377D">
      <w:pPr>
        <w:numPr>
          <w:ilvl w:val="1"/>
          <w:numId w:val="4"/>
        </w:numPr>
        <w:tabs>
          <w:tab w:val="left" w:pos="1425"/>
          <w:tab w:val="left" w:pos="3420"/>
        </w:tabs>
        <w:ind w:left="964" w:hanging="567"/>
      </w:pPr>
      <w:proofErr w:type="spellStart"/>
      <w:r w:rsidRPr="00445FD0">
        <w:t>Kiberincidentu</w:t>
      </w:r>
      <w:proofErr w:type="spellEnd"/>
      <w:r w:rsidRPr="00445FD0">
        <w:t xml:space="preserve"> pārvaldības noteikumos</w:t>
      </w:r>
      <w:r w:rsidR="00D4377D">
        <w:t>;</w:t>
      </w:r>
    </w:p>
    <w:p w14:paraId="0727E9B9" w14:textId="3B132286" w:rsidR="00BA17F9" w:rsidRPr="00445FD0" w:rsidRDefault="00BA17F9" w:rsidP="00D4377D">
      <w:pPr>
        <w:numPr>
          <w:ilvl w:val="1"/>
          <w:numId w:val="4"/>
        </w:numPr>
        <w:tabs>
          <w:tab w:val="left" w:pos="1425"/>
          <w:tab w:val="left" w:pos="3420"/>
        </w:tabs>
        <w:ind w:left="964" w:hanging="567"/>
      </w:pPr>
      <w:proofErr w:type="spellStart"/>
      <w:r>
        <w:t>Kib</w:t>
      </w:r>
      <w:r w:rsidR="00D4377D">
        <w:t>errisku</w:t>
      </w:r>
      <w:proofErr w:type="spellEnd"/>
      <w:r w:rsidR="00D4377D">
        <w:t xml:space="preserve"> pārvaldības noteikumos;</w:t>
      </w:r>
    </w:p>
    <w:p w14:paraId="213E0FF6" w14:textId="39BEA5A9" w:rsidR="00770BBF" w:rsidRDefault="00445FD0" w:rsidP="00D4377D">
      <w:pPr>
        <w:numPr>
          <w:ilvl w:val="1"/>
          <w:numId w:val="4"/>
        </w:numPr>
        <w:tabs>
          <w:tab w:val="left" w:pos="1425"/>
          <w:tab w:val="left" w:pos="3420"/>
        </w:tabs>
        <w:ind w:left="964" w:hanging="567"/>
      </w:pPr>
      <w:r w:rsidRPr="00445FD0">
        <w:t>IKT darbības nepārtrauktības</w:t>
      </w:r>
      <w:r w:rsidR="00D4377D">
        <w:t xml:space="preserve"> plānā;</w:t>
      </w:r>
    </w:p>
    <w:p w14:paraId="64F71B38" w14:textId="77777777" w:rsidR="008F6BFE" w:rsidRPr="008F6BFE" w:rsidRDefault="008F6BFE" w:rsidP="00D4377D">
      <w:pPr>
        <w:numPr>
          <w:ilvl w:val="1"/>
          <w:numId w:val="4"/>
        </w:numPr>
        <w:tabs>
          <w:tab w:val="left" w:pos="1425"/>
          <w:tab w:val="left" w:pos="3420"/>
        </w:tabs>
        <w:ind w:left="964" w:hanging="567"/>
      </w:pPr>
      <w:r>
        <w:t>IKT kiberdrošības noteikumos.</w:t>
      </w:r>
    </w:p>
    <w:p w14:paraId="76DC1ECA" w14:textId="77777777" w:rsidR="00770BBF" w:rsidRPr="008F5392" w:rsidRDefault="00770BBF" w:rsidP="00770BBF">
      <w:pPr>
        <w:pStyle w:val="02Pamatteksts"/>
        <w:rPr>
          <w:sz w:val="24"/>
        </w:rPr>
      </w:pPr>
    </w:p>
    <w:p w14:paraId="7596175A" w14:textId="77777777" w:rsidR="00770BBF" w:rsidRPr="008F5392" w:rsidRDefault="00463E8F" w:rsidP="00D4377D">
      <w:pPr>
        <w:numPr>
          <w:ilvl w:val="0"/>
          <w:numId w:val="4"/>
        </w:numPr>
        <w:tabs>
          <w:tab w:val="left" w:pos="3240"/>
          <w:tab w:val="left" w:pos="3420"/>
        </w:tabs>
        <w:ind w:left="284" w:hanging="284"/>
      </w:pPr>
      <w:r>
        <w:t>Pašvaldības</w:t>
      </w:r>
      <w:r w:rsidR="009F491B" w:rsidRPr="008F5392">
        <w:t xml:space="preserve"> </w:t>
      </w:r>
      <w:r w:rsidR="00770BBF" w:rsidRPr="008F5392">
        <w:t>struktūrvienību vadītāji ir atbildīgi par viņu pakļautībā vai uzraudzībā esošajiem Inf</w:t>
      </w:r>
      <w:r w:rsidR="009A27F4" w:rsidRPr="008F5392">
        <w:t xml:space="preserve">ormācijas sistēmas lietotājiem, </w:t>
      </w:r>
      <w:r w:rsidR="00770BBF" w:rsidRPr="008F5392">
        <w:t>nodrošin</w:t>
      </w:r>
      <w:r w:rsidR="009A27F4" w:rsidRPr="008F5392">
        <w:t>ot</w:t>
      </w:r>
      <w:r w:rsidR="00770BBF" w:rsidRPr="008F5392">
        <w:t xml:space="preserve">, ka personāls, uz kuru šī </w:t>
      </w:r>
      <w:r w:rsidR="00F71976">
        <w:t xml:space="preserve">Kiberdrošības </w:t>
      </w:r>
      <w:r w:rsidR="00770BBF" w:rsidRPr="008F5392">
        <w:t xml:space="preserve">politika attiecas daļēji vai pilnā apmērā, ir informēts par politikas esamību un pilda savus darba pienākumus atbilstoši </w:t>
      </w:r>
      <w:r w:rsidR="00F71976">
        <w:t xml:space="preserve">Kiberdrošības </w:t>
      </w:r>
      <w:r w:rsidR="00770BBF" w:rsidRPr="008F5392">
        <w:t xml:space="preserve">politikas </w:t>
      </w:r>
      <w:r w:rsidR="00F71976">
        <w:t>prasībām</w:t>
      </w:r>
      <w:r w:rsidR="00770BBF" w:rsidRPr="008F5392">
        <w:t>.</w:t>
      </w:r>
    </w:p>
    <w:p w14:paraId="1A0ACE29" w14:textId="77777777" w:rsidR="00770BBF" w:rsidRPr="008F5392" w:rsidRDefault="00770BBF" w:rsidP="00ED4CE0">
      <w:pPr>
        <w:pStyle w:val="Sarakstarindkopa"/>
        <w:ind w:left="284" w:hanging="284"/>
        <w:rPr>
          <w:sz w:val="24"/>
        </w:rPr>
      </w:pPr>
    </w:p>
    <w:p w14:paraId="2B93B51E" w14:textId="77777777" w:rsidR="00770BBF" w:rsidRPr="008F5392" w:rsidRDefault="009133BE" w:rsidP="00D4377D">
      <w:pPr>
        <w:numPr>
          <w:ilvl w:val="0"/>
          <w:numId w:val="4"/>
        </w:numPr>
        <w:tabs>
          <w:tab w:val="left" w:pos="3240"/>
          <w:tab w:val="left" w:pos="3420"/>
        </w:tabs>
        <w:ind w:left="284" w:hanging="284"/>
      </w:pPr>
      <w:proofErr w:type="spellStart"/>
      <w:r>
        <w:t>Kiber</w:t>
      </w:r>
      <w:r w:rsidR="0010680A">
        <w:t>d</w:t>
      </w:r>
      <w:r w:rsidR="00C93F18" w:rsidRPr="008F5392">
        <w:t>rošība</w:t>
      </w:r>
      <w:proofErr w:type="spellEnd"/>
      <w:r w:rsidR="00C93F18" w:rsidRPr="008F5392">
        <w:t xml:space="preserve"> t</w:t>
      </w:r>
      <w:r w:rsidR="00770BBF" w:rsidRPr="008F5392">
        <w:t>i</w:t>
      </w:r>
      <w:r w:rsidR="00C93F18" w:rsidRPr="008F5392">
        <w:t>e</w:t>
      </w:r>
      <w:r w:rsidR="00770BBF" w:rsidRPr="008F5392">
        <w:t xml:space="preserve">k nodrošināta šādu </w:t>
      </w:r>
      <w:r w:rsidR="00F71976">
        <w:t>uzdevumu īstenošanai</w:t>
      </w:r>
      <w:r w:rsidR="00770BBF" w:rsidRPr="008F5392">
        <w:t xml:space="preserve">: </w:t>
      </w:r>
    </w:p>
    <w:p w14:paraId="5C97F88B" w14:textId="77777777" w:rsidR="00770BBF" w:rsidRPr="008F5392" w:rsidRDefault="00770BBF" w:rsidP="00D4377D">
      <w:pPr>
        <w:numPr>
          <w:ilvl w:val="1"/>
          <w:numId w:val="4"/>
        </w:numPr>
        <w:tabs>
          <w:tab w:val="left" w:pos="1425"/>
          <w:tab w:val="left" w:pos="3420"/>
        </w:tabs>
        <w:ind w:left="964" w:hanging="567"/>
      </w:pPr>
      <w:r w:rsidRPr="008F5392">
        <w:t xml:space="preserve">nodrošinātu informācijas </w:t>
      </w:r>
      <w:r w:rsidR="00730035">
        <w:t>IKT</w:t>
      </w:r>
      <w:r w:rsidR="00730035" w:rsidRPr="008F5392">
        <w:t xml:space="preserve"> </w:t>
      </w:r>
      <w:r w:rsidRPr="008F5392">
        <w:t>pieejamību;</w:t>
      </w:r>
    </w:p>
    <w:p w14:paraId="4D26D29F" w14:textId="77777777" w:rsidR="00770BBF" w:rsidRPr="008F5392" w:rsidRDefault="00770BBF" w:rsidP="00D4377D">
      <w:pPr>
        <w:numPr>
          <w:ilvl w:val="1"/>
          <w:numId w:val="4"/>
        </w:numPr>
        <w:tabs>
          <w:tab w:val="left" w:pos="1425"/>
          <w:tab w:val="left" w:pos="3420"/>
        </w:tabs>
        <w:ind w:left="964" w:hanging="567"/>
      </w:pPr>
      <w:r w:rsidRPr="008F5392">
        <w:t>nodrošinātu informācijas</w:t>
      </w:r>
      <w:r w:rsidR="008F6BFE">
        <w:t xml:space="preserve"> </w:t>
      </w:r>
      <w:r w:rsidR="00730035">
        <w:t>IKT</w:t>
      </w:r>
      <w:r w:rsidRPr="008F5392">
        <w:t xml:space="preserve"> integritāti;</w:t>
      </w:r>
    </w:p>
    <w:p w14:paraId="656B0DB4" w14:textId="77777777" w:rsidR="00770BBF" w:rsidRPr="008F5392" w:rsidRDefault="00770BBF" w:rsidP="00D4377D">
      <w:pPr>
        <w:numPr>
          <w:ilvl w:val="1"/>
          <w:numId w:val="4"/>
        </w:numPr>
        <w:tabs>
          <w:tab w:val="left" w:pos="1425"/>
          <w:tab w:val="left" w:pos="3420"/>
        </w:tabs>
        <w:ind w:left="964" w:hanging="567"/>
      </w:pPr>
      <w:r w:rsidRPr="008F5392">
        <w:t xml:space="preserve">nodrošinātu informācijas </w:t>
      </w:r>
      <w:r w:rsidR="00730035">
        <w:t>IKT</w:t>
      </w:r>
      <w:r w:rsidR="00730035" w:rsidRPr="008F5392">
        <w:t xml:space="preserve"> </w:t>
      </w:r>
      <w:r w:rsidRPr="008F5392">
        <w:t>konfidencialitāti;</w:t>
      </w:r>
    </w:p>
    <w:p w14:paraId="56F99A77" w14:textId="77777777" w:rsidR="00770BBF" w:rsidRPr="00445FD0" w:rsidRDefault="00770BBF" w:rsidP="00D4377D">
      <w:pPr>
        <w:numPr>
          <w:ilvl w:val="1"/>
          <w:numId w:val="4"/>
        </w:numPr>
        <w:tabs>
          <w:tab w:val="left" w:pos="1425"/>
          <w:tab w:val="left" w:pos="3420"/>
        </w:tabs>
        <w:ind w:left="964" w:hanging="567"/>
      </w:pPr>
      <w:r w:rsidRPr="008F5392">
        <w:t xml:space="preserve">aizsargātu </w:t>
      </w:r>
      <w:r w:rsidR="00D9105D">
        <w:t xml:space="preserve">IKT </w:t>
      </w:r>
      <w:r w:rsidRPr="00445FD0">
        <w:t>informācijas</w:t>
      </w:r>
      <w:r w:rsidR="00D9105D">
        <w:t xml:space="preserve"> sistēmas un</w:t>
      </w:r>
      <w:r w:rsidRPr="00445FD0">
        <w:t xml:space="preserve"> resursus;</w:t>
      </w:r>
    </w:p>
    <w:p w14:paraId="40A7AC89" w14:textId="77777777" w:rsidR="00770BBF" w:rsidRPr="00445FD0" w:rsidRDefault="00770BBF" w:rsidP="00D4377D">
      <w:pPr>
        <w:numPr>
          <w:ilvl w:val="1"/>
          <w:numId w:val="4"/>
        </w:numPr>
        <w:tabs>
          <w:tab w:val="left" w:pos="1425"/>
          <w:tab w:val="left" w:pos="3420"/>
        </w:tabs>
        <w:ind w:left="964" w:hanging="567"/>
      </w:pPr>
      <w:r w:rsidRPr="00445FD0">
        <w:t xml:space="preserve">aizsargātu </w:t>
      </w:r>
      <w:r w:rsidR="009133BE" w:rsidRPr="00445FD0">
        <w:t>IKT</w:t>
      </w:r>
      <w:r w:rsidRPr="00445FD0">
        <w:t xml:space="preserve"> </w:t>
      </w:r>
      <w:r w:rsidR="00D9105D">
        <w:t xml:space="preserve">informācijas sistēmas un </w:t>
      </w:r>
      <w:r w:rsidRPr="00445FD0">
        <w:t>resursus;</w:t>
      </w:r>
    </w:p>
    <w:p w14:paraId="7B92CD6C" w14:textId="77777777" w:rsidR="00770BBF" w:rsidRPr="00445FD0" w:rsidRDefault="00770BBF" w:rsidP="00D4377D">
      <w:pPr>
        <w:numPr>
          <w:ilvl w:val="1"/>
          <w:numId w:val="4"/>
        </w:numPr>
        <w:tabs>
          <w:tab w:val="left" w:pos="1425"/>
          <w:tab w:val="left" w:pos="3420"/>
        </w:tabs>
        <w:ind w:left="964" w:hanging="567"/>
      </w:pPr>
      <w:r w:rsidRPr="00445FD0">
        <w:t xml:space="preserve">noteiktu </w:t>
      </w:r>
      <w:r w:rsidR="00445FD0" w:rsidRPr="00445FD0">
        <w:t xml:space="preserve">IKT </w:t>
      </w:r>
      <w:r w:rsidR="00D9105D">
        <w:t xml:space="preserve">informācijas sistēmu un </w:t>
      </w:r>
      <w:r w:rsidR="00445FD0" w:rsidRPr="00445FD0">
        <w:t>resursu kiberd</w:t>
      </w:r>
      <w:r w:rsidRPr="00445FD0">
        <w:t>rošības apdraudējumu;</w:t>
      </w:r>
    </w:p>
    <w:p w14:paraId="49DF9747" w14:textId="77777777" w:rsidR="00770BBF" w:rsidRPr="00445FD0" w:rsidRDefault="00770BBF" w:rsidP="00D4377D">
      <w:pPr>
        <w:numPr>
          <w:ilvl w:val="1"/>
          <w:numId w:val="4"/>
        </w:numPr>
        <w:tabs>
          <w:tab w:val="left" w:pos="1425"/>
          <w:tab w:val="left" w:pos="3420"/>
        </w:tabs>
        <w:ind w:left="964" w:hanging="567"/>
      </w:pPr>
      <w:r w:rsidRPr="00445FD0">
        <w:t xml:space="preserve">novērtētu </w:t>
      </w:r>
      <w:r w:rsidR="00445FD0" w:rsidRPr="00445FD0">
        <w:t xml:space="preserve">IKT </w:t>
      </w:r>
      <w:r w:rsidR="00D9105D">
        <w:t xml:space="preserve">informācijas sistēmu un </w:t>
      </w:r>
      <w:r w:rsidR="00445FD0" w:rsidRPr="00445FD0">
        <w:t xml:space="preserve">resursu kiberdrošības </w:t>
      </w:r>
      <w:r w:rsidRPr="00445FD0">
        <w:t>risku;</w:t>
      </w:r>
    </w:p>
    <w:p w14:paraId="21BB5FFA" w14:textId="77777777" w:rsidR="00770BBF" w:rsidRPr="00445FD0" w:rsidRDefault="00770BBF" w:rsidP="00D4377D">
      <w:pPr>
        <w:numPr>
          <w:ilvl w:val="1"/>
          <w:numId w:val="4"/>
        </w:numPr>
        <w:tabs>
          <w:tab w:val="left" w:pos="1425"/>
          <w:tab w:val="left" w:pos="3420"/>
        </w:tabs>
        <w:ind w:left="964" w:hanging="567"/>
      </w:pPr>
      <w:r w:rsidRPr="00445FD0">
        <w:t xml:space="preserve">atklātu </w:t>
      </w:r>
      <w:r w:rsidR="00445FD0" w:rsidRPr="00445FD0">
        <w:t>kiber</w:t>
      </w:r>
      <w:r w:rsidRPr="00445FD0">
        <w:t>incidentu;</w:t>
      </w:r>
    </w:p>
    <w:p w14:paraId="2C5DC3DA" w14:textId="77777777" w:rsidR="00770BBF" w:rsidRPr="008F5392" w:rsidRDefault="00770BBF" w:rsidP="00D4377D">
      <w:pPr>
        <w:numPr>
          <w:ilvl w:val="1"/>
          <w:numId w:val="4"/>
        </w:numPr>
        <w:tabs>
          <w:tab w:val="left" w:pos="1425"/>
          <w:tab w:val="left" w:pos="3420"/>
        </w:tabs>
        <w:ind w:left="964" w:hanging="567"/>
      </w:pPr>
      <w:r w:rsidRPr="00445FD0">
        <w:t xml:space="preserve">atjaunotu </w:t>
      </w:r>
      <w:r w:rsidR="00D9105D">
        <w:t xml:space="preserve">IKT informācijas </w:t>
      </w:r>
      <w:r w:rsidRPr="00445FD0">
        <w:t>sistēmas</w:t>
      </w:r>
      <w:r w:rsidR="00D9105D">
        <w:t xml:space="preserve"> un resursu</w:t>
      </w:r>
      <w:r w:rsidRPr="00445FD0">
        <w:t xml:space="preserve"> darbību pēc </w:t>
      </w:r>
      <w:r w:rsidR="00445FD0" w:rsidRPr="00445FD0">
        <w:t>kiber</w:t>
      </w:r>
      <w:r w:rsidRPr="00445FD0">
        <w:t>incidenta</w:t>
      </w:r>
      <w:r w:rsidRPr="008F5392">
        <w:t>.</w:t>
      </w:r>
    </w:p>
    <w:p w14:paraId="242F475B" w14:textId="77777777" w:rsidR="00770BBF" w:rsidRPr="008F5392" w:rsidRDefault="00770BBF" w:rsidP="003F4F40">
      <w:pPr>
        <w:pStyle w:val="02Pamatteksts"/>
        <w:ind w:firstLine="0"/>
        <w:rPr>
          <w:sz w:val="24"/>
        </w:rPr>
      </w:pPr>
    </w:p>
    <w:p w14:paraId="44D13AA3" w14:textId="77777777" w:rsidR="00770BBF" w:rsidRPr="008F5392" w:rsidRDefault="003937B1" w:rsidP="00D4377D">
      <w:pPr>
        <w:pStyle w:val="02Pamatteksts"/>
        <w:numPr>
          <w:ilvl w:val="0"/>
          <w:numId w:val="5"/>
        </w:numPr>
        <w:ind w:left="0" w:firstLine="0"/>
        <w:jc w:val="center"/>
        <w:rPr>
          <w:b/>
          <w:sz w:val="24"/>
        </w:rPr>
      </w:pPr>
      <w:r>
        <w:rPr>
          <w:b/>
          <w:sz w:val="24"/>
        </w:rPr>
        <w:t>Kiberdrošības</w:t>
      </w:r>
      <w:r w:rsidR="00770BBF" w:rsidRPr="008F5392">
        <w:rPr>
          <w:b/>
          <w:sz w:val="24"/>
        </w:rPr>
        <w:t xml:space="preserve"> </w:t>
      </w:r>
      <w:r w:rsidR="001C1AE9">
        <w:rPr>
          <w:b/>
          <w:sz w:val="24"/>
        </w:rPr>
        <w:t>pārvaldības struktūra</w:t>
      </w:r>
    </w:p>
    <w:p w14:paraId="29C34B1E" w14:textId="77777777" w:rsidR="00770BBF" w:rsidRPr="008F5392" w:rsidRDefault="00770BBF" w:rsidP="00770BBF">
      <w:pPr>
        <w:pStyle w:val="01Virsraksts"/>
        <w:rPr>
          <w:sz w:val="24"/>
        </w:rPr>
      </w:pPr>
    </w:p>
    <w:p w14:paraId="442597D0" w14:textId="77777777" w:rsidR="001826F1" w:rsidRDefault="003937B1" w:rsidP="00D4377D">
      <w:pPr>
        <w:numPr>
          <w:ilvl w:val="0"/>
          <w:numId w:val="4"/>
        </w:numPr>
        <w:tabs>
          <w:tab w:val="left" w:pos="3240"/>
          <w:tab w:val="left" w:pos="3420"/>
        </w:tabs>
        <w:ind w:left="284" w:hanging="284"/>
      </w:pPr>
      <w:r>
        <w:t>Kiberdrošības</w:t>
      </w:r>
      <w:r w:rsidR="00770BBF" w:rsidRPr="008F5392">
        <w:t xml:space="preserve"> organizatoriskās struktūras pamatu veido</w:t>
      </w:r>
      <w:r w:rsidR="001826F1">
        <w:t xml:space="preserve">: </w:t>
      </w:r>
    </w:p>
    <w:p w14:paraId="713DDF33" w14:textId="12DD99F0" w:rsidR="001826F1" w:rsidRDefault="00463E8F" w:rsidP="00D4377D">
      <w:pPr>
        <w:numPr>
          <w:ilvl w:val="1"/>
          <w:numId w:val="4"/>
        </w:numPr>
        <w:tabs>
          <w:tab w:val="left" w:pos="3240"/>
          <w:tab w:val="left" w:pos="3420"/>
        </w:tabs>
        <w:ind w:left="964" w:hanging="567"/>
      </w:pPr>
      <w:r>
        <w:t>Pašvaldības</w:t>
      </w:r>
      <w:r w:rsidR="001826F1">
        <w:t xml:space="preserve"> </w:t>
      </w:r>
      <w:r>
        <w:t>vadība</w:t>
      </w:r>
      <w:r w:rsidR="001826F1">
        <w:t xml:space="preserve">, kura kontrolē Kiberdrošības </w:t>
      </w:r>
      <w:r w:rsidR="007A40D2">
        <w:t>p</w:t>
      </w:r>
      <w:r w:rsidR="001826F1" w:rsidRPr="001C31FD">
        <w:t xml:space="preserve">olitikas īstenošanu </w:t>
      </w:r>
      <w:r>
        <w:t>Pašvaldības</w:t>
      </w:r>
      <w:r w:rsidR="001826F1" w:rsidRPr="001C31FD">
        <w:t xml:space="preserve"> un nodrošina resursu piešķiršanu </w:t>
      </w:r>
      <w:proofErr w:type="spellStart"/>
      <w:r w:rsidR="001826F1">
        <w:t>Kiberd</w:t>
      </w:r>
      <w:r w:rsidR="001826F1" w:rsidRPr="001C31FD">
        <w:t>rošības</w:t>
      </w:r>
      <w:proofErr w:type="spellEnd"/>
      <w:r w:rsidR="001826F1" w:rsidRPr="001C31FD">
        <w:t xml:space="preserve"> pārvaldības pilnvērtīgai funkcionēšanai</w:t>
      </w:r>
      <w:r w:rsidR="00D4377D">
        <w:t>;</w:t>
      </w:r>
    </w:p>
    <w:p w14:paraId="6DA8A328" w14:textId="370EB810" w:rsidR="001826F1" w:rsidRPr="001826F1" w:rsidRDefault="003937B1" w:rsidP="00D4377D">
      <w:pPr>
        <w:numPr>
          <w:ilvl w:val="1"/>
          <w:numId w:val="4"/>
        </w:numPr>
        <w:tabs>
          <w:tab w:val="left" w:pos="3240"/>
          <w:tab w:val="left" w:pos="3420"/>
        </w:tabs>
        <w:ind w:left="964" w:hanging="567"/>
      </w:pPr>
      <w:r w:rsidRPr="001826F1">
        <w:t>Kiber</w:t>
      </w:r>
      <w:r w:rsidR="00B63F5F" w:rsidRPr="001826F1">
        <w:t>drošības</w:t>
      </w:r>
      <w:r w:rsidR="009A27F4" w:rsidRPr="001826F1">
        <w:t xml:space="preserve"> pārvaldnieks</w:t>
      </w:r>
      <w:r w:rsidR="00555548" w:rsidRPr="001826F1">
        <w:t xml:space="preserve">, </w:t>
      </w:r>
      <w:r w:rsidR="001826F1" w:rsidRPr="001826F1">
        <w:t xml:space="preserve">kurš ir atbildīgs par IKT kiberdrošības pasākumu īstenošanu, koordinēšanu un izpildes uzraudzību, ievērojot šo </w:t>
      </w:r>
      <w:proofErr w:type="spellStart"/>
      <w:r w:rsidR="001826F1" w:rsidRPr="001826F1">
        <w:t>Kiberdrošibas</w:t>
      </w:r>
      <w:proofErr w:type="spellEnd"/>
      <w:r w:rsidR="001826F1" w:rsidRPr="001826F1">
        <w:t xml:space="preserve"> politiku, Nacionālo </w:t>
      </w:r>
      <w:proofErr w:type="spellStart"/>
      <w:r w:rsidR="001826F1" w:rsidRPr="001826F1">
        <w:t>kiberdrošības</w:t>
      </w:r>
      <w:proofErr w:type="spellEnd"/>
      <w:r w:rsidR="001826F1" w:rsidRPr="001826F1">
        <w:t xml:space="preserve"> likumu un uz šī likuma pamata izdotos Ministru kabineta noteikumus. Kiberdrošības pārvaldnieks veic IKT kiberdrošības incidentu analīzi un izmeklēšanu</w:t>
      </w:r>
      <w:r w:rsidR="001826F1">
        <w:t xml:space="preserve">, </w:t>
      </w:r>
      <w:r w:rsidR="001826F1" w:rsidRPr="001826F1">
        <w:t>apkopo</w:t>
      </w:r>
      <w:r w:rsidR="001826F1">
        <w:t>jot</w:t>
      </w:r>
      <w:r w:rsidR="001826F1" w:rsidRPr="001826F1">
        <w:t xml:space="preserve"> izanalizēto incidentu rezultātus un, ja nepieciešams, ziņo </w:t>
      </w:r>
      <w:r w:rsidR="00463E8F">
        <w:t>Pašvaldības</w:t>
      </w:r>
      <w:r w:rsidR="001826F1" w:rsidRPr="001826F1">
        <w:t xml:space="preserve"> va</w:t>
      </w:r>
      <w:r w:rsidR="00463E8F">
        <w:t xml:space="preserve">dībai </w:t>
      </w:r>
      <w:r w:rsidR="001826F1">
        <w:t>un citas iesaistītās person</w:t>
      </w:r>
      <w:r w:rsidR="00D4377D">
        <w:t>as un uzraudzības institūcijas;</w:t>
      </w:r>
    </w:p>
    <w:p w14:paraId="79882A7E" w14:textId="2FA021B9" w:rsidR="001826F1" w:rsidRPr="000C7735" w:rsidRDefault="007A40D2" w:rsidP="00D4377D">
      <w:pPr>
        <w:numPr>
          <w:ilvl w:val="1"/>
          <w:numId w:val="4"/>
        </w:numPr>
        <w:tabs>
          <w:tab w:val="left" w:pos="3240"/>
          <w:tab w:val="left" w:pos="3420"/>
        </w:tabs>
        <w:ind w:left="964" w:hanging="567"/>
      </w:pPr>
      <w:r>
        <w:t>IKT resursu īpašnieks</w:t>
      </w:r>
      <w:r w:rsidR="00190028" w:rsidRPr="000C7735">
        <w:t xml:space="preserve">, </w:t>
      </w:r>
      <w:r w:rsidR="001826F1" w:rsidRPr="000C7735">
        <w:t xml:space="preserve">kurš nodrošina Informācijas sistēmās izmantojamās informācijas racionālu un pareizu izmantošanu, izskata Informācijas sistēmas lietotāju tiesību piešķiršanas un izmaiņu veikšanas pieteikumus saskaņā ar Informācijas sistēmas lietošanas </w:t>
      </w:r>
      <w:r w:rsidR="001826F1" w:rsidRPr="000C7735">
        <w:lastRenderedPageBreak/>
        <w:t xml:space="preserve">noteikumiem, glabāšanu, kontroli un uzraudzību, kā arī sniedz konsultācijas un atbalstu Kiberdrošības pārvaldniekam un Informācijas sistēmas iekšējiem lietotājiem attiecībā uz </w:t>
      </w:r>
      <w:r w:rsidR="00D4377D">
        <w:t>Informācijas sistēmas lietošanu;</w:t>
      </w:r>
    </w:p>
    <w:p w14:paraId="77D31270" w14:textId="395F760D" w:rsidR="001826F1" w:rsidRDefault="007A40D2" w:rsidP="00D4377D">
      <w:pPr>
        <w:numPr>
          <w:ilvl w:val="1"/>
          <w:numId w:val="4"/>
        </w:numPr>
        <w:tabs>
          <w:tab w:val="left" w:pos="3240"/>
          <w:tab w:val="left" w:pos="3420"/>
        </w:tabs>
        <w:ind w:left="964" w:hanging="567"/>
      </w:pPr>
      <w:r>
        <w:t>IKT t</w:t>
      </w:r>
      <w:r w:rsidR="00190028" w:rsidRPr="00190028">
        <w:t>ehnisko resursu turētājs</w:t>
      </w:r>
      <w:r w:rsidR="001826F1">
        <w:t xml:space="preserve">, kurš nodrošina IKT </w:t>
      </w:r>
      <w:r w:rsidR="001826F1" w:rsidRPr="001C31FD">
        <w:t xml:space="preserve">resursu racionālu un pareizu izmantošanu, veic datortīklu, </w:t>
      </w:r>
      <w:r w:rsidR="001826F1" w:rsidRPr="006773DF">
        <w:t xml:space="preserve">serveru un to saistīto iekārtu uzturēšanu un administrēšanu, </w:t>
      </w:r>
      <w:r w:rsidR="006773DF" w:rsidRPr="003F4F40">
        <w:t>nodrošina Informācijas sistēmu lietotāju pieejas tiesību izveidošanu, administrēšanu un šo pieprasījumu apkopošanu,</w:t>
      </w:r>
      <w:r w:rsidR="006773DF" w:rsidRPr="006773DF">
        <w:t xml:space="preserve"> </w:t>
      </w:r>
      <w:r w:rsidR="001826F1" w:rsidRPr="006773DF">
        <w:t>nodrošina</w:t>
      </w:r>
      <w:r w:rsidR="001826F1" w:rsidRPr="001C31FD">
        <w:t xml:space="preserve"> tehnisko resursu fiziskās un loģiskās aizsardzības pasākumus, nodrošina Informācijas sistēmas atjaunošanas procedūras, ja tehnoloģiskie resursi ir bojāti un informācijas sistēmas funkcionēšana traucēta vai neiespējama saskaņā ar </w:t>
      </w:r>
      <w:r w:rsidR="008F6BFE">
        <w:t>IKT k</w:t>
      </w:r>
      <w:r w:rsidR="001826F1">
        <w:t>iberd</w:t>
      </w:r>
      <w:r w:rsidR="001826F1" w:rsidRPr="001C31FD">
        <w:t xml:space="preserve">rošības noteikumiem un </w:t>
      </w:r>
      <w:r w:rsidR="001826F1">
        <w:t>IKT</w:t>
      </w:r>
      <w:r w:rsidR="001826F1" w:rsidRPr="001C31FD">
        <w:t xml:space="preserve"> darbības atjaunošanas plānu, kā arī nodrošina atbilstošu atbalstu, palīdzību un konsultāciju sniegšanu </w:t>
      </w:r>
      <w:r w:rsidR="00A566B8" w:rsidRPr="00863DC7">
        <w:t>IKT resursu īpašniek</w:t>
      </w:r>
      <w:r w:rsidR="00A566B8">
        <w:t>iem</w:t>
      </w:r>
      <w:r w:rsidR="001826F1" w:rsidRPr="001C31FD">
        <w:t xml:space="preserve">, Informācijas sistēmas lietotājiem un </w:t>
      </w:r>
      <w:r w:rsidR="001826F1">
        <w:t>IKT</w:t>
      </w:r>
      <w:r w:rsidR="001826F1" w:rsidRPr="001C31FD">
        <w:t xml:space="preserve"> ārpakalpojumu sniedzējiem, lai tie varētu pildīt savus pienākumus atbilstoši </w:t>
      </w:r>
      <w:proofErr w:type="spellStart"/>
      <w:r w:rsidR="006773DF">
        <w:t>Kiberdrošības</w:t>
      </w:r>
      <w:proofErr w:type="spellEnd"/>
      <w:r w:rsidR="006773DF">
        <w:t xml:space="preserve"> p</w:t>
      </w:r>
      <w:r w:rsidR="00D4377D">
        <w:t>olitikas prasībām;</w:t>
      </w:r>
    </w:p>
    <w:p w14:paraId="77775DD4" w14:textId="0093D649" w:rsidR="00770BBF" w:rsidRPr="000C7735" w:rsidRDefault="00770BBF" w:rsidP="00D4377D">
      <w:pPr>
        <w:numPr>
          <w:ilvl w:val="1"/>
          <w:numId w:val="4"/>
        </w:numPr>
        <w:tabs>
          <w:tab w:val="left" w:pos="3240"/>
          <w:tab w:val="left" w:pos="3420"/>
        </w:tabs>
        <w:ind w:left="964" w:hanging="567"/>
      </w:pPr>
      <w:r w:rsidRPr="000C7735">
        <w:t>Informācijas sistēmas lietotāji</w:t>
      </w:r>
      <w:r w:rsidR="000C7735">
        <w:t xml:space="preserve">, kuru </w:t>
      </w:r>
      <w:r w:rsidR="000C7735" w:rsidRPr="001C31FD">
        <w:t xml:space="preserve">pienākums ir ievērot </w:t>
      </w:r>
      <w:r w:rsidR="000C7735">
        <w:t>Kiberdrošības politikas</w:t>
      </w:r>
      <w:r w:rsidR="006773DF">
        <w:t>, uz šīs Kiberdrošības politikas izdoto iekšējo normatīvo aktu</w:t>
      </w:r>
      <w:r w:rsidR="000C7735" w:rsidRPr="001C31FD">
        <w:t xml:space="preserve"> un citu iekšējo normatīvo aktu noteikumus, rūpēties par informācijas konfidencialitātes, pieejamības un integritātes saglabāšanu </w:t>
      </w:r>
      <w:r w:rsidR="00463E8F">
        <w:t>Pašvaldībā</w:t>
      </w:r>
      <w:r w:rsidR="000C7735" w:rsidRPr="001C31FD">
        <w:t>, kā arī racionāli un lietderīgi izmantot informācijas sistēmas un to datus sava darbu pienākumu veikšanai.</w:t>
      </w:r>
      <w:r w:rsidR="000C7735">
        <w:t xml:space="preserve"> Informācijas sistēmu lietotājs </w:t>
      </w:r>
      <w:r w:rsidR="000C7735" w:rsidRPr="001C31FD">
        <w:t xml:space="preserve">ir atbildīgs par visām savām darbībām, kas veiktas ar viņam piešķirto lietotājvārdu un </w:t>
      </w:r>
      <w:r w:rsidR="00463E8F">
        <w:t>Pašvaldības</w:t>
      </w:r>
      <w:r w:rsidR="000C7735" w:rsidRPr="001C31FD">
        <w:t xml:space="preserve"> informāciju, informācijas sistēmām un tehniskiem resursiem. Informācijas sistēmas lietotāja pienākums ir informēt savu tiešo vadītāju vai kontaktpersonu un </w:t>
      </w:r>
      <w:r w:rsidR="000C7735">
        <w:t>Kiber</w:t>
      </w:r>
      <w:r w:rsidR="000C7735" w:rsidRPr="001C31FD">
        <w:t xml:space="preserve">drošības pārvaldnieku par visiem drošības incidentiem, aizdomīgiem notikumiem vai </w:t>
      </w:r>
      <w:proofErr w:type="spellStart"/>
      <w:r w:rsidR="000C7735">
        <w:t>kiberincidentiem</w:t>
      </w:r>
      <w:proofErr w:type="spellEnd"/>
      <w:r w:rsidR="000C7735" w:rsidRPr="001C31FD">
        <w:t xml:space="preserve">. Informācijas sistēmas iekšējā lietotāja pienākumi un atbildība ir iekļauta </w:t>
      </w:r>
      <w:r w:rsidR="00463E8F">
        <w:t>Pašvaldības</w:t>
      </w:r>
      <w:r w:rsidR="000C7735" w:rsidRPr="001C31FD">
        <w:t xml:space="preserve"> Informācijas sistēmu lietošanas noteikumos</w:t>
      </w:r>
      <w:r w:rsidR="000C7735">
        <w:t>.</w:t>
      </w:r>
    </w:p>
    <w:p w14:paraId="395773B2" w14:textId="77777777" w:rsidR="00770BBF" w:rsidRPr="008F5392" w:rsidRDefault="00770BBF" w:rsidP="00770BBF">
      <w:pPr>
        <w:pStyle w:val="02Pamatteksts"/>
        <w:rPr>
          <w:sz w:val="24"/>
        </w:rPr>
      </w:pPr>
    </w:p>
    <w:p w14:paraId="6AFE39DF" w14:textId="77777777" w:rsidR="001B15B6" w:rsidRPr="004475C2" w:rsidRDefault="00463E8F" w:rsidP="00D4377D">
      <w:pPr>
        <w:numPr>
          <w:ilvl w:val="0"/>
          <w:numId w:val="4"/>
        </w:numPr>
        <w:tabs>
          <w:tab w:val="left" w:pos="3240"/>
          <w:tab w:val="left" w:pos="3420"/>
        </w:tabs>
        <w:ind w:left="284" w:hanging="284"/>
      </w:pPr>
      <w:bookmarkStart w:id="8" w:name="_Hlk206698862"/>
      <w:r>
        <w:t>Pašvaldības</w:t>
      </w:r>
      <w:r w:rsidR="001B15B6" w:rsidRPr="004475C2">
        <w:t xml:space="preserve"> </w:t>
      </w:r>
      <w:r w:rsidR="004475C2" w:rsidRPr="004475C2">
        <w:t xml:space="preserve">IKT resursu un </w:t>
      </w:r>
      <w:r w:rsidR="001B15B6" w:rsidRPr="004475C2">
        <w:t xml:space="preserve">informācijas sistēmu atbildīgo darbinieku sarakstu, tajā nosakot </w:t>
      </w:r>
      <w:r w:rsidR="004475C2" w:rsidRPr="003F4F40">
        <w:t>IKT resursu īpašnieku</w:t>
      </w:r>
      <w:r w:rsidR="004475C2" w:rsidRPr="004475C2">
        <w:t>s</w:t>
      </w:r>
      <w:r w:rsidR="001B15B6" w:rsidRPr="004475C2">
        <w:t xml:space="preserve">, </w:t>
      </w:r>
      <w:r w:rsidR="004475C2" w:rsidRPr="003F4F40">
        <w:t xml:space="preserve">IKT tehnisko resursu turētājus </w:t>
      </w:r>
      <w:r w:rsidR="001B15B6" w:rsidRPr="004475C2">
        <w:t xml:space="preserve">un </w:t>
      </w:r>
      <w:proofErr w:type="spellStart"/>
      <w:r w:rsidR="004475C2" w:rsidRPr="004475C2">
        <w:t>Kibe</w:t>
      </w:r>
      <w:r w:rsidR="001B15B6" w:rsidRPr="004475C2">
        <w:t>drošības</w:t>
      </w:r>
      <w:proofErr w:type="spellEnd"/>
      <w:r w:rsidR="001B15B6" w:rsidRPr="004475C2">
        <w:t xml:space="preserve"> pārvaldnieku apstiprina </w:t>
      </w:r>
      <w:r>
        <w:t>Pašvaldības</w:t>
      </w:r>
      <w:r w:rsidR="001B15B6" w:rsidRPr="004475C2">
        <w:t xml:space="preserve"> v</w:t>
      </w:r>
      <w:r>
        <w:t>adība</w:t>
      </w:r>
      <w:r w:rsidR="001B15B6" w:rsidRPr="004475C2">
        <w:t xml:space="preserve">. </w:t>
      </w:r>
      <w:r w:rsidR="004475C2" w:rsidRPr="004475C2">
        <w:t>IKT resursu un informācijas sistēmu atbildīgo darbinieku sarakst</w:t>
      </w:r>
      <w:r w:rsidR="006773DF">
        <w:t>u</w:t>
      </w:r>
      <w:r w:rsidR="004475C2" w:rsidRPr="004475C2">
        <w:t xml:space="preserve"> </w:t>
      </w:r>
      <w:r w:rsidR="001B15B6" w:rsidRPr="004475C2">
        <w:t>jāpārskata vismaz reizi gadā, nepieciešamības gadījumā to aktualizējot</w:t>
      </w:r>
      <w:bookmarkEnd w:id="8"/>
      <w:r w:rsidR="001B15B6" w:rsidRPr="004475C2">
        <w:t>.</w:t>
      </w:r>
    </w:p>
    <w:p w14:paraId="35FF016B" w14:textId="77777777" w:rsidR="001B15B6" w:rsidRPr="004475C2" w:rsidRDefault="001B15B6" w:rsidP="00ED4CE0">
      <w:pPr>
        <w:tabs>
          <w:tab w:val="left" w:pos="3240"/>
          <w:tab w:val="left" w:pos="3420"/>
        </w:tabs>
        <w:ind w:left="284" w:hanging="284"/>
      </w:pPr>
    </w:p>
    <w:p w14:paraId="12E644CF" w14:textId="77777777" w:rsidR="006773DF" w:rsidRPr="003F4F40" w:rsidRDefault="00463E8F" w:rsidP="00D4377D">
      <w:pPr>
        <w:numPr>
          <w:ilvl w:val="0"/>
          <w:numId w:val="4"/>
        </w:numPr>
        <w:tabs>
          <w:tab w:val="left" w:pos="3240"/>
          <w:tab w:val="left" w:pos="3420"/>
        </w:tabs>
        <w:ind w:left="284" w:hanging="284"/>
      </w:pPr>
      <w:r>
        <w:t>Pašvaldības</w:t>
      </w:r>
      <w:r w:rsidR="000C7735" w:rsidRPr="004475C2">
        <w:t xml:space="preserve"> IKT informācijas sistēmu un resursu atbildīgo darbinieku saraksts ir iekļauts </w:t>
      </w:r>
      <w:r>
        <w:t>Pašvaldības</w:t>
      </w:r>
      <w:r w:rsidR="000C7735" w:rsidRPr="004475C2">
        <w:t xml:space="preserve"> IKT resursu un informācijas sistēmu katalogā. </w:t>
      </w:r>
    </w:p>
    <w:p w14:paraId="26EA71FF" w14:textId="77777777" w:rsidR="001826F1" w:rsidRPr="003F4F40" w:rsidRDefault="001826F1" w:rsidP="00ED4CE0">
      <w:pPr>
        <w:tabs>
          <w:tab w:val="left" w:pos="3240"/>
          <w:tab w:val="left" w:pos="3420"/>
        </w:tabs>
        <w:ind w:left="284" w:hanging="284"/>
      </w:pPr>
    </w:p>
    <w:p w14:paraId="0B241157" w14:textId="77777777" w:rsidR="001826F1" w:rsidRPr="00E518D6" w:rsidRDefault="001826F1" w:rsidP="00D4377D">
      <w:pPr>
        <w:numPr>
          <w:ilvl w:val="0"/>
          <w:numId w:val="4"/>
        </w:numPr>
        <w:tabs>
          <w:tab w:val="left" w:pos="3240"/>
          <w:tab w:val="left" w:pos="3420"/>
        </w:tabs>
        <w:ind w:left="284" w:hanging="284"/>
      </w:pPr>
      <w:r w:rsidRPr="004475C2">
        <w:t>Kiber</w:t>
      </w:r>
      <w:r w:rsidRPr="004475C2">
        <w:rPr>
          <w:rStyle w:val="normaltextrun"/>
        </w:rPr>
        <w:t>drošības pasākumu organizēšanu un iekšējo</w:t>
      </w:r>
      <w:r w:rsidRPr="001C31FD">
        <w:rPr>
          <w:rStyle w:val="normaltextrun"/>
        </w:rPr>
        <w:t xml:space="preserve"> normatīvu aktu izstrādi, papildināšanu un atjaunošanu </w:t>
      </w:r>
      <w:r w:rsidR="00463E8F">
        <w:rPr>
          <w:rStyle w:val="normaltextrun"/>
        </w:rPr>
        <w:t>Pašvaldība</w:t>
      </w:r>
      <w:r w:rsidRPr="001C31FD">
        <w:rPr>
          <w:rStyle w:val="normaltextrun"/>
        </w:rPr>
        <w:t xml:space="preserve"> veic saskaņā ar </w:t>
      </w:r>
      <w:r>
        <w:rPr>
          <w:rStyle w:val="normaltextrun"/>
        </w:rPr>
        <w:t>Kiberdrošības p</w:t>
      </w:r>
      <w:r w:rsidRPr="001C31FD">
        <w:rPr>
          <w:rStyle w:val="normaltextrun"/>
        </w:rPr>
        <w:t>olitiku un spēkā esošajiem normatīvajiem aktiem</w:t>
      </w:r>
      <w:r>
        <w:rPr>
          <w:rStyle w:val="normaltextrun"/>
        </w:rPr>
        <w:t>.</w:t>
      </w:r>
    </w:p>
    <w:p w14:paraId="01B9F7F2" w14:textId="77777777" w:rsidR="009A27F4" w:rsidRPr="008F5392" w:rsidRDefault="009A27F4" w:rsidP="009A27F4">
      <w:pPr>
        <w:pStyle w:val="02Pamatteksts"/>
        <w:ind w:left="720" w:firstLine="0"/>
        <w:rPr>
          <w:sz w:val="24"/>
        </w:rPr>
      </w:pPr>
    </w:p>
    <w:p w14:paraId="5669C160" w14:textId="51D43475" w:rsidR="00770BBF" w:rsidRPr="008F5392" w:rsidRDefault="005B1769" w:rsidP="00D4377D">
      <w:pPr>
        <w:pStyle w:val="02Pamatteksts"/>
        <w:numPr>
          <w:ilvl w:val="0"/>
          <w:numId w:val="5"/>
        </w:numPr>
        <w:ind w:left="0" w:firstLine="0"/>
        <w:jc w:val="center"/>
        <w:rPr>
          <w:b/>
          <w:sz w:val="24"/>
        </w:rPr>
      </w:pPr>
      <w:r>
        <w:rPr>
          <w:b/>
          <w:sz w:val="24"/>
        </w:rPr>
        <w:t>IKT resursu un info</w:t>
      </w:r>
      <w:r w:rsidR="0072766C">
        <w:rPr>
          <w:b/>
          <w:sz w:val="24"/>
        </w:rPr>
        <w:t>rmācijas sistēmu klasifikācija</w:t>
      </w:r>
    </w:p>
    <w:p w14:paraId="322C5E23" w14:textId="77777777" w:rsidR="001C1AE9" w:rsidRPr="008F5392" w:rsidRDefault="001C1AE9" w:rsidP="00770BBF">
      <w:pPr>
        <w:pStyle w:val="01Virsraksts"/>
        <w:rPr>
          <w:sz w:val="24"/>
        </w:rPr>
      </w:pPr>
    </w:p>
    <w:p w14:paraId="6B244286" w14:textId="77777777" w:rsidR="001B15B6" w:rsidRDefault="00463E8F" w:rsidP="00D4377D">
      <w:pPr>
        <w:numPr>
          <w:ilvl w:val="0"/>
          <w:numId w:val="4"/>
        </w:numPr>
        <w:tabs>
          <w:tab w:val="left" w:pos="3240"/>
          <w:tab w:val="left" w:pos="3420"/>
        </w:tabs>
        <w:ind w:left="284" w:hanging="284"/>
      </w:pPr>
      <w:r>
        <w:t>Pašvaldības</w:t>
      </w:r>
      <w:r w:rsidR="001B15B6">
        <w:t xml:space="preserve"> īpašumā un valdījumā esošie</w:t>
      </w:r>
      <w:r w:rsidR="00361CC9" w:rsidRPr="00445FD0">
        <w:t xml:space="preserve"> </w:t>
      </w:r>
      <w:r w:rsidR="005B1769" w:rsidRPr="00445FD0">
        <w:t>IKT resursi un informācijas sistēmas tiek iedalītas drošības klasēs ievērojot 2025. gada 25. jūnija noteikumu Nr. 397 “Minimālās kiberdrošības prasības” nosacījumus</w:t>
      </w:r>
      <w:r w:rsidR="001B15B6">
        <w:t xml:space="preserve">. </w:t>
      </w:r>
    </w:p>
    <w:p w14:paraId="6918F867" w14:textId="77777777" w:rsidR="001B15B6" w:rsidRDefault="001B15B6" w:rsidP="00ED4CE0">
      <w:pPr>
        <w:tabs>
          <w:tab w:val="left" w:pos="3240"/>
          <w:tab w:val="left" w:pos="3420"/>
        </w:tabs>
        <w:ind w:left="284" w:hanging="284"/>
      </w:pPr>
    </w:p>
    <w:p w14:paraId="7DFE6CA5" w14:textId="77777777" w:rsidR="0058143A" w:rsidRDefault="00463E8F" w:rsidP="00D4377D">
      <w:pPr>
        <w:numPr>
          <w:ilvl w:val="0"/>
          <w:numId w:val="4"/>
        </w:numPr>
        <w:tabs>
          <w:tab w:val="left" w:pos="3240"/>
          <w:tab w:val="left" w:pos="3420"/>
        </w:tabs>
        <w:ind w:left="284" w:hanging="284"/>
      </w:pPr>
      <w:r>
        <w:t>Pašvaldības</w:t>
      </w:r>
      <w:r w:rsidR="001B15B6">
        <w:t xml:space="preserve"> īpašumā un valdījumā esošo IKT resursu un informācijas sistēmu klasifikācijas </w:t>
      </w:r>
      <w:r w:rsidR="00502C5D">
        <w:t xml:space="preserve">iedalījuma </w:t>
      </w:r>
      <w:r w:rsidR="001B15B6">
        <w:t xml:space="preserve">sarakstu apstiprina </w:t>
      </w:r>
      <w:r>
        <w:t>Pašvaldības</w:t>
      </w:r>
      <w:r w:rsidR="001B15B6">
        <w:t xml:space="preserve"> valde.</w:t>
      </w:r>
    </w:p>
    <w:p w14:paraId="249ADEFE" w14:textId="410FB70F" w:rsidR="001B15B6" w:rsidRDefault="001B15B6" w:rsidP="00ED4CE0">
      <w:pPr>
        <w:tabs>
          <w:tab w:val="left" w:pos="3240"/>
          <w:tab w:val="left" w:pos="3420"/>
        </w:tabs>
        <w:ind w:left="284" w:hanging="284"/>
      </w:pPr>
    </w:p>
    <w:p w14:paraId="64698313" w14:textId="77777777" w:rsidR="0058143A" w:rsidRDefault="0058143A" w:rsidP="00D4377D">
      <w:pPr>
        <w:numPr>
          <w:ilvl w:val="0"/>
          <w:numId w:val="4"/>
        </w:numPr>
        <w:tabs>
          <w:tab w:val="left" w:pos="3240"/>
          <w:tab w:val="left" w:pos="3420"/>
        </w:tabs>
        <w:ind w:left="284" w:hanging="284"/>
      </w:pPr>
      <w:r>
        <w:t xml:space="preserve">Kiberdrošības pārvaldnieks </w:t>
      </w:r>
      <w:r w:rsidRPr="004475C2">
        <w:t xml:space="preserve">sadarbībā ar </w:t>
      </w:r>
      <w:r w:rsidRPr="003F4F40">
        <w:t>IKT resursu īpašnieku un IKT tehnisko resursu</w:t>
      </w:r>
      <w:r w:rsidRPr="004475C2">
        <w:t xml:space="preserve"> turētāju vismaz reizi gadā pārska</w:t>
      </w:r>
      <w:r>
        <w:t xml:space="preserve">ta </w:t>
      </w:r>
      <w:r w:rsidR="00463E8F">
        <w:t>Pašvaldības</w:t>
      </w:r>
      <w:r>
        <w:t xml:space="preserve"> īpašumā un valdījumā esošo IKT resursu un informācijas sistēmu klasifikācijas iedalījumu sarakstu</w:t>
      </w:r>
      <w:r w:rsidRPr="001C31FD">
        <w:t>, nepieciešamības gadījumā to aktualizējot</w:t>
      </w:r>
      <w:r>
        <w:t xml:space="preserve"> un iesniedzot to </w:t>
      </w:r>
      <w:r w:rsidR="00463E8F">
        <w:t>Pašvaldības</w:t>
      </w:r>
      <w:r>
        <w:t xml:space="preserve"> va</w:t>
      </w:r>
      <w:r w:rsidR="00463E8F">
        <w:t>dībai</w:t>
      </w:r>
      <w:r>
        <w:t xml:space="preserve"> apstiprināšanai.</w:t>
      </w:r>
    </w:p>
    <w:p w14:paraId="3ED650B6" w14:textId="77777777" w:rsidR="001B15B6" w:rsidRDefault="001B15B6" w:rsidP="001B15B6">
      <w:pPr>
        <w:pStyle w:val="Sarakstarindkopa"/>
      </w:pPr>
    </w:p>
    <w:p w14:paraId="3EE323AB" w14:textId="30738FD4" w:rsidR="0058143A" w:rsidRPr="003F4F40" w:rsidRDefault="0058143A" w:rsidP="00D4377D">
      <w:pPr>
        <w:pStyle w:val="02Pamatteksts"/>
        <w:numPr>
          <w:ilvl w:val="0"/>
          <w:numId w:val="5"/>
        </w:numPr>
        <w:ind w:left="0" w:firstLine="0"/>
        <w:jc w:val="center"/>
        <w:rPr>
          <w:b/>
          <w:sz w:val="24"/>
        </w:rPr>
      </w:pPr>
      <w:r w:rsidRPr="003F4F40">
        <w:rPr>
          <w:b/>
          <w:sz w:val="24"/>
        </w:rPr>
        <w:t>IKT resursu un informācijas sistēmu kataloga</w:t>
      </w:r>
      <w:r w:rsidRPr="0058143A">
        <w:rPr>
          <w:b/>
          <w:sz w:val="24"/>
        </w:rPr>
        <w:t xml:space="preserve"> izve</w:t>
      </w:r>
      <w:r>
        <w:rPr>
          <w:b/>
          <w:sz w:val="24"/>
        </w:rPr>
        <w:t>i</w:t>
      </w:r>
      <w:r w:rsidR="0072766C">
        <w:rPr>
          <w:b/>
          <w:sz w:val="24"/>
        </w:rPr>
        <w:t>došana un uzturēšana</w:t>
      </w:r>
    </w:p>
    <w:p w14:paraId="2ADC30E3" w14:textId="77777777" w:rsidR="0058143A" w:rsidRDefault="0058143A" w:rsidP="003F4F40">
      <w:pPr>
        <w:pStyle w:val="Sarakstarindkopa"/>
      </w:pPr>
    </w:p>
    <w:p w14:paraId="5C4C3F2B" w14:textId="5C90A078" w:rsidR="008F6BFE" w:rsidRDefault="00463E8F" w:rsidP="00D4377D">
      <w:pPr>
        <w:numPr>
          <w:ilvl w:val="0"/>
          <w:numId w:val="4"/>
        </w:numPr>
        <w:tabs>
          <w:tab w:val="left" w:pos="3240"/>
          <w:tab w:val="left" w:pos="3420"/>
        </w:tabs>
        <w:ind w:left="284" w:hanging="284"/>
      </w:pPr>
      <w:r>
        <w:t>Pašvaldības</w:t>
      </w:r>
      <w:r w:rsidR="00550858" w:rsidRPr="008F6BFE">
        <w:t xml:space="preserve"> īpašumā un valdījumā esošos IKT resursus un informācijas sistēmas, </w:t>
      </w:r>
      <w:r w:rsidR="008F6BFE" w:rsidRPr="008F6BFE">
        <w:t xml:space="preserve">kas ir pakļautas </w:t>
      </w:r>
      <w:proofErr w:type="spellStart"/>
      <w:r w:rsidR="008F6BFE" w:rsidRPr="008F6BFE">
        <w:t>kiberriskiem</w:t>
      </w:r>
      <w:proofErr w:type="spellEnd"/>
      <w:r w:rsidR="008F6BFE" w:rsidRPr="008F6BFE">
        <w:t xml:space="preserve">, apzina un uzskaita IKT tehnisko resursu turētājs, </w:t>
      </w:r>
      <w:r w:rsidR="008F6BFE">
        <w:t>izveidojot IKT resursu un</w:t>
      </w:r>
      <w:r w:rsidR="00ED4CE0">
        <w:t xml:space="preserve"> informācijas sistēmu katalogu.</w:t>
      </w:r>
    </w:p>
    <w:p w14:paraId="74203221" w14:textId="77777777" w:rsidR="008F6BFE" w:rsidRDefault="008F6BFE" w:rsidP="00ED4CE0">
      <w:pPr>
        <w:pStyle w:val="Sarakstarindkopa"/>
        <w:ind w:left="284" w:hanging="284"/>
      </w:pPr>
    </w:p>
    <w:p w14:paraId="12301035" w14:textId="3D85F9C2" w:rsidR="008F6BFE" w:rsidRPr="008F6BFE" w:rsidRDefault="008F6BFE" w:rsidP="00D4377D">
      <w:pPr>
        <w:numPr>
          <w:ilvl w:val="0"/>
          <w:numId w:val="4"/>
        </w:numPr>
        <w:tabs>
          <w:tab w:val="left" w:pos="3240"/>
          <w:tab w:val="left" w:pos="3420"/>
        </w:tabs>
        <w:ind w:left="284" w:hanging="284"/>
      </w:pPr>
      <w:r w:rsidRPr="008F6BFE">
        <w:t xml:space="preserve"> IKT resursu un informācijas sistēmu katalogā tiek iekļauta informācija par </w:t>
      </w:r>
      <w:r w:rsidR="00463E8F">
        <w:t>Pašvaldības</w:t>
      </w:r>
      <w:r w:rsidRPr="008F6BFE">
        <w:t xml:space="preserve"> īpašumā un valdījumā esoš</w:t>
      </w:r>
      <w:r>
        <w:t>ajiem</w:t>
      </w:r>
      <w:r w:rsidRPr="008F6BFE">
        <w:t xml:space="preserve"> IKT resursu un informāciju sistēm</w:t>
      </w:r>
      <w:r>
        <w:t>ām,</w:t>
      </w:r>
      <w:r w:rsidRPr="008F6BFE">
        <w:t xml:space="preserve"> šo resursu un informācijas sistēmu atbalstošā</w:t>
      </w:r>
      <w:r>
        <w:t>m</w:t>
      </w:r>
      <w:r w:rsidRPr="008F6BFE">
        <w:t xml:space="preserve"> sistēm</w:t>
      </w:r>
      <w:r>
        <w:t>ām</w:t>
      </w:r>
      <w:r w:rsidRPr="008F6BFE">
        <w:t>,</w:t>
      </w:r>
      <w:r>
        <w:t xml:space="preserve"> servisiem,</w:t>
      </w:r>
      <w:r w:rsidRPr="008F6BFE">
        <w:t xml:space="preserve"> programmatūru, </w:t>
      </w:r>
      <w:r>
        <w:t>izmantoto aparatūru, fizisko infrastruktūru, datu nesējiem,</w:t>
      </w:r>
      <w:r w:rsidR="00ED4CE0">
        <w:t xml:space="preserve"> kā arī izveidoto tīklu shēmu.</w:t>
      </w:r>
    </w:p>
    <w:p w14:paraId="58EA6A3D" w14:textId="77777777" w:rsidR="008F6BFE" w:rsidRDefault="008F6BFE" w:rsidP="00ED4CE0">
      <w:pPr>
        <w:tabs>
          <w:tab w:val="left" w:pos="3240"/>
          <w:tab w:val="left" w:pos="3420"/>
        </w:tabs>
        <w:ind w:left="284" w:hanging="284"/>
      </w:pPr>
    </w:p>
    <w:p w14:paraId="33FA8DB6" w14:textId="310ACA78" w:rsidR="0058143A" w:rsidRDefault="003D0CCE" w:rsidP="00D4377D">
      <w:pPr>
        <w:numPr>
          <w:ilvl w:val="0"/>
          <w:numId w:val="4"/>
        </w:numPr>
        <w:tabs>
          <w:tab w:val="left" w:pos="3240"/>
          <w:tab w:val="left" w:pos="3420"/>
        </w:tabs>
        <w:ind w:left="284" w:hanging="284"/>
      </w:pPr>
      <w:r w:rsidRPr="008F6BFE">
        <w:t>IKT tehnisko resursu turētājs</w:t>
      </w:r>
      <w:r>
        <w:t xml:space="preserve"> uztur IKT resursu un informācijas sistēmu katalogu un izmaiņu gadījumā ne vēlāk kā vi</w:t>
      </w:r>
      <w:r w:rsidR="00ED4CE0">
        <w:t>ena mēneša laikā aktualizē to.</w:t>
      </w:r>
    </w:p>
    <w:p w14:paraId="2E1B5A02" w14:textId="77777777" w:rsidR="001B15B6" w:rsidRDefault="001B15B6" w:rsidP="003F4F40">
      <w:pPr>
        <w:tabs>
          <w:tab w:val="left" w:pos="3240"/>
          <w:tab w:val="left" w:pos="3420"/>
        </w:tabs>
        <w:ind w:left="720"/>
      </w:pPr>
    </w:p>
    <w:p w14:paraId="6A58BEDD" w14:textId="5C618112" w:rsidR="00502C5D" w:rsidRPr="00BA17F9" w:rsidRDefault="00F15B97" w:rsidP="00D4377D">
      <w:pPr>
        <w:pStyle w:val="02Pamatteksts"/>
        <w:numPr>
          <w:ilvl w:val="0"/>
          <w:numId w:val="5"/>
        </w:numPr>
        <w:ind w:left="0" w:firstLine="0"/>
        <w:jc w:val="center"/>
        <w:rPr>
          <w:b/>
          <w:sz w:val="24"/>
        </w:rPr>
      </w:pPr>
      <w:proofErr w:type="spellStart"/>
      <w:r w:rsidRPr="00BA17F9">
        <w:rPr>
          <w:b/>
          <w:sz w:val="24"/>
        </w:rPr>
        <w:t>Kiberincidentu</w:t>
      </w:r>
      <w:proofErr w:type="spellEnd"/>
      <w:r w:rsidRPr="00BA17F9">
        <w:rPr>
          <w:b/>
          <w:sz w:val="24"/>
        </w:rPr>
        <w:t xml:space="preserve"> pārvaldība</w:t>
      </w:r>
    </w:p>
    <w:p w14:paraId="699F10B4" w14:textId="77777777" w:rsidR="005B1769" w:rsidRPr="00BA17F9" w:rsidRDefault="005B1769" w:rsidP="005B1769">
      <w:pPr>
        <w:tabs>
          <w:tab w:val="left" w:pos="3240"/>
          <w:tab w:val="left" w:pos="3420"/>
        </w:tabs>
        <w:ind w:left="720"/>
      </w:pPr>
    </w:p>
    <w:p w14:paraId="1650C33A" w14:textId="77777777" w:rsidR="00BD0D19" w:rsidRPr="003F4F40" w:rsidRDefault="00463E8F" w:rsidP="00D4377D">
      <w:pPr>
        <w:numPr>
          <w:ilvl w:val="0"/>
          <w:numId w:val="4"/>
        </w:numPr>
        <w:tabs>
          <w:tab w:val="left" w:pos="3240"/>
          <w:tab w:val="left" w:pos="3420"/>
        </w:tabs>
        <w:ind w:left="284" w:hanging="284"/>
      </w:pPr>
      <w:r>
        <w:t>Pašvaldība</w:t>
      </w:r>
      <w:r w:rsidR="00361CC9" w:rsidRPr="00BA17F9">
        <w:t xml:space="preserve"> </w:t>
      </w:r>
      <w:r w:rsidR="005B1769" w:rsidRPr="00BA17F9">
        <w:t xml:space="preserve">veic </w:t>
      </w:r>
      <w:r w:rsidR="001C1AE9" w:rsidRPr="00BA17F9">
        <w:t xml:space="preserve">IKT </w:t>
      </w:r>
      <w:r w:rsidR="00770BBF" w:rsidRPr="00BA17F9">
        <w:t>resurs</w:t>
      </w:r>
      <w:r w:rsidR="005B1769" w:rsidRPr="00BA17F9">
        <w:t xml:space="preserve">u un informācijas sistēmu </w:t>
      </w:r>
      <w:r w:rsidR="009566F0" w:rsidRPr="003F4F40">
        <w:t>kiberincidentu</w:t>
      </w:r>
      <w:r w:rsidR="009566F0" w:rsidRPr="00BA17F9">
        <w:t xml:space="preserve"> </w:t>
      </w:r>
      <w:r w:rsidR="009566F0" w:rsidRPr="003F4F40">
        <w:t>pārvaldību,</w:t>
      </w:r>
      <w:r w:rsidR="005B1769" w:rsidRPr="00BA17F9">
        <w:t xml:space="preserve"> ievērojot </w:t>
      </w:r>
      <w:r>
        <w:t>Pašvaldības</w:t>
      </w:r>
      <w:r w:rsidR="00361CC9" w:rsidRPr="00BA17F9">
        <w:t xml:space="preserve"> </w:t>
      </w:r>
      <w:r w:rsidR="00F15B97" w:rsidRPr="00BA17F9">
        <w:t>Kibe</w:t>
      </w:r>
      <w:r w:rsidR="00F15B97" w:rsidRPr="003F4F40">
        <w:t xml:space="preserve">rincidentu </w:t>
      </w:r>
      <w:r w:rsidR="005B1769" w:rsidRPr="00BA17F9">
        <w:t>pārvaldības noteikum</w:t>
      </w:r>
      <w:r w:rsidR="009566F0" w:rsidRPr="003F4F40">
        <w:t>os iekļautās prasības</w:t>
      </w:r>
      <w:r w:rsidR="005B1769" w:rsidRPr="00BA17F9">
        <w:t>,</w:t>
      </w:r>
      <w:r w:rsidR="009566F0" w:rsidRPr="003F4F40">
        <w:t xml:space="preserve"> nodrošinot </w:t>
      </w:r>
      <w:r w:rsidR="00BD0D19" w:rsidRPr="003F4F40">
        <w:t>šādas darbības:</w:t>
      </w:r>
    </w:p>
    <w:p w14:paraId="335E48E2" w14:textId="77777777" w:rsidR="00BD0D19" w:rsidRPr="003F4F40" w:rsidRDefault="009566F0" w:rsidP="00D4377D">
      <w:pPr>
        <w:numPr>
          <w:ilvl w:val="1"/>
          <w:numId w:val="4"/>
        </w:numPr>
        <w:tabs>
          <w:tab w:val="left" w:pos="3240"/>
          <w:tab w:val="left" w:pos="3420"/>
        </w:tabs>
        <w:ind w:left="964" w:hanging="567"/>
      </w:pPr>
      <w:r w:rsidRPr="003F4F40">
        <w:t>kiberincidentu identificēšanas un reģistrēšanas kārtību</w:t>
      </w:r>
      <w:r w:rsidR="00BD0D19" w:rsidRPr="003F4F40">
        <w:t xml:space="preserve">; </w:t>
      </w:r>
    </w:p>
    <w:p w14:paraId="431EE483" w14:textId="77777777" w:rsidR="00BD0D19" w:rsidRPr="003F4F40" w:rsidRDefault="009566F0" w:rsidP="00D4377D">
      <w:pPr>
        <w:numPr>
          <w:ilvl w:val="1"/>
          <w:numId w:val="4"/>
        </w:numPr>
        <w:tabs>
          <w:tab w:val="left" w:pos="3240"/>
          <w:tab w:val="left" w:pos="3420"/>
        </w:tabs>
        <w:ind w:left="964" w:hanging="567"/>
      </w:pPr>
      <w:r w:rsidRPr="003F4F40">
        <w:t>ietekmes novērtēšanu</w:t>
      </w:r>
      <w:r w:rsidR="00BD0D19" w:rsidRPr="003F4F40">
        <w:t>;</w:t>
      </w:r>
    </w:p>
    <w:p w14:paraId="13314A56" w14:textId="77777777" w:rsidR="00BD0D19" w:rsidRPr="003F4F40" w:rsidRDefault="009566F0" w:rsidP="00D4377D">
      <w:pPr>
        <w:numPr>
          <w:ilvl w:val="1"/>
          <w:numId w:val="4"/>
        </w:numPr>
        <w:tabs>
          <w:tab w:val="left" w:pos="3240"/>
          <w:tab w:val="left" w:pos="3420"/>
        </w:tabs>
        <w:ind w:left="964" w:hanging="567"/>
      </w:pPr>
      <w:r w:rsidRPr="003F4F40">
        <w:t>pasākumu un procedūru ieviešanu kiberincidentu risināšanai</w:t>
      </w:r>
      <w:r w:rsidR="00BD0D19" w:rsidRPr="003F4F40">
        <w:t>,</w:t>
      </w:r>
      <w:r w:rsidRPr="003F4F40">
        <w:t xml:space="preserve"> ietekmes mazināšanai, un seku likvidēšanai</w:t>
      </w:r>
      <w:r w:rsidR="00BD0D19" w:rsidRPr="003F4F40">
        <w:t>;</w:t>
      </w:r>
    </w:p>
    <w:p w14:paraId="64FD896D" w14:textId="09CEB4FC" w:rsidR="009566F0" w:rsidRPr="003F4F40" w:rsidRDefault="00BD0D19" w:rsidP="00D4377D">
      <w:pPr>
        <w:numPr>
          <w:ilvl w:val="1"/>
          <w:numId w:val="4"/>
        </w:numPr>
        <w:tabs>
          <w:tab w:val="left" w:pos="3240"/>
          <w:tab w:val="left" w:pos="3420"/>
        </w:tabs>
        <w:ind w:left="964" w:hanging="567"/>
      </w:pPr>
      <w:r w:rsidRPr="003F4F40">
        <w:t xml:space="preserve">pasākumu un procedūru ieviešanu </w:t>
      </w:r>
      <w:r w:rsidR="009566F0" w:rsidRPr="003F4F40">
        <w:t>kiberincidentu pirmcēloņu atklāšanai, analīzei un novēršanai, pierādījumu saglabāšanai</w:t>
      </w:r>
      <w:r w:rsidRPr="003F4F40">
        <w:t xml:space="preserve"> un drošības pasākumu uzlabošanai pēc </w:t>
      </w:r>
      <w:proofErr w:type="spellStart"/>
      <w:r w:rsidRPr="003F4F40">
        <w:t>ki</w:t>
      </w:r>
      <w:r w:rsidR="00D4377D">
        <w:t>berincidenta</w:t>
      </w:r>
      <w:proofErr w:type="spellEnd"/>
      <w:r w:rsidR="00D4377D">
        <w:t>;</w:t>
      </w:r>
      <w:r w:rsidRPr="003F4F40">
        <w:t xml:space="preserve"> </w:t>
      </w:r>
    </w:p>
    <w:p w14:paraId="6D8DFFAC" w14:textId="77777777" w:rsidR="00BD0D19" w:rsidRPr="003F4F40" w:rsidRDefault="00BD0D19" w:rsidP="00D4377D">
      <w:pPr>
        <w:numPr>
          <w:ilvl w:val="1"/>
          <w:numId w:val="4"/>
        </w:numPr>
        <w:tabs>
          <w:tab w:val="left" w:pos="3240"/>
          <w:tab w:val="left" w:pos="3420"/>
        </w:tabs>
        <w:ind w:left="964" w:hanging="567"/>
      </w:pPr>
      <w:r w:rsidRPr="003F4F40">
        <w:t>iekšējās un ārējas komunikācijas plānu kiberincidenta gadījumā noteikšanu;</w:t>
      </w:r>
    </w:p>
    <w:p w14:paraId="7B966AF5" w14:textId="1408892F" w:rsidR="009566F0" w:rsidRPr="003F4F40" w:rsidRDefault="00BD0D19" w:rsidP="00D4377D">
      <w:pPr>
        <w:numPr>
          <w:ilvl w:val="1"/>
          <w:numId w:val="4"/>
        </w:numPr>
        <w:tabs>
          <w:tab w:val="left" w:pos="3240"/>
          <w:tab w:val="left" w:pos="3420"/>
        </w:tabs>
        <w:ind w:left="964" w:hanging="567"/>
      </w:pPr>
      <w:r w:rsidRPr="003F4F40">
        <w:t>pasākumu un procedūru ieviešanu kiberdrošības incidenta paziņojuma iesniegšanai uzraudzības iestādei – Na</w:t>
      </w:r>
      <w:r w:rsidR="00D4377D">
        <w:t xml:space="preserve">cionālam </w:t>
      </w:r>
      <w:proofErr w:type="spellStart"/>
      <w:r w:rsidR="00D4377D">
        <w:t>kiberdrošības</w:t>
      </w:r>
      <w:proofErr w:type="spellEnd"/>
      <w:r w:rsidR="00D4377D">
        <w:t xml:space="preserve"> centram;</w:t>
      </w:r>
    </w:p>
    <w:p w14:paraId="54923469" w14:textId="77777777" w:rsidR="00BD0D19" w:rsidRPr="003F4F40" w:rsidRDefault="00BD0D19" w:rsidP="00D4377D">
      <w:pPr>
        <w:numPr>
          <w:ilvl w:val="1"/>
          <w:numId w:val="4"/>
        </w:numPr>
        <w:tabs>
          <w:tab w:val="left" w:pos="3240"/>
          <w:tab w:val="left" w:pos="3420"/>
        </w:tabs>
        <w:ind w:left="964" w:hanging="567"/>
      </w:pPr>
      <w:r w:rsidRPr="003F4F40">
        <w:t xml:space="preserve">Kiberincidenta žurnāla izveidošanai un uzturēšanai. </w:t>
      </w:r>
    </w:p>
    <w:p w14:paraId="07F18048" w14:textId="77777777" w:rsidR="009566F0" w:rsidRDefault="009566F0" w:rsidP="00BD0D19">
      <w:pPr>
        <w:tabs>
          <w:tab w:val="left" w:pos="3240"/>
          <w:tab w:val="left" w:pos="3420"/>
        </w:tabs>
        <w:ind w:left="720"/>
        <w:rPr>
          <w:highlight w:val="yellow"/>
        </w:rPr>
      </w:pPr>
    </w:p>
    <w:p w14:paraId="56D2FF5B" w14:textId="23A16D34" w:rsidR="00F15B97" w:rsidRPr="008F5392" w:rsidRDefault="008B6767" w:rsidP="00D4377D">
      <w:pPr>
        <w:pStyle w:val="02Pamatteksts"/>
        <w:numPr>
          <w:ilvl w:val="0"/>
          <w:numId w:val="5"/>
        </w:numPr>
        <w:ind w:left="0" w:firstLine="0"/>
        <w:jc w:val="center"/>
        <w:rPr>
          <w:b/>
          <w:sz w:val="24"/>
        </w:rPr>
      </w:pPr>
      <w:proofErr w:type="spellStart"/>
      <w:r>
        <w:rPr>
          <w:b/>
          <w:sz w:val="24"/>
        </w:rPr>
        <w:t>Kiberrisku</w:t>
      </w:r>
      <w:proofErr w:type="spellEnd"/>
      <w:r>
        <w:rPr>
          <w:b/>
          <w:sz w:val="24"/>
        </w:rPr>
        <w:t xml:space="preserve"> pārvaldība</w:t>
      </w:r>
    </w:p>
    <w:p w14:paraId="779B1E8C" w14:textId="77777777" w:rsidR="00F15B97" w:rsidRPr="003F4F40" w:rsidRDefault="00F15B97" w:rsidP="003F4F40">
      <w:pPr>
        <w:tabs>
          <w:tab w:val="left" w:pos="3240"/>
          <w:tab w:val="left" w:pos="3420"/>
        </w:tabs>
        <w:ind w:left="720"/>
        <w:rPr>
          <w:highlight w:val="yellow"/>
        </w:rPr>
      </w:pPr>
    </w:p>
    <w:p w14:paraId="14EFCE8F" w14:textId="77777777" w:rsidR="00E85731" w:rsidRPr="003F4F40" w:rsidRDefault="00463E8F" w:rsidP="00D4377D">
      <w:pPr>
        <w:numPr>
          <w:ilvl w:val="0"/>
          <w:numId w:val="4"/>
        </w:numPr>
        <w:tabs>
          <w:tab w:val="left" w:pos="3240"/>
          <w:tab w:val="left" w:pos="3420"/>
        </w:tabs>
        <w:ind w:left="284" w:hanging="284"/>
      </w:pPr>
      <w:r>
        <w:t>Pašvaldība</w:t>
      </w:r>
      <w:r w:rsidR="00E85731" w:rsidRPr="003F4F40">
        <w:t xml:space="preserve"> </w:t>
      </w:r>
      <w:r w:rsidR="00E85731" w:rsidRPr="00BA17F9">
        <w:t>nepārtraukti</w:t>
      </w:r>
      <w:r w:rsidR="00E85731" w:rsidRPr="003F4F40">
        <w:t xml:space="preserve"> īsteno pasākumus informācijas drošības risku novērtēšanai un pārvaldīšanai, kā arī informācijas drošības līmeņa paaugstināšanai. </w:t>
      </w:r>
    </w:p>
    <w:p w14:paraId="4ED3F46D" w14:textId="77777777" w:rsidR="008B6767" w:rsidRPr="003F4F40" w:rsidRDefault="008B6767" w:rsidP="00ED4CE0">
      <w:pPr>
        <w:tabs>
          <w:tab w:val="left" w:pos="3240"/>
          <w:tab w:val="left" w:pos="3420"/>
        </w:tabs>
        <w:ind w:left="284" w:hanging="284"/>
      </w:pPr>
    </w:p>
    <w:p w14:paraId="3454E772" w14:textId="77777777" w:rsidR="00E85731" w:rsidRPr="00BA17F9" w:rsidRDefault="008B6767" w:rsidP="00D4377D">
      <w:pPr>
        <w:numPr>
          <w:ilvl w:val="0"/>
          <w:numId w:val="4"/>
        </w:numPr>
        <w:tabs>
          <w:tab w:val="left" w:pos="3240"/>
          <w:tab w:val="left" w:pos="3420"/>
        </w:tabs>
        <w:ind w:left="284" w:hanging="284"/>
      </w:pPr>
      <w:r w:rsidRPr="003F4F40">
        <w:t xml:space="preserve">Kiberincidentu pārvaldības </w:t>
      </w:r>
      <w:r w:rsidR="005B1769" w:rsidRPr="00BA17F9">
        <w:t xml:space="preserve">mērķis ir nodrošināt atbilstošu kiberdrošības vadību un kontroles darbības efektivitāti, lai atklātu un novērstu </w:t>
      </w:r>
      <w:proofErr w:type="spellStart"/>
      <w:r w:rsidR="00445FD0" w:rsidRPr="00BA17F9">
        <w:t>k</w:t>
      </w:r>
      <w:r w:rsidR="00361CC9" w:rsidRPr="00BA17F9">
        <w:t>i</w:t>
      </w:r>
      <w:r w:rsidR="00445FD0" w:rsidRPr="00BA17F9">
        <w:t>berincidentus</w:t>
      </w:r>
      <w:proofErr w:type="spellEnd"/>
      <w:r w:rsidR="00445FD0" w:rsidRPr="00BA17F9">
        <w:t xml:space="preserve">, </w:t>
      </w:r>
      <w:proofErr w:type="spellStart"/>
      <w:r w:rsidR="00445FD0" w:rsidRPr="00BA17F9">
        <w:t>kiberapdraudējumus</w:t>
      </w:r>
      <w:proofErr w:type="spellEnd"/>
      <w:r w:rsidR="00445FD0" w:rsidRPr="00BA17F9">
        <w:t xml:space="preserve">, </w:t>
      </w:r>
      <w:r w:rsidR="005B1769" w:rsidRPr="00BA17F9">
        <w:t xml:space="preserve">kļūdas un neprecizitātes, un nepieciešamības gadījumā veiktu labojumus kiberdrošības jomā. </w:t>
      </w:r>
    </w:p>
    <w:p w14:paraId="383FBED5" w14:textId="77777777" w:rsidR="00E85731" w:rsidRPr="00BA17F9" w:rsidRDefault="00E85731" w:rsidP="00ED4CE0">
      <w:pPr>
        <w:tabs>
          <w:tab w:val="left" w:pos="3240"/>
          <w:tab w:val="left" w:pos="3420"/>
        </w:tabs>
        <w:ind w:left="284" w:hanging="284"/>
      </w:pPr>
    </w:p>
    <w:p w14:paraId="0088B09F" w14:textId="77777777" w:rsidR="008B6767" w:rsidRPr="003F4F40" w:rsidRDefault="008B6767" w:rsidP="00D4377D">
      <w:pPr>
        <w:numPr>
          <w:ilvl w:val="0"/>
          <w:numId w:val="4"/>
        </w:numPr>
        <w:tabs>
          <w:tab w:val="left" w:pos="3240"/>
          <w:tab w:val="left" w:pos="3420"/>
        </w:tabs>
        <w:ind w:left="284" w:hanging="284"/>
      </w:pPr>
      <w:r w:rsidRPr="003F4F40">
        <w:t>Kiberrisku</w:t>
      </w:r>
      <w:r w:rsidR="00E85731" w:rsidRPr="00BA17F9">
        <w:t xml:space="preserve"> pārvaldīšan</w:t>
      </w:r>
      <w:r w:rsidRPr="003F4F40">
        <w:t>a</w:t>
      </w:r>
      <w:r w:rsidR="00E85731" w:rsidRPr="00BA17F9">
        <w:t xml:space="preserve"> </w:t>
      </w:r>
      <w:r w:rsidR="00463E8F">
        <w:t>Pašvaldībā</w:t>
      </w:r>
      <w:r w:rsidR="00E85731" w:rsidRPr="00BA17F9">
        <w:t xml:space="preserve"> </w:t>
      </w:r>
      <w:r w:rsidRPr="003F4F40">
        <w:t>tiek nodrošināta</w:t>
      </w:r>
      <w:r w:rsidR="00E85731" w:rsidRPr="00BA17F9">
        <w:t xml:space="preserve"> saskaņā ar </w:t>
      </w:r>
      <w:r w:rsidRPr="003F4F40">
        <w:t xml:space="preserve">Kiberrisku pārvaldības noteikumu prasībām, veicot kiberrisku novērtējumu, kas ietver identificēto kiberrisku uzskaitījumu un analīzi, katra </w:t>
      </w:r>
      <w:proofErr w:type="spellStart"/>
      <w:r w:rsidRPr="003F4F40">
        <w:t>kiberriska</w:t>
      </w:r>
      <w:proofErr w:type="spellEnd"/>
      <w:r w:rsidRPr="003F4F40">
        <w:t xml:space="preserve"> nozīmīguma novērtējumu attiecībā uz subjekta īpašumā un valdījumā esošajiem tīkliem, informācijas sistēmām un ar tiem saistītajiem resursiem, kā arī, ja attiecināms, salīdzinājumu ar iepriekšējā perioda kiberrisku pārvaldības un IKT darbības nepārtrauktības plānā ietverto kiberrisku novērtējumu.</w:t>
      </w:r>
    </w:p>
    <w:p w14:paraId="16EC82EE" w14:textId="77777777" w:rsidR="008B6767" w:rsidRPr="003F4F40" w:rsidRDefault="008B6767" w:rsidP="00ED4CE0">
      <w:pPr>
        <w:tabs>
          <w:tab w:val="left" w:pos="3240"/>
          <w:tab w:val="left" w:pos="3420"/>
        </w:tabs>
        <w:ind w:left="284" w:hanging="284"/>
      </w:pPr>
    </w:p>
    <w:p w14:paraId="0A679CA9" w14:textId="77777777" w:rsidR="008B6767" w:rsidRPr="003F4F40" w:rsidRDefault="008B6767" w:rsidP="00D4377D">
      <w:pPr>
        <w:numPr>
          <w:ilvl w:val="0"/>
          <w:numId w:val="4"/>
        </w:numPr>
        <w:tabs>
          <w:tab w:val="left" w:pos="3240"/>
          <w:tab w:val="left" w:pos="3420"/>
        </w:tabs>
        <w:ind w:left="284" w:hanging="284"/>
      </w:pPr>
      <w:r w:rsidRPr="003F4F40">
        <w:t xml:space="preserve">Ņemot vērā </w:t>
      </w:r>
      <w:proofErr w:type="spellStart"/>
      <w:r w:rsidRPr="003F4F40">
        <w:t>kiberriska</w:t>
      </w:r>
      <w:proofErr w:type="spellEnd"/>
      <w:r w:rsidRPr="003F4F40">
        <w:t xml:space="preserve"> novērtējumu, tiek sagatavots kiberrisku mazināšanas pasākumu plāns, kas ietver identificēto kiberrisku uzskaitījumu, konkrētus pasākumus šo kiberrisku mazināšanai, atbildīgos par pasākumu īstenošanu un kontroli, kā arī šo pasākumu īstenošanas termiņus vai to periodiskumu.</w:t>
      </w:r>
    </w:p>
    <w:p w14:paraId="43F1C737" w14:textId="77777777" w:rsidR="00770BBF" w:rsidRPr="008F5392" w:rsidRDefault="00770BBF" w:rsidP="00770BBF">
      <w:pPr>
        <w:pStyle w:val="02Pamatteksts"/>
        <w:ind w:firstLine="0"/>
        <w:rPr>
          <w:sz w:val="24"/>
        </w:rPr>
      </w:pPr>
    </w:p>
    <w:p w14:paraId="2D745393" w14:textId="77777777" w:rsidR="00770BBF" w:rsidRPr="008F5392" w:rsidRDefault="00445FD0" w:rsidP="00D4377D">
      <w:pPr>
        <w:pStyle w:val="02Pamatteksts"/>
        <w:numPr>
          <w:ilvl w:val="0"/>
          <w:numId w:val="5"/>
        </w:numPr>
        <w:ind w:left="0" w:firstLine="0"/>
        <w:jc w:val="center"/>
        <w:rPr>
          <w:b/>
          <w:sz w:val="24"/>
        </w:rPr>
      </w:pPr>
      <w:r>
        <w:rPr>
          <w:b/>
          <w:sz w:val="24"/>
        </w:rPr>
        <w:t xml:space="preserve">IKT </w:t>
      </w:r>
      <w:r w:rsidR="00770BBF" w:rsidRPr="008F5392">
        <w:rPr>
          <w:b/>
          <w:sz w:val="24"/>
        </w:rPr>
        <w:t xml:space="preserve">resursu </w:t>
      </w:r>
      <w:r>
        <w:rPr>
          <w:b/>
          <w:sz w:val="24"/>
        </w:rPr>
        <w:t>un informācijas sistēmu kiber</w:t>
      </w:r>
      <w:r w:rsidR="00770BBF" w:rsidRPr="008F5392">
        <w:rPr>
          <w:b/>
          <w:sz w:val="24"/>
        </w:rPr>
        <w:t>drošība</w:t>
      </w:r>
      <w:r>
        <w:rPr>
          <w:b/>
          <w:sz w:val="24"/>
        </w:rPr>
        <w:t>s prasības</w:t>
      </w:r>
    </w:p>
    <w:p w14:paraId="62B6EE50" w14:textId="77777777" w:rsidR="00770BBF" w:rsidRPr="008F5392" w:rsidRDefault="00770BBF" w:rsidP="00ED4CE0">
      <w:pPr>
        <w:pStyle w:val="02Pamatteksts"/>
        <w:ind w:firstLine="0"/>
        <w:rPr>
          <w:sz w:val="24"/>
        </w:rPr>
      </w:pPr>
    </w:p>
    <w:p w14:paraId="1EE170F2" w14:textId="77777777" w:rsidR="00770BBF" w:rsidRPr="008F5392" w:rsidRDefault="00463E8F" w:rsidP="00D4377D">
      <w:pPr>
        <w:numPr>
          <w:ilvl w:val="0"/>
          <w:numId w:val="4"/>
        </w:numPr>
        <w:tabs>
          <w:tab w:val="left" w:pos="3240"/>
          <w:tab w:val="left" w:pos="3420"/>
        </w:tabs>
        <w:ind w:left="284" w:hanging="284"/>
      </w:pPr>
      <w:r>
        <w:lastRenderedPageBreak/>
        <w:t>Pašvaldības</w:t>
      </w:r>
      <w:r w:rsidR="00361CC9" w:rsidRPr="008F5392">
        <w:t xml:space="preserve"> </w:t>
      </w:r>
      <w:r w:rsidR="00770BBF" w:rsidRPr="008F5392">
        <w:t>Informācijas sistēmas lietotājiem pieejas tiesību piešķiršana, izmainīšana un anulēšana tiek veikta atbilstoši Informācijas sistēmas lietošanas noteikumiem.</w:t>
      </w:r>
    </w:p>
    <w:p w14:paraId="49B6AD62" w14:textId="77777777" w:rsidR="00C0053A" w:rsidRPr="008F5392" w:rsidRDefault="00C0053A" w:rsidP="00550858">
      <w:pPr>
        <w:tabs>
          <w:tab w:val="left" w:pos="3240"/>
          <w:tab w:val="left" w:pos="3420"/>
        </w:tabs>
        <w:ind w:left="720"/>
      </w:pPr>
    </w:p>
    <w:p w14:paraId="00266EA8" w14:textId="79B007A9" w:rsidR="00770BBF" w:rsidRPr="008F5392" w:rsidRDefault="00770BBF" w:rsidP="00D4377D">
      <w:pPr>
        <w:numPr>
          <w:ilvl w:val="0"/>
          <w:numId w:val="4"/>
        </w:numPr>
        <w:tabs>
          <w:tab w:val="left" w:pos="3240"/>
          <w:tab w:val="left" w:pos="3420"/>
        </w:tabs>
        <w:ind w:left="284" w:hanging="284"/>
      </w:pPr>
      <w:r w:rsidRPr="008F5392">
        <w:t>Informācijas sistēmas lietotāju pienākumi attiecībā uz informācijas resursu lietošanu, interneta izmantošanu un tehnisko resursu fizisko drošību ir iekļauti Informācijas sistēmas lietošanas noteikumos.</w:t>
      </w:r>
    </w:p>
    <w:p w14:paraId="5D6FE5A4" w14:textId="77777777" w:rsidR="00770BBF" w:rsidRPr="003F4F40" w:rsidRDefault="00770BBF" w:rsidP="003F4F40">
      <w:pPr>
        <w:tabs>
          <w:tab w:val="left" w:pos="3240"/>
          <w:tab w:val="left" w:pos="3420"/>
        </w:tabs>
        <w:ind w:left="720"/>
      </w:pPr>
    </w:p>
    <w:p w14:paraId="28C9B0C7" w14:textId="77777777" w:rsidR="00770BBF" w:rsidRPr="003F4F40" w:rsidRDefault="00463E8F" w:rsidP="00D4377D">
      <w:pPr>
        <w:numPr>
          <w:ilvl w:val="0"/>
          <w:numId w:val="4"/>
        </w:numPr>
        <w:tabs>
          <w:tab w:val="left" w:pos="3240"/>
          <w:tab w:val="left" w:pos="3420"/>
        </w:tabs>
        <w:ind w:left="284" w:hanging="284"/>
      </w:pPr>
      <w:r>
        <w:t>Pašvaldības</w:t>
      </w:r>
      <w:r w:rsidR="00361CC9" w:rsidRPr="008F5392">
        <w:t xml:space="preserve"> </w:t>
      </w:r>
      <w:r w:rsidR="00770BBF" w:rsidRPr="008F5392">
        <w:t xml:space="preserve">datortīklu, serveru un to saistīto iekārtu uzturēšanu un administrēšanu, kā arī Informācijas sistēmas lietotāju datoru uzstādīšanu un administrēšanu veic </w:t>
      </w:r>
      <w:r w:rsidR="00A566B8" w:rsidRPr="00863DC7">
        <w:t>IKT tehnisko resursu</w:t>
      </w:r>
      <w:r w:rsidR="00A566B8" w:rsidRPr="004475C2">
        <w:t xml:space="preserve"> turētāj</w:t>
      </w:r>
      <w:r w:rsidR="00A566B8">
        <w:t>s</w:t>
      </w:r>
      <w:r w:rsidR="00770BBF" w:rsidRPr="008F5392">
        <w:t xml:space="preserve">, </w:t>
      </w:r>
      <w:r w:rsidR="00445FD0">
        <w:t>ievērojot</w:t>
      </w:r>
      <w:r w:rsidR="00445FD0" w:rsidRPr="00BA3D71">
        <w:t xml:space="preserve"> </w:t>
      </w:r>
      <w:r>
        <w:t>Pašvaldības</w:t>
      </w:r>
      <w:r w:rsidR="00B837DE">
        <w:t xml:space="preserve"> </w:t>
      </w:r>
      <w:r w:rsidR="008F6BFE">
        <w:t>IKT k</w:t>
      </w:r>
      <w:r w:rsidR="00B837DE">
        <w:t xml:space="preserve">iberdrošības noteikumos </w:t>
      </w:r>
      <w:r w:rsidR="00445FD0" w:rsidRPr="00445FD0">
        <w:t>iekļautās prasības</w:t>
      </w:r>
      <w:r w:rsidR="00770BBF" w:rsidRPr="008F5392">
        <w:t xml:space="preserve">. </w:t>
      </w:r>
    </w:p>
    <w:p w14:paraId="5C8F8F3E" w14:textId="77777777" w:rsidR="00550858" w:rsidRDefault="00550858" w:rsidP="003F4F40">
      <w:pPr>
        <w:pStyle w:val="Sarakstarindkopa"/>
      </w:pPr>
    </w:p>
    <w:p w14:paraId="0A772C45" w14:textId="77777777" w:rsidR="00550858" w:rsidRPr="003F4F40" w:rsidRDefault="00550858" w:rsidP="00D4377D">
      <w:pPr>
        <w:pStyle w:val="02Pamatteksts"/>
        <w:numPr>
          <w:ilvl w:val="0"/>
          <w:numId w:val="5"/>
        </w:numPr>
        <w:ind w:left="0" w:firstLine="0"/>
        <w:jc w:val="center"/>
        <w:rPr>
          <w:b/>
          <w:sz w:val="24"/>
        </w:rPr>
      </w:pPr>
      <w:r>
        <w:rPr>
          <w:b/>
          <w:sz w:val="24"/>
        </w:rPr>
        <w:t>Darbības nepārtrauktības nodrošināšana</w:t>
      </w:r>
    </w:p>
    <w:p w14:paraId="18EA1861" w14:textId="77777777" w:rsidR="00770BBF" w:rsidRPr="008F5392" w:rsidRDefault="00770BBF" w:rsidP="00770BBF">
      <w:pPr>
        <w:pStyle w:val="02Pamatteksts"/>
        <w:ind w:firstLine="0"/>
        <w:rPr>
          <w:sz w:val="24"/>
        </w:rPr>
      </w:pPr>
    </w:p>
    <w:p w14:paraId="67B5F563" w14:textId="77777777" w:rsidR="00550858" w:rsidRPr="003F4F40" w:rsidRDefault="00463E8F" w:rsidP="00D4377D">
      <w:pPr>
        <w:numPr>
          <w:ilvl w:val="0"/>
          <w:numId w:val="4"/>
        </w:numPr>
        <w:tabs>
          <w:tab w:val="left" w:pos="3240"/>
          <w:tab w:val="left" w:pos="3420"/>
        </w:tabs>
        <w:ind w:left="284" w:hanging="284"/>
      </w:pPr>
      <w:r>
        <w:t>Pašvaldības</w:t>
      </w:r>
      <w:r w:rsidR="00491FE3" w:rsidRPr="008F5392">
        <w:t xml:space="preserve"> </w:t>
      </w:r>
      <w:r w:rsidR="00B1768B">
        <w:t xml:space="preserve">IKT resursiem, t.sk. </w:t>
      </w:r>
      <w:r w:rsidR="00770BBF" w:rsidRPr="008F5392">
        <w:t xml:space="preserve">informācijas sistēmām un elektroniskā veidā saglabātai </w:t>
      </w:r>
      <w:r w:rsidR="00770BBF" w:rsidRPr="00445FD0">
        <w:t>informācijai</w:t>
      </w:r>
      <w:r w:rsidR="00B1768B" w:rsidRPr="00445FD0">
        <w:t>,</w:t>
      </w:r>
      <w:r w:rsidR="00770BBF" w:rsidRPr="00445FD0">
        <w:t xml:space="preserve"> regulāras rezerves kopijas veidošanu nodrošina </w:t>
      </w:r>
      <w:r w:rsidR="00A566B8" w:rsidRPr="00863DC7">
        <w:t>IKT tehnisko resursu</w:t>
      </w:r>
      <w:r w:rsidR="00A566B8" w:rsidRPr="004475C2">
        <w:t xml:space="preserve"> turētāj</w:t>
      </w:r>
      <w:r w:rsidR="00A566B8">
        <w:t>s</w:t>
      </w:r>
      <w:r w:rsidR="00445FD0" w:rsidRPr="00445FD0">
        <w:t xml:space="preserve">, ievērojot </w:t>
      </w:r>
      <w:r w:rsidR="00E85731">
        <w:t xml:space="preserve">Kiberdrošības politikā un </w:t>
      </w:r>
      <w:r w:rsidR="00445FD0" w:rsidRPr="00445FD0">
        <w:t>2025. gada 25. jūnija noteikumos Nr. 397 “Minimālās kiberdrošības prasības” iekļautās prasības</w:t>
      </w:r>
      <w:r w:rsidR="00550858">
        <w:t>.</w:t>
      </w:r>
    </w:p>
    <w:p w14:paraId="4A93C0FD" w14:textId="77777777" w:rsidR="00770BBF" w:rsidRPr="008F5392" w:rsidRDefault="00770BBF" w:rsidP="00770BBF">
      <w:pPr>
        <w:pStyle w:val="02Pamatteksts"/>
        <w:ind w:firstLine="0"/>
        <w:rPr>
          <w:sz w:val="24"/>
        </w:rPr>
      </w:pPr>
    </w:p>
    <w:p w14:paraId="215F8493" w14:textId="77777777" w:rsidR="00770BBF" w:rsidRPr="008F5392" w:rsidRDefault="00770BBF" w:rsidP="00D4377D">
      <w:pPr>
        <w:numPr>
          <w:ilvl w:val="0"/>
          <w:numId w:val="4"/>
        </w:numPr>
        <w:tabs>
          <w:tab w:val="left" w:pos="3240"/>
          <w:tab w:val="left" w:pos="3420"/>
        </w:tabs>
        <w:ind w:left="284" w:hanging="284"/>
      </w:pPr>
      <w:r w:rsidRPr="008F5392">
        <w:t xml:space="preserve">Katram Informācijas sistēmas lietotājam, kas ir nodarbināts </w:t>
      </w:r>
      <w:r w:rsidR="00B37ABB">
        <w:t>Pašvaldībā</w:t>
      </w:r>
      <w:r w:rsidRPr="008F5392">
        <w:t>, ir jāveic un jānodrošina darbības nepārtrauktību tādā apjomā, kādā tā ir noteikta konkrētā darbinieka pienākumos un cik tas nepieciešams darbinieka tiešajiem darba pienākumiem.</w:t>
      </w:r>
    </w:p>
    <w:p w14:paraId="686DCCFF" w14:textId="77777777" w:rsidR="00770BBF" w:rsidRDefault="00770BBF" w:rsidP="00770BBF">
      <w:pPr>
        <w:pStyle w:val="02Pamatteksts"/>
        <w:ind w:firstLine="0"/>
        <w:rPr>
          <w:sz w:val="24"/>
        </w:rPr>
      </w:pPr>
    </w:p>
    <w:p w14:paraId="575E4B6C" w14:textId="77777777" w:rsidR="00E85731" w:rsidRPr="008F5392" w:rsidRDefault="00E85731" w:rsidP="00D4377D">
      <w:pPr>
        <w:pStyle w:val="02Pamatteksts"/>
        <w:numPr>
          <w:ilvl w:val="0"/>
          <w:numId w:val="5"/>
        </w:numPr>
        <w:ind w:left="0" w:firstLine="0"/>
        <w:jc w:val="center"/>
        <w:rPr>
          <w:b/>
          <w:sz w:val="24"/>
        </w:rPr>
      </w:pPr>
      <w:r>
        <w:rPr>
          <w:b/>
          <w:sz w:val="24"/>
        </w:rPr>
        <w:t>Ārpakalpojumu prasības</w:t>
      </w:r>
    </w:p>
    <w:p w14:paraId="57804094" w14:textId="77777777" w:rsidR="00770BBF" w:rsidRDefault="00770BBF" w:rsidP="003F4F40">
      <w:pPr>
        <w:tabs>
          <w:tab w:val="left" w:pos="3240"/>
          <w:tab w:val="left" w:pos="3420"/>
        </w:tabs>
      </w:pPr>
    </w:p>
    <w:p w14:paraId="6E3A5F81" w14:textId="77777777" w:rsidR="003D0CCE" w:rsidRDefault="00E85731" w:rsidP="00D4377D">
      <w:pPr>
        <w:numPr>
          <w:ilvl w:val="0"/>
          <w:numId w:val="4"/>
        </w:numPr>
        <w:tabs>
          <w:tab w:val="left" w:pos="3240"/>
          <w:tab w:val="left" w:pos="3420"/>
        </w:tabs>
        <w:ind w:left="284" w:hanging="284"/>
      </w:pPr>
      <w:r w:rsidRPr="001C31FD">
        <w:t>Slēdzot</w:t>
      </w:r>
      <w:r w:rsidRPr="003F4F40">
        <w:t xml:space="preserve"> </w:t>
      </w:r>
      <w:r w:rsidR="003D0CCE">
        <w:t xml:space="preserve">ārpakalpojuma līgumu par IKT resursa vai pakalpojuma iegādi, </w:t>
      </w:r>
      <w:r w:rsidR="00463E8F">
        <w:t>Pašvaldība</w:t>
      </w:r>
      <w:r w:rsidR="003D0CCE">
        <w:t xml:space="preserve"> nodrošina, ka ārpakalpojuma sniedzējs atbilst Nacionālā kiberdrošības likumam, t.sk. </w:t>
      </w:r>
      <w:r w:rsidR="003D0CCE" w:rsidRPr="00F5491D">
        <w:rPr>
          <w:rStyle w:val="normaltextrun"/>
        </w:rPr>
        <w:t>Ministru kabineta 2025. gada 25. jūnija noteikumu Nr.397 “Minimālās kiberdrošības prasības"</w:t>
      </w:r>
      <w:r w:rsidR="003D0CCE" w:rsidRPr="001C31FD">
        <w:rPr>
          <w:rStyle w:val="normaltextrun"/>
        </w:rPr>
        <w:t> </w:t>
      </w:r>
      <w:r w:rsidR="003D0CCE">
        <w:rPr>
          <w:rStyle w:val="normaltextrun"/>
        </w:rPr>
        <w:t xml:space="preserve">4.1.sadaļā iekļautajām prasībām. </w:t>
      </w:r>
    </w:p>
    <w:p w14:paraId="506ECDBA" w14:textId="77777777" w:rsidR="003D0CCE" w:rsidRDefault="003D0CCE" w:rsidP="003F4F40">
      <w:pPr>
        <w:tabs>
          <w:tab w:val="left" w:pos="3240"/>
          <w:tab w:val="left" w:pos="3420"/>
        </w:tabs>
        <w:ind w:left="720"/>
      </w:pPr>
    </w:p>
    <w:p w14:paraId="45D727C5" w14:textId="77777777" w:rsidR="00E85731" w:rsidRDefault="00463E8F" w:rsidP="00D4377D">
      <w:pPr>
        <w:numPr>
          <w:ilvl w:val="0"/>
          <w:numId w:val="4"/>
        </w:numPr>
        <w:tabs>
          <w:tab w:val="left" w:pos="3240"/>
          <w:tab w:val="left" w:pos="3420"/>
        </w:tabs>
        <w:ind w:left="284" w:hanging="284"/>
      </w:pPr>
      <w:r>
        <w:t>Pašvaldība</w:t>
      </w:r>
      <w:r w:rsidR="003D0CCE">
        <w:t xml:space="preserve"> nodrošina, ka ārpakalpojuma sniedzējiem </w:t>
      </w:r>
      <w:r w:rsidR="00E85731" w:rsidRPr="003F4F40">
        <w:t xml:space="preserve">tiek iekļautas </w:t>
      </w:r>
      <w:r w:rsidR="003D0CCE">
        <w:t>IKT resursu un informācijas sistēmu</w:t>
      </w:r>
      <w:r w:rsidR="00E85731" w:rsidRPr="003F4F40">
        <w:t xml:space="preserve"> prasības, kas nav zemākas par </w:t>
      </w:r>
      <w:r>
        <w:t>Pašvaldības</w:t>
      </w:r>
      <w:r w:rsidR="003D0CCE">
        <w:t xml:space="preserve"> Kiberdrošības p</w:t>
      </w:r>
      <w:r w:rsidR="00E85731" w:rsidRPr="003F4F40">
        <w:t>olitikā</w:t>
      </w:r>
      <w:r w:rsidR="003D0CCE">
        <w:t>, uz šīs politikas izstrādātajos iekšējos normatīvajos aktos</w:t>
      </w:r>
      <w:r w:rsidR="00E85731" w:rsidRPr="003F4F40">
        <w:t xml:space="preserve"> un citos spēkā esošajos normatīvajos aktos iekļautajām prasībām. </w:t>
      </w:r>
    </w:p>
    <w:p w14:paraId="6A1D8A2E" w14:textId="77777777" w:rsidR="003D0CCE" w:rsidRPr="003119D0" w:rsidRDefault="003D0CCE" w:rsidP="003F4F40">
      <w:pPr>
        <w:tabs>
          <w:tab w:val="left" w:pos="3240"/>
          <w:tab w:val="left" w:pos="3420"/>
        </w:tabs>
      </w:pPr>
    </w:p>
    <w:p w14:paraId="0A4AE9D8" w14:textId="02E71952" w:rsidR="007A40D2" w:rsidRPr="004475C2" w:rsidRDefault="007A40D2" w:rsidP="00D4377D">
      <w:pPr>
        <w:pStyle w:val="02Pamatteksts"/>
        <w:numPr>
          <w:ilvl w:val="0"/>
          <w:numId w:val="5"/>
        </w:numPr>
        <w:ind w:left="0" w:firstLine="0"/>
        <w:jc w:val="center"/>
        <w:rPr>
          <w:b/>
          <w:sz w:val="24"/>
        </w:rPr>
      </w:pPr>
      <w:proofErr w:type="spellStart"/>
      <w:r w:rsidRPr="004475C2">
        <w:rPr>
          <w:b/>
          <w:sz w:val="24"/>
        </w:rPr>
        <w:t>Kiberdrošības</w:t>
      </w:r>
      <w:proofErr w:type="spellEnd"/>
      <w:r w:rsidRPr="004475C2">
        <w:rPr>
          <w:b/>
          <w:sz w:val="24"/>
        </w:rPr>
        <w:t xml:space="preserve"> apmācības</w:t>
      </w:r>
    </w:p>
    <w:p w14:paraId="76F9C2DB" w14:textId="77777777" w:rsidR="00A15786" w:rsidRPr="004475C2" w:rsidRDefault="00A15786" w:rsidP="00A15786">
      <w:pPr>
        <w:pStyle w:val="Sarakstarindkopa"/>
        <w:ind w:left="0"/>
        <w:contextualSpacing w:val="0"/>
        <w:rPr>
          <w:sz w:val="24"/>
        </w:rPr>
      </w:pPr>
    </w:p>
    <w:p w14:paraId="66B53F05" w14:textId="77777777" w:rsidR="007A40D2" w:rsidRPr="003F4F40" w:rsidRDefault="00463E8F" w:rsidP="00D4377D">
      <w:pPr>
        <w:numPr>
          <w:ilvl w:val="0"/>
          <w:numId w:val="4"/>
        </w:numPr>
        <w:tabs>
          <w:tab w:val="left" w:pos="3240"/>
          <w:tab w:val="left" w:pos="3420"/>
        </w:tabs>
        <w:ind w:left="284" w:hanging="284"/>
      </w:pPr>
      <w:r>
        <w:t>Pašvaldība</w:t>
      </w:r>
      <w:r w:rsidR="007A40D2" w:rsidRPr="004475C2">
        <w:t xml:space="preserve"> nodrošina, ka </w:t>
      </w:r>
      <w:r w:rsidR="007A40D2" w:rsidRPr="003F4F40">
        <w:t>IKT resursu un informācijas sistēmu izmantošanā un uzturēšanā iesaistītām personām tiek nodrošinātas vismaz šādas apmācības:</w:t>
      </w:r>
    </w:p>
    <w:p w14:paraId="523F9F92" w14:textId="10FDC283" w:rsidR="00D650F4" w:rsidRPr="00D4377D" w:rsidRDefault="007A40D2" w:rsidP="00D4377D">
      <w:pPr>
        <w:pStyle w:val="Sarakstarindkopa"/>
        <w:numPr>
          <w:ilvl w:val="1"/>
          <w:numId w:val="4"/>
        </w:numPr>
        <w:tabs>
          <w:tab w:val="left" w:pos="3240"/>
          <w:tab w:val="left" w:pos="3420"/>
        </w:tabs>
        <w:ind w:left="964" w:hanging="567"/>
        <w:jc w:val="both"/>
        <w:rPr>
          <w:sz w:val="24"/>
        </w:rPr>
      </w:pPr>
      <w:r w:rsidRPr="00D4377D">
        <w:rPr>
          <w:sz w:val="24"/>
        </w:rPr>
        <w:t>Informācijas sistēmu lietotājiem</w:t>
      </w:r>
      <w:r w:rsidR="00D650F4" w:rsidRPr="00D4377D">
        <w:rPr>
          <w:sz w:val="24"/>
        </w:rPr>
        <w:t xml:space="preserve"> un</w:t>
      </w:r>
      <w:r w:rsidRPr="00D4377D">
        <w:rPr>
          <w:sz w:val="24"/>
        </w:rPr>
        <w:t xml:space="preserve"> </w:t>
      </w:r>
      <w:r w:rsidR="00D650F4" w:rsidRPr="00D4377D">
        <w:rPr>
          <w:sz w:val="24"/>
        </w:rPr>
        <w:t>IKT resursu īpašniekiem tiek nodrošinātas sākotnējās kiberdrošības apmācības ne vēlāk kā viena mēneša laikā no šai personai izveidotā lietotāja konta;</w:t>
      </w:r>
    </w:p>
    <w:p w14:paraId="6DD98E6F" w14:textId="14587FCF" w:rsidR="00D650F4" w:rsidRPr="004475C2" w:rsidRDefault="00D650F4" w:rsidP="00D4377D">
      <w:pPr>
        <w:numPr>
          <w:ilvl w:val="1"/>
          <w:numId w:val="4"/>
        </w:numPr>
        <w:tabs>
          <w:tab w:val="left" w:pos="3240"/>
          <w:tab w:val="left" w:pos="3420"/>
        </w:tabs>
        <w:ind w:left="964" w:hanging="567"/>
      </w:pPr>
      <w:r w:rsidRPr="004475C2">
        <w:t>Informācijas sistēmu lietotājiem un IKT resursu īpašniekiem tiek nodrošinātas kārtējās kiberdrošības apmācības vismaz reizi gadā</w:t>
      </w:r>
      <w:r w:rsidR="0072766C">
        <w:t>;</w:t>
      </w:r>
      <w:r w:rsidRPr="004475C2">
        <w:t xml:space="preserve"> </w:t>
      </w:r>
    </w:p>
    <w:p w14:paraId="4E3A35D4" w14:textId="11E5B059" w:rsidR="007A40D2" w:rsidRPr="004475C2" w:rsidRDefault="00D650F4" w:rsidP="00D4377D">
      <w:pPr>
        <w:numPr>
          <w:ilvl w:val="1"/>
          <w:numId w:val="4"/>
        </w:numPr>
        <w:tabs>
          <w:tab w:val="left" w:pos="3240"/>
          <w:tab w:val="left" w:pos="3420"/>
        </w:tabs>
        <w:ind w:left="964" w:hanging="567"/>
      </w:pPr>
      <w:r w:rsidRPr="004475C2">
        <w:t xml:space="preserve">IKT tehnisko resursu turētājiem, kas ir </w:t>
      </w:r>
      <w:r w:rsidR="00463E8F">
        <w:t>Pašvaldības</w:t>
      </w:r>
      <w:r w:rsidRPr="004475C2">
        <w:t xml:space="preserve"> darbinieki, tiek nodrošinātas individuāli izvērtētas apmācības </w:t>
      </w:r>
      <w:proofErr w:type="spellStart"/>
      <w:r w:rsidRPr="004475C2">
        <w:t>kiberrošības</w:t>
      </w:r>
      <w:proofErr w:type="spellEnd"/>
      <w:r w:rsidRPr="004475C2">
        <w:t xml:space="preserve"> jomā, ņemot vērā šo personu zināšanas un prasmes, kas tiek no</w:t>
      </w:r>
      <w:r w:rsidR="00D4377D">
        <w:t>drošinātas vismaz reizi gadā.</w:t>
      </w:r>
    </w:p>
    <w:p w14:paraId="2A2FE972" w14:textId="77777777" w:rsidR="00D650F4" w:rsidRPr="004475C2" w:rsidRDefault="00D650F4" w:rsidP="003F4F40">
      <w:pPr>
        <w:tabs>
          <w:tab w:val="left" w:pos="3240"/>
          <w:tab w:val="left" w:pos="3420"/>
        </w:tabs>
        <w:ind w:left="719"/>
      </w:pPr>
    </w:p>
    <w:p w14:paraId="0B1B95AE" w14:textId="77777777" w:rsidR="00D650F4" w:rsidRPr="003F4F40" w:rsidRDefault="00D650F4" w:rsidP="00D4377D">
      <w:pPr>
        <w:numPr>
          <w:ilvl w:val="0"/>
          <w:numId w:val="4"/>
        </w:numPr>
        <w:tabs>
          <w:tab w:val="left" w:pos="3240"/>
          <w:tab w:val="left" w:pos="3420"/>
        </w:tabs>
        <w:ind w:left="284" w:hanging="284"/>
      </w:pPr>
      <w:r w:rsidRPr="003F4F40">
        <w:t xml:space="preserve">Vismaz reizi gadā tiek veikta </w:t>
      </w:r>
      <w:r w:rsidRPr="004475C2">
        <w:t>Informācijas sistēmu lietotāju, IKT resursu īpašnieku un IKT tehnisko resursu turētāj</w:t>
      </w:r>
      <w:r w:rsidR="004475C2" w:rsidRPr="004475C2">
        <w:t>u zināšanu pārbaudes testēšana kiberdrošības jomā</w:t>
      </w:r>
      <w:r w:rsidR="004475C2" w:rsidRPr="003F4F40">
        <w:t xml:space="preserve">, pārbaudot zināšanas kiberdrošības jautājumos un īstenoto kiberdrošības apmācību efektivitāti. </w:t>
      </w:r>
    </w:p>
    <w:p w14:paraId="3C49F0D4" w14:textId="77777777" w:rsidR="00D650F4" w:rsidRPr="003F4F40" w:rsidRDefault="00D650F4" w:rsidP="003F4F40">
      <w:pPr>
        <w:tabs>
          <w:tab w:val="left" w:pos="3240"/>
          <w:tab w:val="left" w:pos="3420"/>
        </w:tabs>
        <w:ind w:left="720"/>
      </w:pPr>
    </w:p>
    <w:p w14:paraId="7BA8CCD4" w14:textId="77777777" w:rsidR="00D650F4" w:rsidRPr="003F4F40" w:rsidRDefault="00D650F4" w:rsidP="00D4377D">
      <w:pPr>
        <w:numPr>
          <w:ilvl w:val="0"/>
          <w:numId w:val="4"/>
        </w:numPr>
        <w:tabs>
          <w:tab w:val="left" w:pos="3240"/>
          <w:tab w:val="left" w:pos="3420"/>
        </w:tabs>
        <w:ind w:left="284" w:hanging="284"/>
      </w:pPr>
      <w:r w:rsidRPr="004475C2">
        <w:lastRenderedPageBreak/>
        <w:t xml:space="preserve">Kiberdrošības pārvaldniekam ir pienākums vismaz reizi gadā ir apmeklēt uzraugošās iestādes - Nacionālā kiberdrošības centra organizētās apmācības kiberdrošības jomā.   </w:t>
      </w:r>
    </w:p>
    <w:p w14:paraId="090E7ADB" w14:textId="77777777" w:rsidR="00BA3D71" w:rsidRDefault="00BA3D71" w:rsidP="001505B6">
      <w:pPr>
        <w:ind w:left="1437"/>
        <w:jc w:val="right"/>
      </w:pPr>
    </w:p>
    <w:p w14:paraId="68600EFE" w14:textId="77777777" w:rsidR="00ED4CE0" w:rsidRDefault="00ED4CE0" w:rsidP="001505B6">
      <w:pPr>
        <w:ind w:left="1437"/>
        <w:jc w:val="right"/>
      </w:pPr>
    </w:p>
    <w:p w14:paraId="482C16F7" w14:textId="77777777" w:rsidR="00ED4CE0" w:rsidRPr="00ED4CE0" w:rsidRDefault="00ED4CE0" w:rsidP="00ED4CE0">
      <w:pPr>
        <w:jc w:val="left"/>
        <w:rPr>
          <w:rFonts w:eastAsia="Calibri"/>
        </w:rPr>
      </w:pPr>
      <w:r w:rsidRPr="00ED4CE0">
        <w:rPr>
          <w:rFonts w:eastAsia="Calibri"/>
        </w:rPr>
        <w:t>Limbažu novada pašvaldības</w:t>
      </w:r>
    </w:p>
    <w:p w14:paraId="5E79E2C3" w14:textId="77777777" w:rsidR="00ED4CE0" w:rsidRPr="00ED4CE0" w:rsidRDefault="00ED4CE0" w:rsidP="00ED4CE0">
      <w:pPr>
        <w:jc w:val="left"/>
        <w:rPr>
          <w:rFonts w:eastAsia="Calibri"/>
        </w:rPr>
      </w:pPr>
      <w:r w:rsidRPr="00ED4CE0">
        <w:rPr>
          <w:rFonts w:eastAsia="Calibri"/>
        </w:rPr>
        <w:t>Domes priekšsēdētāja</w:t>
      </w:r>
      <w:r w:rsidRPr="00ED4CE0">
        <w:rPr>
          <w:rFonts w:eastAsia="Calibri"/>
        </w:rPr>
        <w:tab/>
      </w:r>
      <w:r w:rsidRPr="00ED4CE0">
        <w:rPr>
          <w:rFonts w:eastAsia="Calibri"/>
        </w:rPr>
        <w:tab/>
      </w:r>
      <w:r w:rsidRPr="00ED4CE0">
        <w:rPr>
          <w:rFonts w:eastAsia="Calibri"/>
        </w:rPr>
        <w:tab/>
      </w:r>
      <w:r w:rsidRPr="00ED4CE0">
        <w:rPr>
          <w:rFonts w:eastAsia="Calibri"/>
        </w:rPr>
        <w:tab/>
      </w:r>
      <w:r w:rsidRPr="00ED4CE0">
        <w:rPr>
          <w:rFonts w:eastAsia="Calibri"/>
        </w:rPr>
        <w:tab/>
      </w:r>
      <w:r w:rsidRPr="00ED4CE0">
        <w:rPr>
          <w:rFonts w:eastAsia="Calibri"/>
        </w:rPr>
        <w:tab/>
      </w:r>
      <w:r w:rsidRPr="00ED4CE0">
        <w:rPr>
          <w:rFonts w:eastAsia="Calibri"/>
        </w:rPr>
        <w:tab/>
      </w:r>
      <w:r w:rsidRPr="00ED4CE0">
        <w:rPr>
          <w:rFonts w:eastAsia="Calibri"/>
        </w:rPr>
        <w:tab/>
      </w:r>
      <w:r w:rsidRPr="00ED4CE0">
        <w:rPr>
          <w:rFonts w:eastAsia="Calibri"/>
        </w:rPr>
        <w:tab/>
        <w:t xml:space="preserve">S. </w:t>
      </w:r>
      <w:proofErr w:type="spellStart"/>
      <w:r w:rsidRPr="00ED4CE0">
        <w:rPr>
          <w:rFonts w:eastAsia="Calibri"/>
        </w:rPr>
        <w:t>Upmale</w:t>
      </w:r>
      <w:proofErr w:type="spellEnd"/>
    </w:p>
    <w:p w14:paraId="04FD354D" w14:textId="77777777" w:rsidR="00ED4CE0" w:rsidRPr="00ED4CE0" w:rsidRDefault="00ED4CE0" w:rsidP="00ED4CE0">
      <w:pPr>
        <w:rPr>
          <w:rFonts w:eastAsia="Calibri"/>
        </w:rPr>
      </w:pPr>
    </w:p>
    <w:p w14:paraId="00F27204" w14:textId="77777777" w:rsidR="00ED4CE0" w:rsidRPr="00ED4CE0" w:rsidRDefault="00ED4CE0" w:rsidP="00ED4CE0">
      <w:pPr>
        <w:rPr>
          <w:rFonts w:eastAsia="Calibri"/>
          <w:b/>
          <w:sz w:val="20"/>
          <w:szCs w:val="20"/>
        </w:rPr>
      </w:pPr>
    </w:p>
    <w:p w14:paraId="700CA8EA" w14:textId="77777777" w:rsidR="00ED4CE0" w:rsidRPr="00ED4CE0" w:rsidRDefault="00ED4CE0" w:rsidP="00ED4CE0">
      <w:pPr>
        <w:rPr>
          <w:rFonts w:eastAsia="Calibri"/>
          <w:b/>
          <w:sz w:val="18"/>
          <w:szCs w:val="18"/>
        </w:rPr>
      </w:pPr>
    </w:p>
    <w:p w14:paraId="30B91252" w14:textId="77777777" w:rsidR="00ED4CE0" w:rsidRPr="00ED4CE0" w:rsidRDefault="00ED4CE0" w:rsidP="00ED4CE0">
      <w:pPr>
        <w:rPr>
          <w:rFonts w:eastAsia="Calibri"/>
          <w:sz w:val="20"/>
          <w:szCs w:val="20"/>
        </w:rPr>
      </w:pPr>
      <w:r w:rsidRPr="00ED4CE0">
        <w:rPr>
          <w:rFonts w:eastAsia="Calibri"/>
          <w:sz w:val="20"/>
          <w:szCs w:val="20"/>
        </w:rPr>
        <w:t>ŠIS DOKUMENTS IR PARAKSTĪTS AR DROŠU ELEKTRONISKO PARAKSTU UN SATUR LAIKA ZĪMOGU</w:t>
      </w:r>
    </w:p>
    <w:p w14:paraId="0F9F2BCD" w14:textId="77777777" w:rsidR="00ED4CE0" w:rsidRDefault="00ED4CE0" w:rsidP="001505B6">
      <w:pPr>
        <w:ind w:left="1437"/>
        <w:jc w:val="right"/>
      </w:pPr>
    </w:p>
    <w:p w14:paraId="7DD27252" w14:textId="77777777" w:rsidR="00ED4CE0" w:rsidRDefault="00ED4CE0" w:rsidP="00BA3D71">
      <w:pPr>
        <w:tabs>
          <w:tab w:val="left" w:pos="4005"/>
        </w:tabs>
        <w:ind w:left="1437"/>
        <w:sectPr w:rsidR="00ED4CE0" w:rsidSect="00ED4CE0">
          <w:headerReference w:type="default" r:id="rId9"/>
          <w:footerReference w:type="even" r:id="rId10"/>
          <w:pgSz w:w="11907" w:h="16840" w:code="9"/>
          <w:pgMar w:top="1134" w:right="567" w:bottom="1134" w:left="1701" w:header="680" w:footer="624" w:gutter="0"/>
          <w:cols w:space="708"/>
          <w:titlePg/>
          <w:docGrid w:linePitch="360"/>
        </w:sectPr>
      </w:pPr>
    </w:p>
    <w:p w14:paraId="0C8EFF6C" w14:textId="47FE95BA" w:rsidR="00770BBF" w:rsidRPr="00D4377D" w:rsidRDefault="00770BBF" w:rsidP="003F4F40">
      <w:pPr>
        <w:ind w:left="1797"/>
        <w:jc w:val="right"/>
        <w:rPr>
          <w:b/>
        </w:rPr>
      </w:pPr>
      <w:r w:rsidRPr="00D4377D">
        <w:rPr>
          <w:b/>
        </w:rPr>
        <w:lastRenderedPageBreak/>
        <w:t>PIELIKUMS</w:t>
      </w:r>
    </w:p>
    <w:p w14:paraId="64E98B7A" w14:textId="13ED8C55" w:rsidR="00770BBF" w:rsidRPr="00D4377D" w:rsidRDefault="00463E8F" w:rsidP="009133BE">
      <w:pPr>
        <w:pStyle w:val="04Parko"/>
        <w:jc w:val="right"/>
        <w:rPr>
          <w:sz w:val="24"/>
        </w:rPr>
      </w:pPr>
      <w:r w:rsidRPr="00D4377D">
        <w:rPr>
          <w:sz w:val="24"/>
        </w:rPr>
        <w:t>Limbažu novada pašvaldība</w:t>
      </w:r>
      <w:r w:rsidR="00D4377D" w:rsidRPr="00D4377D">
        <w:rPr>
          <w:sz w:val="24"/>
        </w:rPr>
        <w:t xml:space="preserve">s </w:t>
      </w:r>
      <w:r w:rsidR="0072766C">
        <w:rPr>
          <w:sz w:val="24"/>
        </w:rPr>
        <w:t>25.</w:t>
      </w:r>
      <w:r w:rsidR="00D4377D" w:rsidRPr="00D4377D">
        <w:rPr>
          <w:sz w:val="24"/>
        </w:rPr>
        <w:t>09.2025. iekšējiem noteikumiem Nr.</w:t>
      </w:r>
      <w:r w:rsidR="0072766C">
        <w:rPr>
          <w:sz w:val="24"/>
        </w:rPr>
        <w:t>6</w:t>
      </w:r>
    </w:p>
    <w:p w14:paraId="6E98BED4" w14:textId="7C6A19C4" w:rsidR="00770BBF" w:rsidRPr="00D4377D" w:rsidRDefault="00D4377D" w:rsidP="00770BBF">
      <w:pPr>
        <w:pStyle w:val="04Parko"/>
        <w:jc w:val="right"/>
        <w:rPr>
          <w:sz w:val="24"/>
        </w:rPr>
      </w:pPr>
      <w:r>
        <w:rPr>
          <w:sz w:val="24"/>
        </w:rPr>
        <w:t>“</w:t>
      </w:r>
      <w:r w:rsidRPr="00D4377D">
        <w:rPr>
          <w:sz w:val="24"/>
        </w:rPr>
        <w:t xml:space="preserve">Limbažu novada pašvaldības </w:t>
      </w:r>
      <w:proofErr w:type="spellStart"/>
      <w:r w:rsidR="009133BE" w:rsidRPr="00D4377D">
        <w:rPr>
          <w:sz w:val="24"/>
        </w:rPr>
        <w:t>Kiber</w:t>
      </w:r>
      <w:r w:rsidR="00B63F5F" w:rsidRPr="00D4377D">
        <w:rPr>
          <w:sz w:val="24"/>
        </w:rPr>
        <w:t>drošības</w:t>
      </w:r>
      <w:proofErr w:type="spellEnd"/>
      <w:r w:rsidR="00770BBF" w:rsidRPr="00D4377D">
        <w:rPr>
          <w:sz w:val="24"/>
        </w:rPr>
        <w:t xml:space="preserve"> politika</w:t>
      </w:r>
      <w:r>
        <w:rPr>
          <w:sz w:val="24"/>
        </w:rPr>
        <w:t>”</w:t>
      </w:r>
    </w:p>
    <w:p w14:paraId="74DDC05A" w14:textId="77777777" w:rsidR="00770BBF" w:rsidRPr="008F5392" w:rsidRDefault="00770BBF" w:rsidP="00770BBF">
      <w:pPr>
        <w:spacing w:before="240"/>
        <w:ind w:left="1437"/>
      </w:pPr>
    </w:p>
    <w:p w14:paraId="7A2927C4" w14:textId="77777777" w:rsidR="00770BBF" w:rsidRPr="008F5392" w:rsidRDefault="00770BBF" w:rsidP="00770BBF">
      <w:pPr>
        <w:pStyle w:val="Pamatteksts"/>
        <w:spacing w:after="0"/>
        <w:jc w:val="center"/>
        <w:rPr>
          <w:b/>
          <w:bCs/>
          <w:caps/>
        </w:rPr>
      </w:pPr>
      <w:r w:rsidRPr="008F5392">
        <w:rPr>
          <w:b/>
          <w:bCs/>
          <w:caps/>
        </w:rPr>
        <w:t>Informācijas sistēmas lietotāja apliecinājums</w:t>
      </w:r>
    </w:p>
    <w:p w14:paraId="17E779C6" w14:textId="77777777" w:rsidR="00770BBF" w:rsidRPr="008F5392" w:rsidRDefault="00770BBF" w:rsidP="00770BBF">
      <w:pPr>
        <w:pStyle w:val="Pamatteksts"/>
        <w:spacing w:after="0"/>
        <w:jc w:val="center"/>
        <w:rPr>
          <w:b/>
          <w:bCs/>
          <w:caps/>
        </w:rPr>
      </w:pPr>
      <w:r w:rsidRPr="008F5392">
        <w:rPr>
          <w:b/>
          <w:bCs/>
          <w:caps/>
        </w:rPr>
        <w:t>par “</w:t>
      </w:r>
      <w:r w:rsidR="003937B1">
        <w:rPr>
          <w:b/>
          <w:bCs/>
          <w:caps/>
        </w:rPr>
        <w:t>Kiberdrošības</w:t>
      </w:r>
      <w:r w:rsidRPr="008F5392">
        <w:rPr>
          <w:b/>
          <w:bCs/>
          <w:caps/>
        </w:rPr>
        <w:t xml:space="preserve"> politikas” prasību ievērošanu</w:t>
      </w:r>
    </w:p>
    <w:p w14:paraId="2637663E" w14:textId="1B2D6708" w:rsidR="00770BBF" w:rsidRPr="008F5392" w:rsidRDefault="00770BBF" w:rsidP="00770BBF">
      <w:pPr>
        <w:spacing w:before="240" w:after="240"/>
      </w:pPr>
    </w:p>
    <w:p w14:paraId="365A0CAD" w14:textId="77777777" w:rsidR="00770BBF" w:rsidRPr="008F5392" w:rsidRDefault="00770BBF" w:rsidP="00770BBF">
      <w:pPr>
        <w:ind w:firstLine="360"/>
      </w:pPr>
      <w:r w:rsidRPr="008F5392">
        <w:t xml:space="preserve">Ar šo es, zemāk parakstījies, apliecinu: </w:t>
      </w:r>
    </w:p>
    <w:p w14:paraId="37A50C82" w14:textId="77777777" w:rsidR="00770BBF" w:rsidRPr="008F5392" w:rsidRDefault="00770BBF" w:rsidP="00D4377D">
      <w:pPr>
        <w:numPr>
          <w:ilvl w:val="0"/>
          <w:numId w:val="2"/>
        </w:numPr>
      </w:pPr>
      <w:r w:rsidRPr="008F5392">
        <w:t>Esmu iepazinies(</w:t>
      </w:r>
      <w:proofErr w:type="spellStart"/>
      <w:r w:rsidRPr="008F5392">
        <w:t>usies</w:t>
      </w:r>
      <w:proofErr w:type="spellEnd"/>
      <w:r w:rsidRPr="008F5392">
        <w:t xml:space="preserve">), izprotu un apņemos ievērot </w:t>
      </w:r>
      <w:r w:rsidR="003439B4">
        <w:t>K</w:t>
      </w:r>
      <w:r w:rsidR="00E35761">
        <w:t>i</w:t>
      </w:r>
      <w:r w:rsidR="003439B4">
        <w:t>ber</w:t>
      </w:r>
      <w:r w:rsidRPr="008F5392">
        <w:t>drošības politikas nosacījumu</w:t>
      </w:r>
      <w:r w:rsidR="00586234" w:rsidRPr="008F5392">
        <w:t>s</w:t>
      </w:r>
      <w:r w:rsidRPr="008F5392">
        <w:t xml:space="preserve"> un </w:t>
      </w:r>
      <w:r w:rsidR="00586234" w:rsidRPr="008F5392">
        <w:t xml:space="preserve">prasības </w:t>
      </w:r>
      <w:r w:rsidRPr="008F5392">
        <w:t>ievērošanu, kas ir minēti šādos dokumentos:</w:t>
      </w:r>
    </w:p>
    <w:p w14:paraId="51DDB1E4" w14:textId="77777777" w:rsidR="00770BBF" w:rsidRPr="008F5392" w:rsidRDefault="00770BBF" w:rsidP="0072766C">
      <w:pPr>
        <w:numPr>
          <w:ilvl w:val="1"/>
          <w:numId w:val="3"/>
        </w:numPr>
        <w:tabs>
          <w:tab w:val="clear" w:pos="1440"/>
        </w:tabs>
        <w:ind w:left="1134" w:hanging="425"/>
      </w:pPr>
      <w:r w:rsidRPr="008F5392">
        <w:t xml:space="preserve"> </w:t>
      </w:r>
      <w:proofErr w:type="spellStart"/>
      <w:r w:rsidR="003439B4">
        <w:t>Kiberd</w:t>
      </w:r>
      <w:r w:rsidR="00B63F5F" w:rsidRPr="008F5392">
        <w:t>rošības</w:t>
      </w:r>
      <w:proofErr w:type="spellEnd"/>
      <w:r w:rsidRPr="008F5392">
        <w:t xml:space="preserve"> politikā;</w:t>
      </w:r>
    </w:p>
    <w:p w14:paraId="40FE496D" w14:textId="77777777" w:rsidR="00770BBF" w:rsidRPr="008F5392" w:rsidRDefault="00770BBF" w:rsidP="0072766C">
      <w:pPr>
        <w:numPr>
          <w:ilvl w:val="1"/>
          <w:numId w:val="3"/>
        </w:numPr>
        <w:tabs>
          <w:tab w:val="clear" w:pos="1440"/>
        </w:tabs>
        <w:ind w:left="1134" w:hanging="425"/>
      </w:pPr>
      <w:r w:rsidRPr="008F5392">
        <w:t xml:space="preserve"> Informācijas sistēmas lietošanas noteikumos;</w:t>
      </w:r>
    </w:p>
    <w:p w14:paraId="7653AD04" w14:textId="77777777" w:rsidR="00770BBF" w:rsidRPr="008F5392" w:rsidRDefault="00770BBF" w:rsidP="00770BBF">
      <w:pPr>
        <w:ind w:left="1080"/>
      </w:pPr>
    </w:p>
    <w:p w14:paraId="03216B2B" w14:textId="77777777" w:rsidR="00770BBF" w:rsidRPr="008F5392" w:rsidRDefault="00770BBF" w:rsidP="00D4377D">
      <w:pPr>
        <w:numPr>
          <w:ilvl w:val="0"/>
          <w:numId w:val="2"/>
        </w:numPr>
      </w:pPr>
      <w:r w:rsidRPr="008F5392">
        <w:t xml:space="preserve">Apņemos neizmantot konfidenciālu informāciju, kas saņemta no </w:t>
      </w:r>
      <w:r w:rsidR="00463E8F">
        <w:t>Limbažu novada pašvaldības</w:t>
      </w:r>
      <w:r w:rsidRPr="008F5392">
        <w:t>, s</w:t>
      </w:r>
      <w:r w:rsidR="00A07A64" w:rsidRPr="008F5392">
        <w:t>avu vai trešo personu interesēs</w:t>
      </w:r>
      <w:r w:rsidRPr="008F5392">
        <w:t>.</w:t>
      </w:r>
    </w:p>
    <w:p w14:paraId="3418F5B6" w14:textId="77777777" w:rsidR="00770BBF" w:rsidRPr="008F5392" w:rsidRDefault="00770BBF" w:rsidP="00770BBF">
      <w:pPr>
        <w:ind w:left="360"/>
      </w:pPr>
    </w:p>
    <w:p w14:paraId="3C971D96" w14:textId="77777777" w:rsidR="00770BBF" w:rsidRPr="008F5392" w:rsidRDefault="00770BBF" w:rsidP="00D4377D">
      <w:pPr>
        <w:numPr>
          <w:ilvl w:val="0"/>
          <w:numId w:val="2"/>
        </w:numPr>
      </w:pPr>
      <w:r w:rsidRPr="008F5392">
        <w:t xml:space="preserve">Es piekrītu, ka pārtraucot darba (līguma) attiecības ar </w:t>
      </w:r>
      <w:r w:rsidR="00463E8F">
        <w:t>Limbažu novada pašvaldību</w:t>
      </w:r>
      <w:r w:rsidR="003439B4" w:rsidRPr="003439B4">
        <w:t xml:space="preserve"> </w:t>
      </w:r>
      <w:r w:rsidRPr="008F5392">
        <w:t xml:space="preserve">jebkādu iemeslu dēļ, es nekavējoties nodošu </w:t>
      </w:r>
      <w:r w:rsidR="00463E8F">
        <w:t xml:space="preserve">Limbažu novada pašvaldībai </w:t>
      </w:r>
      <w:r w:rsidRPr="008F5392">
        <w:t>man</w:t>
      </w:r>
      <w:r w:rsidR="00EE28E9" w:rsidRPr="008F5392">
        <w:t>ā</w:t>
      </w:r>
      <w:r w:rsidRPr="008F5392">
        <w:t xml:space="preserve"> rīcībā esošo</w:t>
      </w:r>
      <w:r w:rsidR="003439B4">
        <w:t>s IKT resursus, t.sk.</w:t>
      </w:r>
      <w:r w:rsidRPr="008F5392">
        <w:t xml:space="preserve"> programmatūru un tehnisko aprīkojumu, kā arī manā rīcībā esošos informācijas oriģinālus un kopijas, ko esmu saņēmis(</w:t>
      </w:r>
      <w:proofErr w:type="spellStart"/>
      <w:r w:rsidRPr="008F5392">
        <w:t>usi</w:t>
      </w:r>
      <w:proofErr w:type="spellEnd"/>
      <w:r w:rsidRPr="008F5392">
        <w:t>) darba (līguma izpildes) laikā, un kas ir manā rīcībā vai kas ir citādi tie</w:t>
      </w:r>
      <w:r w:rsidR="00EE28E9" w:rsidRPr="008F5392">
        <w:t>ši vai netieši manā pārvaldībā.</w:t>
      </w:r>
    </w:p>
    <w:p w14:paraId="0C56E580" w14:textId="77777777" w:rsidR="00770BBF" w:rsidRPr="008F5392" w:rsidRDefault="00770BBF" w:rsidP="00770BBF"/>
    <w:p w14:paraId="7CAF2973" w14:textId="77777777" w:rsidR="00770BBF" w:rsidRPr="008F5392" w:rsidRDefault="00770BBF" w:rsidP="00D4377D">
      <w:pPr>
        <w:numPr>
          <w:ilvl w:val="0"/>
          <w:numId w:val="2"/>
        </w:numPr>
      </w:pPr>
      <w:r w:rsidRPr="008F5392">
        <w:t>Apņemos saglabāt informācijas konfidencialitāti arī pēc darba (līguma izpildes) tiesisko attiecību izbeigšanas.</w:t>
      </w:r>
    </w:p>
    <w:p w14:paraId="66D62BB1" w14:textId="77777777" w:rsidR="00770BBF" w:rsidRPr="008F5392" w:rsidRDefault="00770BBF" w:rsidP="00770BBF">
      <w:pPr>
        <w:spacing w:before="240" w:after="240"/>
        <w:ind w:left="360"/>
      </w:pPr>
    </w:p>
    <w:tbl>
      <w:tblPr>
        <w:tblW w:w="9360" w:type="dxa"/>
        <w:tblInd w:w="-252" w:type="dxa"/>
        <w:tblLayout w:type="fixed"/>
        <w:tblLook w:val="0000" w:firstRow="0" w:lastRow="0" w:firstColumn="0" w:lastColumn="0" w:noHBand="0" w:noVBand="0"/>
      </w:tblPr>
      <w:tblGrid>
        <w:gridCol w:w="2340"/>
        <w:gridCol w:w="2340"/>
        <w:gridCol w:w="2340"/>
        <w:gridCol w:w="2340"/>
      </w:tblGrid>
      <w:tr w:rsidR="00770BBF" w:rsidRPr="008F5392" w14:paraId="1A11AF39" w14:textId="77777777" w:rsidTr="008840D8">
        <w:tc>
          <w:tcPr>
            <w:tcW w:w="2340" w:type="dxa"/>
          </w:tcPr>
          <w:p w14:paraId="41571C5D" w14:textId="77777777" w:rsidR="00770BBF" w:rsidRPr="008F5392" w:rsidRDefault="00770BBF" w:rsidP="008840D8">
            <w:pPr>
              <w:jc w:val="center"/>
            </w:pPr>
            <w:r w:rsidRPr="008F5392">
              <w:t>_________________</w:t>
            </w:r>
          </w:p>
          <w:p w14:paraId="45E7E750" w14:textId="77777777" w:rsidR="00770BBF" w:rsidRPr="008F5392" w:rsidRDefault="00770BBF" w:rsidP="008840D8">
            <w:pPr>
              <w:jc w:val="center"/>
            </w:pPr>
            <w:r w:rsidRPr="008F5392">
              <w:t>Struktūrvienība un amats</w:t>
            </w:r>
          </w:p>
        </w:tc>
        <w:tc>
          <w:tcPr>
            <w:tcW w:w="2340" w:type="dxa"/>
          </w:tcPr>
          <w:p w14:paraId="6CA1C57F" w14:textId="77777777" w:rsidR="00770BBF" w:rsidRPr="008F5392" w:rsidRDefault="00770BBF" w:rsidP="008840D8">
            <w:pPr>
              <w:jc w:val="center"/>
            </w:pPr>
            <w:r w:rsidRPr="008F5392">
              <w:t>_________________</w:t>
            </w:r>
          </w:p>
          <w:p w14:paraId="15228663" w14:textId="77777777" w:rsidR="00770BBF" w:rsidRPr="008F5392" w:rsidRDefault="00770BBF" w:rsidP="008840D8">
            <w:pPr>
              <w:jc w:val="center"/>
            </w:pPr>
            <w:r w:rsidRPr="008F5392">
              <w:t>/Paraksts/</w:t>
            </w:r>
          </w:p>
        </w:tc>
        <w:tc>
          <w:tcPr>
            <w:tcW w:w="2340" w:type="dxa"/>
          </w:tcPr>
          <w:p w14:paraId="688A30FF" w14:textId="77777777" w:rsidR="00770BBF" w:rsidRPr="008F5392" w:rsidRDefault="00770BBF" w:rsidP="008840D8">
            <w:pPr>
              <w:jc w:val="center"/>
            </w:pPr>
            <w:r w:rsidRPr="008F5392">
              <w:t>_________________</w:t>
            </w:r>
          </w:p>
          <w:p w14:paraId="188686D9" w14:textId="77777777" w:rsidR="00770BBF" w:rsidRPr="008F5392" w:rsidRDefault="00770BBF" w:rsidP="008840D8">
            <w:pPr>
              <w:jc w:val="center"/>
            </w:pPr>
            <w:r w:rsidRPr="008F5392">
              <w:t>Paraksta atšifrējums</w:t>
            </w:r>
          </w:p>
        </w:tc>
        <w:tc>
          <w:tcPr>
            <w:tcW w:w="2340" w:type="dxa"/>
          </w:tcPr>
          <w:p w14:paraId="7BEFEEFF" w14:textId="77777777" w:rsidR="00770BBF" w:rsidRPr="008F5392" w:rsidRDefault="00770BBF" w:rsidP="008840D8">
            <w:pPr>
              <w:jc w:val="center"/>
            </w:pPr>
            <w:r w:rsidRPr="008F5392">
              <w:t>_________________</w:t>
            </w:r>
          </w:p>
          <w:p w14:paraId="3EB0A75F" w14:textId="77777777" w:rsidR="00770BBF" w:rsidRPr="008F5392" w:rsidRDefault="00770BBF" w:rsidP="008840D8">
            <w:pPr>
              <w:jc w:val="center"/>
            </w:pPr>
            <w:r w:rsidRPr="008F5392">
              <w:t>Datums</w:t>
            </w:r>
          </w:p>
        </w:tc>
      </w:tr>
    </w:tbl>
    <w:p w14:paraId="337BCAAA" w14:textId="77777777" w:rsidR="00E518D6" w:rsidRDefault="00E518D6" w:rsidP="00265A7D"/>
    <w:sectPr w:rsidR="00E518D6" w:rsidSect="00ED4CE0">
      <w:pgSz w:w="11907" w:h="16840" w:code="9"/>
      <w:pgMar w:top="1134" w:right="567" w:bottom="1134" w:left="1701" w:header="680"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52D66B" w14:textId="77777777" w:rsidR="00544370" w:rsidRDefault="00544370">
      <w:r>
        <w:separator/>
      </w:r>
    </w:p>
  </w:endnote>
  <w:endnote w:type="continuationSeparator" w:id="0">
    <w:p w14:paraId="56BAA49A" w14:textId="77777777" w:rsidR="00544370" w:rsidRDefault="00544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07494" w14:textId="77777777" w:rsidR="009D7EE1" w:rsidRDefault="009D7EE1">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0135398C" w14:textId="77777777" w:rsidR="009D7EE1" w:rsidRDefault="009D7EE1">
    <w:pPr>
      <w:pStyle w:val="Kjen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8CE7F7" w14:textId="77777777" w:rsidR="00544370" w:rsidRDefault="00544370">
      <w:r>
        <w:separator/>
      </w:r>
    </w:p>
  </w:footnote>
  <w:footnote w:type="continuationSeparator" w:id="0">
    <w:p w14:paraId="00A9C7A2" w14:textId="77777777" w:rsidR="00544370" w:rsidRDefault="005443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1576783"/>
      <w:docPartObj>
        <w:docPartGallery w:val="Page Numbers (Top of Page)"/>
        <w:docPartUnique/>
      </w:docPartObj>
    </w:sdtPr>
    <w:sdtContent>
      <w:p w14:paraId="6790E319" w14:textId="115C2625" w:rsidR="0072766C" w:rsidRDefault="0072766C">
        <w:pPr>
          <w:pStyle w:val="Galvene"/>
          <w:jc w:val="center"/>
        </w:pPr>
        <w:r>
          <w:fldChar w:fldCharType="begin"/>
        </w:r>
        <w:r>
          <w:instrText>PAGE   \* MERGEFORMAT</w:instrText>
        </w:r>
        <w:r>
          <w:fldChar w:fldCharType="separate"/>
        </w:r>
        <w:r>
          <w:rPr>
            <w:noProof/>
          </w:rPr>
          <w:t>3</w:t>
        </w:r>
        <w:r>
          <w:fldChar w:fldCharType="end"/>
        </w:r>
      </w:p>
    </w:sdtContent>
  </w:sdt>
  <w:p w14:paraId="2EF29D50" w14:textId="77777777" w:rsidR="0072766C" w:rsidRDefault="0072766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25DF5"/>
    <w:multiLevelType w:val="hybridMultilevel"/>
    <w:tmpl w:val="ACA82D90"/>
    <w:lvl w:ilvl="0" w:tplc="24A2CA18">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57A59E9"/>
    <w:multiLevelType w:val="multilevel"/>
    <w:tmpl w:val="F54C1BDA"/>
    <w:lvl w:ilvl="0">
      <w:start w:val="1"/>
      <w:numFmt w:val="decimal"/>
      <w:pStyle w:val="1Punk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F8D2401"/>
    <w:multiLevelType w:val="multilevel"/>
    <w:tmpl w:val="ECFC4876"/>
    <w:lvl w:ilvl="0">
      <w:start w:val="1"/>
      <w:numFmt w:val="decimal"/>
      <w:suff w:val="space"/>
      <w:lvlText w:val="%1."/>
      <w:lvlJc w:val="left"/>
      <w:pPr>
        <w:ind w:left="1210" w:hanging="359"/>
      </w:pPr>
    </w:lvl>
    <w:lvl w:ilvl="1">
      <w:start w:val="1"/>
      <w:numFmt w:val="decimal"/>
      <w:suff w:val="space"/>
      <w:lvlText w:val="%1.%2."/>
      <w:lvlJc w:val="left"/>
      <w:pPr>
        <w:ind w:left="719" w:hanging="359"/>
      </w:pPr>
    </w:lvl>
    <w:lvl w:ilvl="2">
      <w:start w:val="1"/>
      <w:numFmt w:val="decimal"/>
      <w:suff w:val="space"/>
      <w:lvlText w:val=" %1.%2.%3. "/>
      <w:lvlJc w:val="left"/>
      <w:pPr>
        <w:ind w:left="1079" w:hanging="359"/>
      </w:pPr>
      <w:rPr>
        <w:sz w:val="24"/>
        <w:szCs w:val="24"/>
      </w:rPr>
    </w:lvl>
    <w:lvl w:ilvl="3">
      <w:start w:val="1"/>
      <w:numFmt w:val="decimal"/>
      <w:lvlText w:val=" %1.%2.%3.%4. "/>
      <w:lvlJc w:val="left"/>
      <w:pPr>
        <w:tabs>
          <w:tab w:val="num" w:pos="1439"/>
        </w:tabs>
        <w:ind w:left="1439" w:hanging="359"/>
      </w:pPr>
    </w:lvl>
    <w:lvl w:ilvl="4">
      <w:start w:val="1"/>
      <w:numFmt w:val="decimal"/>
      <w:lvlText w:val=" %1.%2.%3.%4.%5 "/>
      <w:lvlJc w:val="left"/>
      <w:pPr>
        <w:tabs>
          <w:tab w:val="num" w:pos="1799"/>
        </w:tabs>
        <w:ind w:left="1799" w:hanging="359"/>
      </w:pPr>
    </w:lvl>
    <w:lvl w:ilvl="5">
      <w:start w:val="1"/>
      <w:numFmt w:val="decimal"/>
      <w:lvlText w:val=" %1.%2.%3.%4.%5.%6 "/>
      <w:lvlJc w:val="left"/>
      <w:pPr>
        <w:tabs>
          <w:tab w:val="num" w:pos="2159"/>
        </w:tabs>
        <w:ind w:left="2159" w:hanging="359"/>
      </w:pPr>
    </w:lvl>
    <w:lvl w:ilvl="6">
      <w:start w:val="1"/>
      <w:numFmt w:val="decimal"/>
      <w:lvlText w:val=" %1.%2.%3.%4.%5.%6.%7 "/>
      <w:lvlJc w:val="left"/>
      <w:pPr>
        <w:tabs>
          <w:tab w:val="num" w:pos="2519"/>
        </w:tabs>
        <w:ind w:left="2519" w:hanging="359"/>
      </w:pPr>
    </w:lvl>
    <w:lvl w:ilvl="7">
      <w:start w:val="1"/>
      <w:numFmt w:val="decimal"/>
      <w:lvlText w:val=" %1.%2.%3.%4.%5.%6.%7.%8 "/>
      <w:lvlJc w:val="left"/>
      <w:pPr>
        <w:tabs>
          <w:tab w:val="num" w:pos="2879"/>
        </w:tabs>
        <w:ind w:left="2879" w:hanging="359"/>
      </w:pPr>
    </w:lvl>
    <w:lvl w:ilvl="8">
      <w:start w:val="1"/>
      <w:numFmt w:val="decimal"/>
      <w:lvlText w:val=" %1.%2.%3.%4.%5.%6.%7.%8.%9 "/>
      <w:lvlJc w:val="left"/>
      <w:pPr>
        <w:tabs>
          <w:tab w:val="num" w:pos="3239"/>
        </w:tabs>
        <w:ind w:left="3239" w:hanging="359"/>
      </w:pPr>
    </w:lvl>
  </w:abstractNum>
  <w:abstractNum w:abstractNumId="3" w15:restartNumberingAfterBreak="0">
    <w:nsid w:val="5BDA0DDB"/>
    <w:multiLevelType w:val="multilevel"/>
    <w:tmpl w:val="8DD498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 w15:restartNumberingAfterBreak="0">
    <w:nsid w:val="6DCE410E"/>
    <w:multiLevelType w:val="hybridMultilevel"/>
    <w:tmpl w:val="293418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3"/>
  </w:num>
  <w:num w:numId="4">
    <w:abstractNumId w:val="2"/>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484"/>
    <w:rsid w:val="0001291C"/>
    <w:rsid w:val="00013486"/>
    <w:rsid w:val="00015D91"/>
    <w:rsid w:val="0002552F"/>
    <w:rsid w:val="00033C65"/>
    <w:rsid w:val="0004262B"/>
    <w:rsid w:val="00044DDA"/>
    <w:rsid w:val="0005093D"/>
    <w:rsid w:val="0005459B"/>
    <w:rsid w:val="0005498E"/>
    <w:rsid w:val="00061990"/>
    <w:rsid w:val="00067818"/>
    <w:rsid w:val="00073397"/>
    <w:rsid w:val="0007532D"/>
    <w:rsid w:val="00077067"/>
    <w:rsid w:val="0007735E"/>
    <w:rsid w:val="000776C1"/>
    <w:rsid w:val="00081D0B"/>
    <w:rsid w:val="000940DD"/>
    <w:rsid w:val="000A7CCD"/>
    <w:rsid w:val="000B0D33"/>
    <w:rsid w:val="000B6AB3"/>
    <w:rsid w:val="000B78BA"/>
    <w:rsid w:val="000C2AC5"/>
    <w:rsid w:val="000C7735"/>
    <w:rsid w:val="000D5A4A"/>
    <w:rsid w:val="000D74C5"/>
    <w:rsid w:val="0010680A"/>
    <w:rsid w:val="00121743"/>
    <w:rsid w:val="00127531"/>
    <w:rsid w:val="00136F11"/>
    <w:rsid w:val="001505B6"/>
    <w:rsid w:val="001566F0"/>
    <w:rsid w:val="00157042"/>
    <w:rsid w:val="00161F7E"/>
    <w:rsid w:val="00181957"/>
    <w:rsid w:val="001826F1"/>
    <w:rsid w:val="00190028"/>
    <w:rsid w:val="00192743"/>
    <w:rsid w:val="001A4A73"/>
    <w:rsid w:val="001B15B6"/>
    <w:rsid w:val="001B2DDD"/>
    <w:rsid w:val="001C1AE9"/>
    <w:rsid w:val="001C61A3"/>
    <w:rsid w:val="001D18A3"/>
    <w:rsid w:val="001E12E4"/>
    <w:rsid w:val="001E1C7D"/>
    <w:rsid w:val="001E234F"/>
    <w:rsid w:val="001E615D"/>
    <w:rsid w:val="002056B2"/>
    <w:rsid w:val="00212100"/>
    <w:rsid w:val="0021311A"/>
    <w:rsid w:val="0021313D"/>
    <w:rsid w:val="00215EC3"/>
    <w:rsid w:val="00222200"/>
    <w:rsid w:val="002327B3"/>
    <w:rsid w:val="002330D4"/>
    <w:rsid w:val="00265A7D"/>
    <w:rsid w:val="0026644F"/>
    <w:rsid w:val="00273CAF"/>
    <w:rsid w:val="0027468A"/>
    <w:rsid w:val="00274FDF"/>
    <w:rsid w:val="002952BC"/>
    <w:rsid w:val="002A72FB"/>
    <w:rsid w:val="002B0628"/>
    <w:rsid w:val="002B4C84"/>
    <w:rsid w:val="002B4DF7"/>
    <w:rsid w:val="002B526F"/>
    <w:rsid w:val="002C115C"/>
    <w:rsid w:val="002C3AA9"/>
    <w:rsid w:val="002C59A6"/>
    <w:rsid w:val="002D2B87"/>
    <w:rsid w:val="002D79AD"/>
    <w:rsid w:val="002E48E1"/>
    <w:rsid w:val="002E5754"/>
    <w:rsid w:val="002E7855"/>
    <w:rsid w:val="002F1AE4"/>
    <w:rsid w:val="002F250E"/>
    <w:rsid w:val="002F3BE2"/>
    <w:rsid w:val="002F45CA"/>
    <w:rsid w:val="002F76DE"/>
    <w:rsid w:val="003026B8"/>
    <w:rsid w:val="00304CF9"/>
    <w:rsid w:val="00304EA4"/>
    <w:rsid w:val="00312948"/>
    <w:rsid w:val="003152D1"/>
    <w:rsid w:val="00321556"/>
    <w:rsid w:val="00322A5C"/>
    <w:rsid w:val="00322CF6"/>
    <w:rsid w:val="003239AC"/>
    <w:rsid w:val="00325BD6"/>
    <w:rsid w:val="00331084"/>
    <w:rsid w:val="00331360"/>
    <w:rsid w:val="00331E2E"/>
    <w:rsid w:val="00332378"/>
    <w:rsid w:val="003439B4"/>
    <w:rsid w:val="003463B0"/>
    <w:rsid w:val="00350D1F"/>
    <w:rsid w:val="003511BE"/>
    <w:rsid w:val="00353721"/>
    <w:rsid w:val="00353ADD"/>
    <w:rsid w:val="00353EA7"/>
    <w:rsid w:val="00360EEB"/>
    <w:rsid w:val="00361CC9"/>
    <w:rsid w:val="00371BB1"/>
    <w:rsid w:val="0037263C"/>
    <w:rsid w:val="00377924"/>
    <w:rsid w:val="00384F36"/>
    <w:rsid w:val="00385CFE"/>
    <w:rsid w:val="003937B1"/>
    <w:rsid w:val="0039527C"/>
    <w:rsid w:val="003A2A9F"/>
    <w:rsid w:val="003B31D3"/>
    <w:rsid w:val="003B660D"/>
    <w:rsid w:val="003C2667"/>
    <w:rsid w:val="003C5FE7"/>
    <w:rsid w:val="003C65B7"/>
    <w:rsid w:val="003D0CCE"/>
    <w:rsid w:val="003D1C06"/>
    <w:rsid w:val="003D4B3D"/>
    <w:rsid w:val="003E1AD1"/>
    <w:rsid w:val="003F4F40"/>
    <w:rsid w:val="003F7889"/>
    <w:rsid w:val="004000C9"/>
    <w:rsid w:val="00403375"/>
    <w:rsid w:val="004279E9"/>
    <w:rsid w:val="00427A4E"/>
    <w:rsid w:val="00430A20"/>
    <w:rsid w:val="0043433B"/>
    <w:rsid w:val="00445FD0"/>
    <w:rsid w:val="00446593"/>
    <w:rsid w:val="004475C2"/>
    <w:rsid w:val="00452612"/>
    <w:rsid w:val="00463E8F"/>
    <w:rsid w:val="0046458D"/>
    <w:rsid w:val="00470100"/>
    <w:rsid w:val="00476810"/>
    <w:rsid w:val="00480112"/>
    <w:rsid w:val="00483EC6"/>
    <w:rsid w:val="004860C2"/>
    <w:rsid w:val="00491E14"/>
    <w:rsid w:val="00491FE3"/>
    <w:rsid w:val="00494258"/>
    <w:rsid w:val="00494963"/>
    <w:rsid w:val="004B2D08"/>
    <w:rsid w:val="004B5B00"/>
    <w:rsid w:val="004B650B"/>
    <w:rsid w:val="004B6B79"/>
    <w:rsid w:val="004C13C1"/>
    <w:rsid w:val="004C471A"/>
    <w:rsid w:val="004C4B11"/>
    <w:rsid w:val="004E2CFF"/>
    <w:rsid w:val="004F5784"/>
    <w:rsid w:val="004F7C01"/>
    <w:rsid w:val="00502C5D"/>
    <w:rsid w:val="005044DD"/>
    <w:rsid w:val="005054A1"/>
    <w:rsid w:val="00511246"/>
    <w:rsid w:val="005208EB"/>
    <w:rsid w:val="0052582E"/>
    <w:rsid w:val="0053252C"/>
    <w:rsid w:val="00533A17"/>
    <w:rsid w:val="00534810"/>
    <w:rsid w:val="00544370"/>
    <w:rsid w:val="00544CF7"/>
    <w:rsid w:val="00550858"/>
    <w:rsid w:val="00551128"/>
    <w:rsid w:val="00555548"/>
    <w:rsid w:val="00566568"/>
    <w:rsid w:val="005677B5"/>
    <w:rsid w:val="0057014C"/>
    <w:rsid w:val="0057031B"/>
    <w:rsid w:val="00577A46"/>
    <w:rsid w:val="0058143A"/>
    <w:rsid w:val="00583836"/>
    <w:rsid w:val="00586234"/>
    <w:rsid w:val="005868AB"/>
    <w:rsid w:val="005876FC"/>
    <w:rsid w:val="0059255E"/>
    <w:rsid w:val="005A3315"/>
    <w:rsid w:val="005B1769"/>
    <w:rsid w:val="005B30C1"/>
    <w:rsid w:val="005B6B30"/>
    <w:rsid w:val="005D14B8"/>
    <w:rsid w:val="005D1EFE"/>
    <w:rsid w:val="005E22F7"/>
    <w:rsid w:val="005E5D19"/>
    <w:rsid w:val="00601C7C"/>
    <w:rsid w:val="0060465E"/>
    <w:rsid w:val="00610439"/>
    <w:rsid w:val="00610F07"/>
    <w:rsid w:val="00612C02"/>
    <w:rsid w:val="00613546"/>
    <w:rsid w:val="00614725"/>
    <w:rsid w:val="00620022"/>
    <w:rsid w:val="00630A8E"/>
    <w:rsid w:val="006358AD"/>
    <w:rsid w:val="006366A4"/>
    <w:rsid w:val="006429A3"/>
    <w:rsid w:val="00650487"/>
    <w:rsid w:val="006606FA"/>
    <w:rsid w:val="00664BF8"/>
    <w:rsid w:val="006773DF"/>
    <w:rsid w:val="006851B0"/>
    <w:rsid w:val="0068579F"/>
    <w:rsid w:val="006909B5"/>
    <w:rsid w:val="00694486"/>
    <w:rsid w:val="00696163"/>
    <w:rsid w:val="006A50BB"/>
    <w:rsid w:val="006B0147"/>
    <w:rsid w:val="006B2BCE"/>
    <w:rsid w:val="006B4B53"/>
    <w:rsid w:val="006C4C09"/>
    <w:rsid w:val="006E1A77"/>
    <w:rsid w:val="006E417D"/>
    <w:rsid w:val="007048BB"/>
    <w:rsid w:val="00706992"/>
    <w:rsid w:val="007124CC"/>
    <w:rsid w:val="007275A7"/>
    <w:rsid w:val="0072766C"/>
    <w:rsid w:val="00730035"/>
    <w:rsid w:val="0074033A"/>
    <w:rsid w:val="00745433"/>
    <w:rsid w:val="0075033D"/>
    <w:rsid w:val="0075174F"/>
    <w:rsid w:val="00765877"/>
    <w:rsid w:val="00770BBF"/>
    <w:rsid w:val="00774BD9"/>
    <w:rsid w:val="00776580"/>
    <w:rsid w:val="00782925"/>
    <w:rsid w:val="007878A3"/>
    <w:rsid w:val="00795D02"/>
    <w:rsid w:val="007A40D2"/>
    <w:rsid w:val="007A5F10"/>
    <w:rsid w:val="007B697C"/>
    <w:rsid w:val="007B6ED5"/>
    <w:rsid w:val="007D364B"/>
    <w:rsid w:val="007D5505"/>
    <w:rsid w:val="007E0CCD"/>
    <w:rsid w:val="007E269E"/>
    <w:rsid w:val="007F2EA1"/>
    <w:rsid w:val="00800AA5"/>
    <w:rsid w:val="00800EB8"/>
    <w:rsid w:val="00804B18"/>
    <w:rsid w:val="00813FCF"/>
    <w:rsid w:val="008250AF"/>
    <w:rsid w:val="0082647F"/>
    <w:rsid w:val="00831576"/>
    <w:rsid w:val="00844889"/>
    <w:rsid w:val="0084624A"/>
    <w:rsid w:val="0084697D"/>
    <w:rsid w:val="00852DA2"/>
    <w:rsid w:val="00854F74"/>
    <w:rsid w:val="00867EBF"/>
    <w:rsid w:val="0087585D"/>
    <w:rsid w:val="008802DB"/>
    <w:rsid w:val="0088103F"/>
    <w:rsid w:val="008815BE"/>
    <w:rsid w:val="008840D8"/>
    <w:rsid w:val="008901CD"/>
    <w:rsid w:val="00893B3A"/>
    <w:rsid w:val="008A414A"/>
    <w:rsid w:val="008B1426"/>
    <w:rsid w:val="008B6767"/>
    <w:rsid w:val="008B7C99"/>
    <w:rsid w:val="008D38AC"/>
    <w:rsid w:val="008E0D69"/>
    <w:rsid w:val="008F5392"/>
    <w:rsid w:val="008F6BFE"/>
    <w:rsid w:val="0090552E"/>
    <w:rsid w:val="0091114C"/>
    <w:rsid w:val="009133BE"/>
    <w:rsid w:val="009277C2"/>
    <w:rsid w:val="00927CFB"/>
    <w:rsid w:val="009327FE"/>
    <w:rsid w:val="0093677D"/>
    <w:rsid w:val="00946615"/>
    <w:rsid w:val="009566F0"/>
    <w:rsid w:val="00972D40"/>
    <w:rsid w:val="00975998"/>
    <w:rsid w:val="00976466"/>
    <w:rsid w:val="009803E2"/>
    <w:rsid w:val="00986963"/>
    <w:rsid w:val="009878EB"/>
    <w:rsid w:val="009937C1"/>
    <w:rsid w:val="009A27F4"/>
    <w:rsid w:val="009A3CBA"/>
    <w:rsid w:val="009B4660"/>
    <w:rsid w:val="009D47B2"/>
    <w:rsid w:val="009D77FC"/>
    <w:rsid w:val="009D7EE1"/>
    <w:rsid w:val="009E1C64"/>
    <w:rsid w:val="009F491B"/>
    <w:rsid w:val="00A03FFF"/>
    <w:rsid w:val="00A07A64"/>
    <w:rsid w:val="00A10D4B"/>
    <w:rsid w:val="00A14669"/>
    <w:rsid w:val="00A15786"/>
    <w:rsid w:val="00A231EF"/>
    <w:rsid w:val="00A27BCD"/>
    <w:rsid w:val="00A27E6A"/>
    <w:rsid w:val="00A3661C"/>
    <w:rsid w:val="00A40C45"/>
    <w:rsid w:val="00A44E74"/>
    <w:rsid w:val="00A4675F"/>
    <w:rsid w:val="00A518C8"/>
    <w:rsid w:val="00A53966"/>
    <w:rsid w:val="00A542A7"/>
    <w:rsid w:val="00A566B8"/>
    <w:rsid w:val="00A56B41"/>
    <w:rsid w:val="00A62449"/>
    <w:rsid w:val="00A629C0"/>
    <w:rsid w:val="00A66196"/>
    <w:rsid w:val="00A70D2E"/>
    <w:rsid w:val="00A73459"/>
    <w:rsid w:val="00A75A67"/>
    <w:rsid w:val="00A8075E"/>
    <w:rsid w:val="00A84959"/>
    <w:rsid w:val="00A87E5E"/>
    <w:rsid w:val="00A930FB"/>
    <w:rsid w:val="00AB20B3"/>
    <w:rsid w:val="00AC5734"/>
    <w:rsid w:val="00AD1135"/>
    <w:rsid w:val="00AD76C6"/>
    <w:rsid w:val="00AD7A30"/>
    <w:rsid w:val="00AE2957"/>
    <w:rsid w:val="00AF02B3"/>
    <w:rsid w:val="00AF5EDA"/>
    <w:rsid w:val="00B049B4"/>
    <w:rsid w:val="00B04C71"/>
    <w:rsid w:val="00B04E2D"/>
    <w:rsid w:val="00B1768B"/>
    <w:rsid w:val="00B1778B"/>
    <w:rsid w:val="00B22F8A"/>
    <w:rsid w:val="00B30336"/>
    <w:rsid w:val="00B32422"/>
    <w:rsid w:val="00B36BC0"/>
    <w:rsid w:val="00B37ABB"/>
    <w:rsid w:val="00B53CF2"/>
    <w:rsid w:val="00B53F81"/>
    <w:rsid w:val="00B613EC"/>
    <w:rsid w:val="00B63F5F"/>
    <w:rsid w:val="00B659D2"/>
    <w:rsid w:val="00B70715"/>
    <w:rsid w:val="00B70E35"/>
    <w:rsid w:val="00B71484"/>
    <w:rsid w:val="00B72469"/>
    <w:rsid w:val="00B805BD"/>
    <w:rsid w:val="00B82E76"/>
    <w:rsid w:val="00B837DE"/>
    <w:rsid w:val="00B84E77"/>
    <w:rsid w:val="00B85D16"/>
    <w:rsid w:val="00B92209"/>
    <w:rsid w:val="00B93F4F"/>
    <w:rsid w:val="00B9565C"/>
    <w:rsid w:val="00B96CF5"/>
    <w:rsid w:val="00BA17F9"/>
    <w:rsid w:val="00BA3D71"/>
    <w:rsid w:val="00BA4BAE"/>
    <w:rsid w:val="00BB07AD"/>
    <w:rsid w:val="00BB3012"/>
    <w:rsid w:val="00BC05AD"/>
    <w:rsid w:val="00BC6EC6"/>
    <w:rsid w:val="00BC7773"/>
    <w:rsid w:val="00BD0D19"/>
    <w:rsid w:val="00BE55B0"/>
    <w:rsid w:val="00BE76D2"/>
    <w:rsid w:val="00BF0D5E"/>
    <w:rsid w:val="00BF10F6"/>
    <w:rsid w:val="00BF33DA"/>
    <w:rsid w:val="00BF72D6"/>
    <w:rsid w:val="00BF773D"/>
    <w:rsid w:val="00BF7D27"/>
    <w:rsid w:val="00C0053A"/>
    <w:rsid w:val="00C0549F"/>
    <w:rsid w:val="00C15213"/>
    <w:rsid w:val="00C20663"/>
    <w:rsid w:val="00C24BBF"/>
    <w:rsid w:val="00C329D5"/>
    <w:rsid w:val="00C36680"/>
    <w:rsid w:val="00C368C7"/>
    <w:rsid w:val="00C51F70"/>
    <w:rsid w:val="00C63D55"/>
    <w:rsid w:val="00C65872"/>
    <w:rsid w:val="00C74255"/>
    <w:rsid w:val="00C8349C"/>
    <w:rsid w:val="00C86AC6"/>
    <w:rsid w:val="00C91C02"/>
    <w:rsid w:val="00C93F0C"/>
    <w:rsid w:val="00C93F18"/>
    <w:rsid w:val="00C942EA"/>
    <w:rsid w:val="00C961B3"/>
    <w:rsid w:val="00CA4951"/>
    <w:rsid w:val="00CB1177"/>
    <w:rsid w:val="00CB4073"/>
    <w:rsid w:val="00CB7629"/>
    <w:rsid w:val="00CC2FEB"/>
    <w:rsid w:val="00CC5714"/>
    <w:rsid w:val="00CC7FD4"/>
    <w:rsid w:val="00CD1BB0"/>
    <w:rsid w:val="00CD3A11"/>
    <w:rsid w:val="00CD5743"/>
    <w:rsid w:val="00CD698D"/>
    <w:rsid w:val="00CD6A58"/>
    <w:rsid w:val="00CE0DEE"/>
    <w:rsid w:val="00D140BB"/>
    <w:rsid w:val="00D26452"/>
    <w:rsid w:val="00D27CC9"/>
    <w:rsid w:val="00D36605"/>
    <w:rsid w:val="00D4377D"/>
    <w:rsid w:val="00D5180D"/>
    <w:rsid w:val="00D535D7"/>
    <w:rsid w:val="00D56F38"/>
    <w:rsid w:val="00D650F4"/>
    <w:rsid w:val="00D67270"/>
    <w:rsid w:val="00D728DD"/>
    <w:rsid w:val="00D76AFC"/>
    <w:rsid w:val="00D77083"/>
    <w:rsid w:val="00D7789E"/>
    <w:rsid w:val="00D9105D"/>
    <w:rsid w:val="00D92E97"/>
    <w:rsid w:val="00D945BE"/>
    <w:rsid w:val="00D957E0"/>
    <w:rsid w:val="00DA5763"/>
    <w:rsid w:val="00DA67BC"/>
    <w:rsid w:val="00DB0EA5"/>
    <w:rsid w:val="00DB5247"/>
    <w:rsid w:val="00DB73BF"/>
    <w:rsid w:val="00DC23CA"/>
    <w:rsid w:val="00DC45D0"/>
    <w:rsid w:val="00DD6369"/>
    <w:rsid w:val="00DE4506"/>
    <w:rsid w:val="00DE70F9"/>
    <w:rsid w:val="00E03149"/>
    <w:rsid w:val="00E10EB4"/>
    <w:rsid w:val="00E13400"/>
    <w:rsid w:val="00E23875"/>
    <w:rsid w:val="00E35761"/>
    <w:rsid w:val="00E4652B"/>
    <w:rsid w:val="00E518D6"/>
    <w:rsid w:val="00E52610"/>
    <w:rsid w:val="00E5365B"/>
    <w:rsid w:val="00E648B6"/>
    <w:rsid w:val="00E720E5"/>
    <w:rsid w:val="00E746EC"/>
    <w:rsid w:val="00E7557F"/>
    <w:rsid w:val="00E80A11"/>
    <w:rsid w:val="00E85731"/>
    <w:rsid w:val="00E8598B"/>
    <w:rsid w:val="00E87149"/>
    <w:rsid w:val="00E87AE5"/>
    <w:rsid w:val="00E90AD3"/>
    <w:rsid w:val="00E91353"/>
    <w:rsid w:val="00EA71FB"/>
    <w:rsid w:val="00EB1733"/>
    <w:rsid w:val="00EB5899"/>
    <w:rsid w:val="00EC0F32"/>
    <w:rsid w:val="00EC2C02"/>
    <w:rsid w:val="00EC72EE"/>
    <w:rsid w:val="00ED4CE0"/>
    <w:rsid w:val="00ED5D23"/>
    <w:rsid w:val="00EE28E9"/>
    <w:rsid w:val="00EE2BA7"/>
    <w:rsid w:val="00EE7220"/>
    <w:rsid w:val="00F00383"/>
    <w:rsid w:val="00F008E0"/>
    <w:rsid w:val="00F15B97"/>
    <w:rsid w:val="00F20C51"/>
    <w:rsid w:val="00F21E79"/>
    <w:rsid w:val="00F338FB"/>
    <w:rsid w:val="00F341C2"/>
    <w:rsid w:val="00F34C8E"/>
    <w:rsid w:val="00F404E0"/>
    <w:rsid w:val="00F4088A"/>
    <w:rsid w:val="00F469A2"/>
    <w:rsid w:val="00F53B66"/>
    <w:rsid w:val="00F542B3"/>
    <w:rsid w:val="00F57115"/>
    <w:rsid w:val="00F61B28"/>
    <w:rsid w:val="00F71976"/>
    <w:rsid w:val="00F741F6"/>
    <w:rsid w:val="00F922B0"/>
    <w:rsid w:val="00FA01E8"/>
    <w:rsid w:val="00FA200C"/>
    <w:rsid w:val="00FD114E"/>
    <w:rsid w:val="00FD2C71"/>
    <w:rsid w:val="00FD2DDE"/>
    <w:rsid w:val="00FE192A"/>
    <w:rsid w:val="00FF0FD9"/>
    <w:rsid w:val="00FF65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6CB55F"/>
  <w15:chartTrackingRefBased/>
  <w15:docId w15:val="{C45EA075-B946-5E4B-83D7-0BA2869CF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92209"/>
    <w:pPr>
      <w:jc w:val="both"/>
    </w:pPr>
    <w:rPr>
      <w:sz w:val="24"/>
      <w:szCs w:val="24"/>
      <w:lang w:eastAsia="en-US"/>
    </w:rPr>
  </w:style>
  <w:style w:type="paragraph" w:styleId="Virsraksts1">
    <w:name w:val="heading 1"/>
    <w:basedOn w:val="Parasts"/>
    <w:next w:val="Parasts"/>
    <w:link w:val="Virsraksts1Rakstz"/>
    <w:uiPriority w:val="9"/>
    <w:qFormat/>
    <w:pPr>
      <w:keepNext/>
      <w:outlineLvl w:val="0"/>
    </w:pPr>
    <w:rPr>
      <w:b/>
      <w:lang w:val="x-none"/>
    </w:rPr>
  </w:style>
  <w:style w:type="paragraph" w:styleId="Virsraksts2">
    <w:name w:val="heading 2"/>
    <w:basedOn w:val="Parasts"/>
    <w:next w:val="Parasts"/>
    <w:qFormat/>
    <w:rsid w:val="005044DD"/>
    <w:pPr>
      <w:keepNext/>
      <w:ind w:left="720"/>
      <w:outlineLvl w:val="1"/>
    </w:pPr>
    <w:rPr>
      <w:bCs/>
      <w:u w:val="single"/>
    </w:rPr>
  </w:style>
  <w:style w:type="paragraph" w:styleId="Virsraksts8">
    <w:name w:val="heading 8"/>
    <w:basedOn w:val="Parasts"/>
    <w:next w:val="Parasts"/>
    <w:qFormat/>
    <w:pPr>
      <w:keepNext/>
      <w:jc w:val="left"/>
      <w:outlineLvl w:val="7"/>
    </w:pPr>
    <w:rPr>
      <w:b/>
      <w:bCs/>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pPr>
      <w:tabs>
        <w:tab w:val="center" w:pos="4320"/>
        <w:tab w:val="right" w:pos="8640"/>
      </w:tabs>
    </w:pPr>
  </w:style>
  <w:style w:type="paragraph" w:styleId="Kjene">
    <w:name w:val="footer"/>
    <w:basedOn w:val="Parasts"/>
    <w:semiHidden/>
    <w:pPr>
      <w:tabs>
        <w:tab w:val="center" w:pos="4320"/>
        <w:tab w:val="right" w:pos="8640"/>
      </w:tabs>
    </w:pPr>
  </w:style>
  <w:style w:type="character" w:customStyle="1" w:styleId="Virsraksts1Rakstz">
    <w:name w:val="Virsraksts 1 Rakstz."/>
    <w:link w:val="Virsraksts1"/>
    <w:uiPriority w:val="9"/>
    <w:qFormat/>
    <w:rsid w:val="00782925"/>
    <w:rPr>
      <w:b/>
      <w:sz w:val="24"/>
      <w:szCs w:val="24"/>
      <w:lang w:eastAsia="en-US"/>
    </w:rPr>
  </w:style>
  <w:style w:type="character" w:styleId="Hipersaite">
    <w:name w:val="Hyperlink"/>
    <w:uiPriority w:val="99"/>
    <w:rPr>
      <w:color w:val="0000FF"/>
      <w:u w:val="single"/>
    </w:rPr>
  </w:style>
  <w:style w:type="paragraph" w:customStyle="1" w:styleId="BodySingle">
    <w:name w:val="Body Single"/>
    <w:basedOn w:val="Pamatteksts"/>
    <w:pPr>
      <w:spacing w:after="0"/>
    </w:pPr>
  </w:style>
  <w:style w:type="paragraph" w:styleId="Pamatteksts">
    <w:name w:val="Body Text"/>
    <w:basedOn w:val="Parasts"/>
    <w:semiHidden/>
    <w:pPr>
      <w:spacing w:after="120"/>
    </w:pPr>
  </w:style>
  <w:style w:type="paragraph" w:styleId="Balonteksts">
    <w:name w:val="Balloon Text"/>
    <w:basedOn w:val="Parasts"/>
    <w:semiHidden/>
    <w:rPr>
      <w:rFonts w:ascii="Tahoma" w:hAnsi="Tahoma" w:cs="Tahoma"/>
      <w:sz w:val="16"/>
      <w:szCs w:val="16"/>
    </w:rPr>
  </w:style>
  <w:style w:type="character" w:styleId="Lappusesnumurs">
    <w:name w:val="page number"/>
    <w:basedOn w:val="Noklusjumarindkopasfonts"/>
    <w:semiHidden/>
  </w:style>
  <w:style w:type="paragraph" w:styleId="Pamatteksts2">
    <w:name w:val="Body Text 2"/>
    <w:basedOn w:val="Parasts"/>
    <w:semiHidden/>
    <w:pPr>
      <w:spacing w:after="120" w:line="480" w:lineRule="auto"/>
    </w:pPr>
  </w:style>
  <w:style w:type="character" w:customStyle="1" w:styleId="GalveneRakstz">
    <w:name w:val="Galvene Rakstz."/>
    <w:link w:val="Galvene"/>
    <w:uiPriority w:val="99"/>
    <w:rsid w:val="0075174F"/>
    <w:rPr>
      <w:rFonts w:ascii="Arial" w:hAnsi="Arial"/>
      <w:sz w:val="24"/>
      <w:szCs w:val="24"/>
      <w:lang w:val="lv-LV" w:eastAsia="en-US"/>
    </w:rPr>
  </w:style>
  <w:style w:type="paragraph" w:styleId="Beiguvresteksts">
    <w:name w:val="endnote text"/>
    <w:basedOn w:val="Parasts"/>
    <w:link w:val="BeiguvrestekstsRakstz"/>
    <w:semiHidden/>
    <w:rsid w:val="00322A5C"/>
    <w:pPr>
      <w:jc w:val="left"/>
    </w:pPr>
    <w:rPr>
      <w:sz w:val="20"/>
      <w:szCs w:val="20"/>
      <w:lang w:val="en-US"/>
    </w:rPr>
  </w:style>
  <w:style w:type="character" w:customStyle="1" w:styleId="BeiguvrestekstsRakstz">
    <w:name w:val="Beigu vēres teksts Rakstz."/>
    <w:link w:val="Beiguvresteksts"/>
    <w:semiHidden/>
    <w:rsid w:val="00322A5C"/>
    <w:rPr>
      <w:lang w:val="en-US" w:eastAsia="en-US"/>
    </w:rPr>
  </w:style>
  <w:style w:type="paragraph" w:customStyle="1" w:styleId="05Pamatteksts">
    <w:name w:val="05_Pamatteksts"/>
    <w:basedOn w:val="Parasts"/>
    <w:rsid w:val="00D26452"/>
    <w:pPr>
      <w:ind w:firstLine="720"/>
    </w:pPr>
    <w:rPr>
      <w:sz w:val="28"/>
    </w:rPr>
  </w:style>
  <w:style w:type="paragraph" w:customStyle="1" w:styleId="01Virsraksts">
    <w:name w:val="01_Virsraksts"/>
    <w:basedOn w:val="Parasts"/>
    <w:rsid w:val="00D26452"/>
    <w:pPr>
      <w:keepNext/>
      <w:jc w:val="center"/>
    </w:pPr>
    <w:rPr>
      <w:b/>
      <w:sz w:val="28"/>
      <w:lang w:eastAsia="lv-LV"/>
    </w:rPr>
  </w:style>
  <w:style w:type="paragraph" w:customStyle="1" w:styleId="02Pamatteksts">
    <w:name w:val="02_Pamatteksts"/>
    <w:basedOn w:val="Parasts"/>
    <w:rsid w:val="00D26452"/>
    <w:pPr>
      <w:ind w:firstLine="720"/>
    </w:pPr>
    <w:rPr>
      <w:sz w:val="28"/>
      <w:lang w:eastAsia="lv-LV"/>
    </w:rPr>
  </w:style>
  <w:style w:type="character" w:styleId="Komentraatsauce">
    <w:name w:val="annotation reference"/>
    <w:uiPriority w:val="99"/>
    <w:semiHidden/>
    <w:unhideWhenUsed/>
    <w:rsid w:val="00D26452"/>
    <w:rPr>
      <w:sz w:val="16"/>
      <w:szCs w:val="16"/>
    </w:rPr>
  </w:style>
  <w:style w:type="paragraph" w:styleId="Komentrateksts">
    <w:name w:val="annotation text"/>
    <w:basedOn w:val="Parasts"/>
    <w:link w:val="KomentratekstsRakstz"/>
    <w:uiPriority w:val="99"/>
    <w:unhideWhenUsed/>
    <w:rsid w:val="00D26452"/>
    <w:pPr>
      <w:jc w:val="left"/>
    </w:pPr>
    <w:rPr>
      <w:sz w:val="20"/>
      <w:szCs w:val="20"/>
    </w:rPr>
  </w:style>
  <w:style w:type="character" w:customStyle="1" w:styleId="KomentratekstsRakstz">
    <w:name w:val="Komentāra teksts Rakstz."/>
    <w:link w:val="Komentrateksts"/>
    <w:uiPriority w:val="99"/>
    <w:rsid w:val="00D26452"/>
    <w:rPr>
      <w:lang w:val="lv-LV" w:eastAsia="en-US"/>
    </w:rPr>
  </w:style>
  <w:style w:type="paragraph" w:styleId="Sarakstarindkopa">
    <w:name w:val="List Paragraph"/>
    <w:aliases w:val="Syle 1,Normal bullet 2,Bullet list,H&amp;P List Paragraph,2,Colorful List - Accent 12,Strip,Saistīto dokumentu saraksts,PPS_Bullet,Virsraksti,Grafika nosaukums,Numurets,Colorful List - Accent 11,List Paragraph1,Numbered Para 1,Dot pt,lp1"/>
    <w:basedOn w:val="Parasts"/>
    <w:link w:val="SarakstarindkopaRakstz"/>
    <w:uiPriority w:val="34"/>
    <w:qFormat/>
    <w:rsid w:val="00D26452"/>
    <w:pPr>
      <w:ind w:left="720"/>
      <w:contextualSpacing/>
      <w:jc w:val="left"/>
    </w:pPr>
    <w:rPr>
      <w:sz w:val="28"/>
    </w:rPr>
  </w:style>
  <w:style w:type="paragraph" w:customStyle="1" w:styleId="04Parko">
    <w:name w:val="04_Par_ko"/>
    <w:basedOn w:val="Parasts"/>
    <w:qFormat/>
    <w:rsid w:val="00D26452"/>
    <w:pPr>
      <w:jc w:val="center"/>
    </w:pPr>
    <w:rPr>
      <w:sz w:val="28"/>
    </w:rPr>
  </w:style>
  <w:style w:type="table" w:styleId="Reatabula">
    <w:name w:val="Table Grid"/>
    <w:basedOn w:val="Parastatabula"/>
    <w:uiPriority w:val="59"/>
    <w:rsid w:val="00D92E97"/>
    <w:rPr>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Punkts">
    <w:name w:val="1.Punkts"/>
    <w:next w:val="Parasts"/>
    <w:rsid w:val="00630A8E"/>
    <w:pPr>
      <w:keepNext/>
      <w:keepLines/>
      <w:numPr>
        <w:numId w:val="1"/>
      </w:numPr>
      <w:spacing w:before="240" w:after="120"/>
      <w:jc w:val="both"/>
    </w:pPr>
    <w:rPr>
      <w:bCs/>
      <w:sz w:val="24"/>
      <w:lang w:eastAsia="en-US"/>
    </w:rPr>
  </w:style>
  <w:style w:type="paragraph" w:styleId="Komentratma">
    <w:name w:val="annotation subject"/>
    <w:basedOn w:val="Komentrateksts"/>
    <w:next w:val="Komentrateksts"/>
    <w:link w:val="KomentratmaRakstz"/>
    <w:uiPriority w:val="99"/>
    <w:semiHidden/>
    <w:unhideWhenUsed/>
    <w:rsid w:val="00C93F18"/>
    <w:pPr>
      <w:jc w:val="both"/>
    </w:pPr>
    <w:rPr>
      <w:rFonts w:ascii="Arial" w:hAnsi="Arial"/>
      <w:b/>
      <w:bCs/>
    </w:rPr>
  </w:style>
  <w:style w:type="character" w:customStyle="1" w:styleId="KomentratmaRakstz">
    <w:name w:val="Komentāra tēma Rakstz."/>
    <w:link w:val="Komentratma"/>
    <w:uiPriority w:val="99"/>
    <w:semiHidden/>
    <w:rsid w:val="00C93F18"/>
    <w:rPr>
      <w:rFonts w:ascii="Arial" w:hAnsi="Arial"/>
      <w:b/>
      <w:bCs/>
      <w:lang w:val="lv-LV" w:eastAsia="en-US"/>
    </w:rPr>
  </w:style>
  <w:style w:type="paragraph" w:customStyle="1" w:styleId="tv213">
    <w:name w:val="tv213"/>
    <w:basedOn w:val="Parasts"/>
    <w:rsid w:val="003B660D"/>
    <w:pPr>
      <w:spacing w:before="100" w:beforeAutospacing="1" w:after="100" w:afterAutospacing="1"/>
      <w:jc w:val="left"/>
    </w:pPr>
    <w:rPr>
      <w:lang w:val="en-GB" w:eastAsia="en-GB"/>
    </w:rPr>
  </w:style>
  <w:style w:type="paragraph" w:styleId="Prskatjums">
    <w:name w:val="Revision"/>
    <w:hidden/>
    <w:uiPriority w:val="99"/>
    <w:semiHidden/>
    <w:rsid w:val="00B63F5F"/>
    <w:rPr>
      <w:rFonts w:ascii="Arial" w:hAnsi="Arial"/>
      <w:sz w:val="24"/>
      <w:szCs w:val="24"/>
      <w:lang w:eastAsia="en-US"/>
    </w:rPr>
  </w:style>
  <w:style w:type="character" w:customStyle="1" w:styleId="SarakstarindkopaRakstz">
    <w:name w:val="Saraksta rindkopa Rakstz."/>
    <w:aliases w:val="Syle 1 Rakstz.,Normal bullet 2 Rakstz.,Bullet list Rakstz.,H&amp;P List Paragraph Rakstz.,2 Rakstz.,Colorful List - Accent 12 Rakstz.,Strip Rakstz.,Saistīto dokumentu saraksts Rakstz.,PPS_Bullet Rakstz.,Virsraksti Rakstz."/>
    <w:link w:val="Sarakstarindkopa"/>
    <w:uiPriority w:val="34"/>
    <w:qFormat/>
    <w:locked/>
    <w:rsid w:val="002F45CA"/>
    <w:rPr>
      <w:sz w:val="28"/>
      <w:szCs w:val="24"/>
      <w:lang w:val="lv-LV"/>
    </w:rPr>
  </w:style>
  <w:style w:type="character" w:customStyle="1" w:styleId="UnresolvedMention">
    <w:name w:val="Unresolved Mention"/>
    <w:uiPriority w:val="99"/>
    <w:semiHidden/>
    <w:unhideWhenUsed/>
    <w:rsid w:val="00190028"/>
    <w:rPr>
      <w:color w:val="605E5C"/>
      <w:shd w:val="clear" w:color="auto" w:fill="E1DFDD"/>
    </w:rPr>
  </w:style>
  <w:style w:type="character" w:styleId="Izteiksmgs">
    <w:name w:val="Strong"/>
    <w:uiPriority w:val="22"/>
    <w:qFormat/>
    <w:rsid w:val="00127531"/>
    <w:rPr>
      <w:b/>
      <w:bCs/>
    </w:rPr>
  </w:style>
  <w:style w:type="paragraph" w:styleId="Citts">
    <w:name w:val="Quote"/>
    <w:basedOn w:val="Parasts"/>
    <w:next w:val="Parasts"/>
    <w:link w:val="CittsRakstz"/>
    <w:uiPriority w:val="29"/>
    <w:qFormat/>
    <w:rsid w:val="00121743"/>
    <w:pPr>
      <w:spacing w:before="160" w:after="160" w:line="259" w:lineRule="auto"/>
      <w:jc w:val="center"/>
    </w:pPr>
    <w:rPr>
      <w:rFonts w:ascii="Calibri" w:eastAsia="Calibri" w:hAnsi="Calibri" w:cs="Arial"/>
      <w:i/>
      <w:iCs/>
      <w:color w:val="404040"/>
      <w:sz w:val="22"/>
      <w:szCs w:val="22"/>
    </w:rPr>
  </w:style>
  <w:style w:type="character" w:customStyle="1" w:styleId="CittsRakstz">
    <w:name w:val="Citāts Rakstz."/>
    <w:link w:val="Citts"/>
    <w:uiPriority w:val="29"/>
    <w:rsid w:val="00121743"/>
    <w:rPr>
      <w:rFonts w:ascii="Calibri" w:eastAsia="Calibri" w:hAnsi="Calibri" w:cs="Arial"/>
      <w:i/>
      <w:iCs/>
      <w:color w:val="404040"/>
      <w:sz w:val="22"/>
      <w:szCs w:val="22"/>
      <w:lang w:eastAsia="en-US"/>
    </w:rPr>
  </w:style>
  <w:style w:type="character" w:customStyle="1" w:styleId="normaltextrun">
    <w:name w:val="normaltextrun"/>
    <w:basedOn w:val="Noklusjumarindkopasfonts"/>
    <w:rsid w:val="006851B0"/>
  </w:style>
  <w:style w:type="character" w:customStyle="1" w:styleId="eop">
    <w:name w:val="eop"/>
    <w:basedOn w:val="Noklusjumarindkopasfonts"/>
    <w:rsid w:val="00E85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095497">
      <w:bodyDiv w:val="1"/>
      <w:marLeft w:val="0"/>
      <w:marRight w:val="0"/>
      <w:marTop w:val="0"/>
      <w:marBottom w:val="0"/>
      <w:divBdr>
        <w:top w:val="none" w:sz="0" w:space="0" w:color="auto"/>
        <w:left w:val="none" w:sz="0" w:space="0" w:color="auto"/>
        <w:bottom w:val="none" w:sz="0" w:space="0" w:color="auto"/>
        <w:right w:val="none" w:sz="0" w:space="0" w:color="auto"/>
      </w:divBdr>
    </w:div>
    <w:div w:id="327750544">
      <w:bodyDiv w:val="1"/>
      <w:marLeft w:val="0"/>
      <w:marRight w:val="0"/>
      <w:marTop w:val="0"/>
      <w:marBottom w:val="0"/>
      <w:divBdr>
        <w:top w:val="none" w:sz="0" w:space="0" w:color="auto"/>
        <w:left w:val="none" w:sz="0" w:space="0" w:color="auto"/>
        <w:bottom w:val="none" w:sz="0" w:space="0" w:color="auto"/>
        <w:right w:val="none" w:sz="0" w:space="0" w:color="auto"/>
      </w:divBdr>
    </w:div>
    <w:div w:id="434176183">
      <w:bodyDiv w:val="1"/>
      <w:marLeft w:val="0"/>
      <w:marRight w:val="0"/>
      <w:marTop w:val="0"/>
      <w:marBottom w:val="0"/>
      <w:divBdr>
        <w:top w:val="none" w:sz="0" w:space="0" w:color="auto"/>
        <w:left w:val="none" w:sz="0" w:space="0" w:color="auto"/>
        <w:bottom w:val="none" w:sz="0" w:space="0" w:color="auto"/>
        <w:right w:val="none" w:sz="0" w:space="0" w:color="auto"/>
      </w:divBdr>
    </w:div>
    <w:div w:id="813840500">
      <w:bodyDiv w:val="1"/>
      <w:marLeft w:val="0"/>
      <w:marRight w:val="0"/>
      <w:marTop w:val="0"/>
      <w:marBottom w:val="0"/>
      <w:divBdr>
        <w:top w:val="none" w:sz="0" w:space="0" w:color="auto"/>
        <w:left w:val="none" w:sz="0" w:space="0" w:color="auto"/>
        <w:bottom w:val="none" w:sz="0" w:space="0" w:color="auto"/>
        <w:right w:val="none" w:sz="0" w:space="0" w:color="auto"/>
      </w:divBdr>
    </w:div>
    <w:div w:id="896554225">
      <w:bodyDiv w:val="1"/>
      <w:marLeft w:val="0"/>
      <w:marRight w:val="0"/>
      <w:marTop w:val="0"/>
      <w:marBottom w:val="0"/>
      <w:divBdr>
        <w:top w:val="none" w:sz="0" w:space="0" w:color="auto"/>
        <w:left w:val="none" w:sz="0" w:space="0" w:color="auto"/>
        <w:bottom w:val="none" w:sz="0" w:space="0" w:color="auto"/>
        <w:right w:val="none" w:sz="0" w:space="0" w:color="auto"/>
      </w:divBdr>
      <w:divsChild>
        <w:div w:id="659238690">
          <w:marLeft w:val="0"/>
          <w:marRight w:val="0"/>
          <w:marTop w:val="0"/>
          <w:marBottom w:val="567"/>
          <w:divBdr>
            <w:top w:val="none" w:sz="0" w:space="0" w:color="auto"/>
            <w:left w:val="none" w:sz="0" w:space="0" w:color="auto"/>
            <w:bottom w:val="none" w:sz="0" w:space="0" w:color="auto"/>
            <w:right w:val="none" w:sz="0" w:space="0" w:color="auto"/>
          </w:divBdr>
        </w:div>
      </w:divsChild>
    </w:div>
    <w:div w:id="1008363867">
      <w:bodyDiv w:val="1"/>
      <w:marLeft w:val="0"/>
      <w:marRight w:val="0"/>
      <w:marTop w:val="0"/>
      <w:marBottom w:val="0"/>
      <w:divBdr>
        <w:top w:val="none" w:sz="0" w:space="0" w:color="auto"/>
        <w:left w:val="none" w:sz="0" w:space="0" w:color="auto"/>
        <w:bottom w:val="none" w:sz="0" w:space="0" w:color="auto"/>
        <w:right w:val="none" w:sz="0" w:space="0" w:color="auto"/>
      </w:divBdr>
      <w:divsChild>
        <w:div w:id="421487911">
          <w:marLeft w:val="0"/>
          <w:marRight w:val="0"/>
          <w:marTop w:val="0"/>
          <w:marBottom w:val="0"/>
          <w:divBdr>
            <w:top w:val="none" w:sz="0" w:space="0" w:color="auto"/>
            <w:left w:val="none" w:sz="0" w:space="0" w:color="auto"/>
            <w:bottom w:val="none" w:sz="0" w:space="0" w:color="auto"/>
            <w:right w:val="none" w:sz="0" w:space="0" w:color="auto"/>
          </w:divBdr>
        </w:div>
        <w:div w:id="825558262">
          <w:marLeft w:val="0"/>
          <w:marRight w:val="0"/>
          <w:marTop w:val="0"/>
          <w:marBottom w:val="0"/>
          <w:divBdr>
            <w:top w:val="none" w:sz="0" w:space="0" w:color="auto"/>
            <w:left w:val="none" w:sz="0" w:space="0" w:color="auto"/>
            <w:bottom w:val="none" w:sz="0" w:space="0" w:color="auto"/>
            <w:right w:val="none" w:sz="0" w:space="0" w:color="auto"/>
          </w:divBdr>
        </w:div>
        <w:div w:id="1532572049">
          <w:marLeft w:val="0"/>
          <w:marRight w:val="0"/>
          <w:marTop w:val="0"/>
          <w:marBottom w:val="0"/>
          <w:divBdr>
            <w:top w:val="none" w:sz="0" w:space="0" w:color="auto"/>
            <w:left w:val="none" w:sz="0" w:space="0" w:color="auto"/>
            <w:bottom w:val="none" w:sz="0" w:space="0" w:color="auto"/>
            <w:right w:val="none" w:sz="0" w:space="0" w:color="auto"/>
          </w:divBdr>
        </w:div>
      </w:divsChild>
    </w:div>
    <w:div w:id="1643148600">
      <w:bodyDiv w:val="1"/>
      <w:marLeft w:val="0"/>
      <w:marRight w:val="0"/>
      <w:marTop w:val="0"/>
      <w:marBottom w:val="0"/>
      <w:divBdr>
        <w:top w:val="none" w:sz="0" w:space="0" w:color="auto"/>
        <w:left w:val="none" w:sz="0" w:space="0" w:color="auto"/>
        <w:bottom w:val="none" w:sz="0" w:space="0" w:color="auto"/>
        <w:right w:val="none" w:sz="0" w:space="0" w:color="auto"/>
      </w:divBdr>
    </w:div>
    <w:div w:id="19253318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dits\Documents\Konsultaciju%20birojs\Zinojumi\Ventspils%20novada%20dome\2016\IS%20drosibas%20politik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6FAB6-686E-47AE-8F65-2C65F71C7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 drosibas politika.dot</Template>
  <TotalTime>28</TotalTime>
  <Pages>8</Pages>
  <Words>2280</Words>
  <Characters>16682</Characters>
  <Application>Microsoft Office Word</Application>
  <DocSecurity>0</DocSecurity>
  <Lines>139</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Vārds Uzvārds</vt:lpstr>
      <vt:lpstr>Vārds Uzvārds</vt:lpstr>
    </vt:vector>
  </TitlesOfParts>
  <Company/>
  <LinksUpToDate>false</LinksUpToDate>
  <CharactersWithSpaces>18925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Vārds Uzvārds</dc:title>
  <dc:subject/>
  <dc:creator>RG</dc:creator>
  <cp:keywords/>
  <cp:lastModifiedBy>Dace Tauriņa</cp:lastModifiedBy>
  <cp:revision>6</cp:revision>
  <cp:lastPrinted>2016-02-14T20:04:00Z</cp:lastPrinted>
  <dcterms:created xsi:type="dcterms:W3CDTF">2025-09-08T07:14:00Z</dcterms:created>
  <dcterms:modified xsi:type="dcterms:W3CDTF">2025-09-26T08:24:00Z</dcterms:modified>
</cp:coreProperties>
</file>